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7F4D1" w14:textId="77777777" w:rsidR="00A670D0" w:rsidRPr="007932B5" w:rsidRDefault="00A670D0" w:rsidP="00E838F9">
      <w:pPr>
        <w:pStyle w:val="Title"/>
      </w:pPr>
      <w:r>
        <w:t>Title</w:t>
      </w:r>
    </w:p>
    <w:p w14:paraId="4487C9B2" w14:textId="77777777" w:rsidR="00E838F9" w:rsidRPr="007932B5" w:rsidRDefault="00CB5C94" w:rsidP="00E838F9">
      <w:pPr>
        <w:pStyle w:val="Subtitle1"/>
      </w:pPr>
      <w:r>
        <w:t>Subtitle</w:t>
      </w:r>
    </w:p>
    <w:p w14:paraId="28518E5A" w14:textId="77777777" w:rsidR="007932B5" w:rsidRDefault="00A670D0" w:rsidP="007932B5">
      <w:pPr>
        <w:pStyle w:val="Heading1notnumbered"/>
      </w:pPr>
      <w:bookmarkStart w:id="0" w:name="_Toc512348334"/>
      <w:bookmarkStart w:id="1" w:name="_Toc507498558"/>
      <w:bookmarkStart w:id="2" w:name="_Toc507499306"/>
      <w:r w:rsidRPr="007932B5">
        <w:lastRenderedPageBreak/>
        <w:t>Foreword</w:t>
      </w:r>
      <w:bookmarkEnd w:id="0"/>
    </w:p>
    <w:bookmarkEnd w:id="1"/>
    <w:bookmarkEnd w:id="2"/>
    <w:p w14:paraId="5BCEE09F" w14:textId="77777777" w:rsidR="00EC646A" w:rsidRDefault="00EC646A" w:rsidP="00CA4259">
      <w:pPr>
        <w:pStyle w:val="Normalnoindentfirstparagraphafteraheading"/>
      </w:pPr>
    </w:p>
    <w:p w14:paraId="2A8C0A01" w14:textId="77777777" w:rsidR="00A670D0" w:rsidRPr="007932B5" w:rsidRDefault="00957E14" w:rsidP="00CA4259">
      <w:pPr>
        <w:pStyle w:val="Normalnoindentfirstparagraphafteraheading"/>
        <w:rPr>
          <w:lang w:val="fr-BE"/>
        </w:rPr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636ACC">
        <w:rPr>
          <w:lang w:val="fr-BE"/>
        </w:rPr>
        <w:t>Fusce</w:t>
      </w:r>
      <w:proofErr w:type="spellEnd"/>
      <w:r w:rsidRPr="00636ACC">
        <w:rPr>
          <w:lang w:val="fr-BE"/>
        </w:rPr>
        <w:t xml:space="preserve"> </w:t>
      </w:r>
      <w:proofErr w:type="spellStart"/>
      <w:r w:rsidRPr="00636ACC">
        <w:rPr>
          <w:lang w:val="fr-BE"/>
        </w:rPr>
        <w:t>eget</w:t>
      </w:r>
      <w:proofErr w:type="spellEnd"/>
      <w:r w:rsidRPr="00636ACC">
        <w:rPr>
          <w:lang w:val="fr-BE"/>
        </w:rPr>
        <w:t xml:space="preserve"> ipsum vitae </w:t>
      </w:r>
      <w:proofErr w:type="spellStart"/>
      <w:r w:rsidRPr="00636ACC">
        <w:rPr>
          <w:lang w:val="fr-BE"/>
        </w:rPr>
        <w:t>risus</w:t>
      </w:r>
      <w:proofErr w:type="spellEnd"/>
      <w:r w:rsidRPr="00636ACC">
        <w:rPr>
          <w:lang w:val="fr-BE"/>
        </w:rPr>
        <w:t xml:space="preserve"> bibendum </w:t>
      </w:r>
      <w:proofErr w:type="spellStart"/>
      <w:r w:rsidRPr="00636ACC">
        <w:rPr>
          <w:lang w:val="fr-BE"/>
        </w:rPr>
        <w:t>consequat</w:t>
      </w:r>
      <w:proofErr w:type="spellEnd"/>
      <w:r w:rsidRPr="00636ACC">
        <w:rPr>
          <w:lang w:val="fr-BE"/>
        </w:rPr>
        <w:t xml:space="preserve"> et vitae </w:t>
      </w:r>
      <w:proofErr w:type="spellStart"/>
      <w:r w:rsidRPr="00636ACC">
        <w:rPr>
          <w:lang w:val="fr-BE"/>
        </w:rPr>
        <w:t>mauris</w:t>
      </w:r>
      <w:proofErr w:type="spellEnd"/>
      <w:r w:rsidRPr="00636ACC">
        <w:rPr>
          <w:lang w:val="fr-BE"/>
        </w:rPr>
        <w:t xml:space="preserve">. </w:t>
      </w:r>
      <w:r w:rsidRPr="00225874">
        <w:rPr>
          <w:lang w:val="fr-BE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8D0630">
        <w:rPr>
          <w:lang w:val="fr-FR"/>
        </w:rPr>
        <w:t>Aliquam</w:t>
      </w:r>
      <w:proofErr w:type="spellEnd"/>
      <w:r w:rsidRPr="008D0630">
        <w:rPr>
          <w:lang w:val="fr-FR"/>
        </w:rPr>
        <w:t xml:space="preserve"> </w:t>
      </w:r>
      <w:proofErr w:type="spellStart"/>
      <w:r w:rsidRPr="008D0630">
        <w:rPr>
          <w:lang w:val="fr-FR"/>
        </w:rPr>
        <w:t>eget</w:t>
      </w:r>
      <w:proofErr w:type="spellEnd"/>
      <w:r w:rsidRPr="008D0630">
        <w:rPr>
          <w:lang w:val="fr-FR"/>
        </w:rPr>
        <w:t xml:space="preserve"> pulvinar </w:t>
      </w:r>
      <w:proofErr w:type="spellStart"/>
      <w:r w:rsidRPr="008D0630">
        <w:rPr>
          <w:lang w:val="fr-FR"/>
        </w:rPr>
        <w:t>sem</w:t>
      </w:r>
      <w:proofErr w:type="spellEnd"/>
      <w:r w:rsidRPr="007932B5">
        <w:rPr>
          <w:lang w:val="fr-BE"/>
        </w:rPr>
        <w:t xml:space="preserve">. </w:t>
      </w:r>
    </w:p>
    <w:p w14:paraId="5968A4D3" w14:textId="77777777" w:rsidR="006668D4" w:rsidRPr="00D07F13" w:rsidRDefault="00957E14" w:rsidP="006668D4"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957E14">
        <w:rPr>
          <w:lang w:val="fr-FR"/>
        </w:rPr>
        <w:t>Fusce</w:t>
      </w:r>
      <w:proofErr w:type="spellEnd"/>
      <w:r w:rsidRPr="00957E14">
        <w:rPr>
          <w:lang w:val="fr-FR"/>
        </w:rPr>
        <w:t xml:space="preserve"> </w:t>
      </w:r>
      <w:proofErr w:type="spellStart"/>
      <w:r w:rsidRPr="00957E14">
        <w:rPr>
          <w:lang w:val="fr-FR"/>
        </w:rPr>
        <w:t>eget</w:t>
      </w:r>
      <w:proofErr w:type="spellEnd"/>
      <w:r w:rsidRPr="00957E14">
        <w:rPr>
          <w:lang w:val="fr-FR"/>
        </w:rPr>
        <w:t xml:space="preserve"> ipsum vitae </w:t>
      </w:r>
      <w:proofErr w:type="spellStart"/>
      <w:r w:rsidRPr="00957E14">
        <w:rPr>
          <w:lang w:val="fr-FR"/>
        </w:rPr>
        <w:t>risus</w:t>
      </w:r>
      <w:proofErr w:type="spellEnd"/>
      <w:r w:rsidRPr="00957E14">
        <w:rPr>
          <w:lang w:val="fr-FR"/>
        </w:rPr>
        <w:t xml:space="preserve"> bibendum </w:t>
      </w:r>
      <w:proofErr w:type="spellStart"/>
      <w:r w:rsidRPr="00957E14">
        <w:rPr>
          <w:lang w:val="fr-FR"/>
        </w:rPr>
        <w:t>consequat</w:t>
      </w:r>
      <w:proofErr w:type="spellEnd"/>
      <w:r w:rsidRPr="00957E14">
        <w:rPr>
          <w:lang w:val="fr-FR"/>
        </w:rPr>
        <w:t xml:space="preserve"> et vitae </w:t>
      </w:r>
      <w:proofErr w:type="spellStart"/>
      <w:r w:rsidRPr="00957E14">
        <w:rPr>
          <w:lang w:val="fr-FR"/>
        </w:rPr>
        <w:t>mauris</w:t>
      </w:r>
      <w:proofErr w:type="spellEnd"/>
      <w:r w:rsidRPr="00957E14">
        <w:rPr>
          <w:lang w:val="fr-FR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4C041C">
        <w:t>Aliquam</w:t>
      </w:r>
      <w:proofErr w:type="spellEnd"/>
      <w:r w:rsidRPr="004C041C">
        <w:t xml:space="preserve"> </w:t>
      </w:r>
      <w:proofErr w:type="spellStart"/>
      <w:r w:rsidRPr="004C041C">
        <w:t>eget</w:t>
      </w:r>
      <w:proofErr w:type="spellEnd"/>
      <w:r w:rsidRPr="004C041C">
        <w:t xml:space="preserve"> pulvinar sem</w:t>
      </w:r>
      <w:r w:rsidRPr="00D07F13">
        <w:t>.</w:t>
      </w:r>
    </w:p>
    <w:p w14:paraId="1E88120A" w14:textId="77777777" w:rsidR="00957E14" w:rsidRDefault="00957E14" w:rsidP="00C53CA3"/>
    <w:p w14:paraId="6528C5E0" w14:textId="77777777" w:rsidR="00EC646A" w:rsidRDefault="00EC646A" w:rsidP="00391F37">
      <w:pPr>
        <w:pStyle w:val="Normalright"/>
      </w:pPr>
      <w:r>
        <w:t>[Name of the Director]</w:t>
      </w:r>
    </w:p>
    <w:p w14:paraId="683BFDB6" w14:textId="77777777" w:rsidR="00957E14" w:rsidRPr="0085676F" w:rsidRDefault="00957E14" w:rsidP="00391F37">
      <w:pPr>
        <w:pStyle w:val="Normalright"/>
      </w:pPr>
      <w:r w:rsidRPr="0085676F">
        <w:t>Director</w:t>
      </w:r>
    </w:p>
    <w:p w14:paraId="60811910" w14:textId="77777777" w:rsidR="00E838F9" w:rsidRDefault="00E838F9" w:rsidP="00E838F9">
      <w:pPr>
        <w:pStyle w:val="Subtitle1"/>
      </w:pPr>
      <w:r>
        <w:br w:type="page"/>
      </w:r>
    </w:p>
    <w:p w14:paraId="53AB74DF" w14:textId="77777777" w:rsidR="00A670D0" w:rsidRPr="00650FE0" w:rsidRDefault="004C041C" w:rsidP="00766697">
      <w:pPr>
        <w:pStyle w:val="Acknowlegementheading"/>
      </w:pPr>
      <w:bookmarkStart w:id="3" w:name="_Toc507498559"/>
      <w:bookmarkStart w:id="4" w:name="_Toc507499307"/>
      <w:r w:rsidRPr="00285C79">
        <w:lastRenderedPageBreak/>
        <w:t>Acknowledgements</w:t>
      </w:r>
      <w:bookmarkEnd w:id="3"/>
      <w:bookmarkEnd w:id="4"/>
    </w:p>
    <w:p w14:paraId="73AF64BA" w14:textId="77777777" w:rsidR="00957E14" w:rsidRPr="00957E14" w:rsidRDefault="00957E14" w:rsidP="00957E14">
      <w:pPr>
        <w:pStyle w:val="Normalnoindentfirstparagraphafteraheading"/>
      </w:pPr>
    </w:p>
    <w:p w14:paraId="2AB82BFB" w14:textId="77777777" w:rsidR="00957E14" w:rsidRPr="00957E14" w:rsidRDefault="00957E14" w:rsidP="00957E14">
      <w:pPr>
        <w:pStyle w:val="Normalnoindentfirstparagraphafteraheading"/>
      </w:pPr>
    </w:p>
    <w:p w14:paraId="767C1220" w14:textId="77777777" w:rsidR="00957E14" w:rsidRPr="00D07F13" w:rsidRDefault="00957E14" w:rsidP="00957E14">
      <w:pPr>
        <w:pStyle w:val="Normalnoindentfirstparagraphafteraheading"/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9B1573">
        <w:rPr>
          <w:lang w:val="fr-BE"/>
        </w:rPr>
        <w:t>Fusce</w:t>
      </w:r>
      <w:proofErr w:type="spellEnd"/>
      <w:r w:rsidRPr="009B1573">
        <w:rPr>
          <w:lang w:val="fr-BE"/>
        </w:rPr>
        <w:t xml:space="preserve"> </w:t>
      </w:r>
      <w:proofErr w:type="spellStart"/>
      <w:r w:rsidRPr="009B1573">
        <w:rPr>
          <w:lang w:val="fr-BE"/>
        </w:rPr>
        <w:t>eget</w:t>
      </w:r>
      <w:proofErr w:type="spellEnd"/>
      <w:r w:rsidRPr="009B1573">
        <w:rPr>
          <w:lang w:val="fr-BE"/>
        </w:rPr>
        <w:t xml:space="preserve"> ipsum vitae </w:t>
      </w:r>
      <w:proofErr w:type="spellStart"/>
      <w:r w:rsidRPr="009B1573">
        <w:rPr>
          <w:lang w:val="fr-BE"/>
        </w:rPr>
        <w:t>risus</w:t>
      </w:r>
      <w:proofErr w:type="spellEnd"/>
      <w:r w:rsidRPr="009B1573">
        <w:rPr>
          <w:lang w:val="fr-BE"/>
        </w:rPr>
        <w:t xml:space="preserve"> bibendum </w:t>
      </w:r>
      <w:proofErr w:type="spellStart"/>
      <w:r w:rsidRPr="009B1573">
        <w:rPr>
          <w:lang w:val="fr-BE"/>
        </w:rPr>
        <w:t>consequat</w:t>
      </w:r>
      <w:proofErr w:type="spellEnd"/>
      <w:r w:rsidRPr="009B1573">
        <w:rPr>
          <w:lang w:val="fr-BE"/>
        </w:rPr>
        <w:t xml:space="preserve"> et vitae </w:t>
      </w:r>
      <w:proofErr w:type="spellStart"/>
      <w:r w:rsidRPr="009B1573">
        <w:rPr>
          <w:lang w:val="fr-BE"/>
        </w:rPr>
        <w:t>mauris</w:t>
      </w:r>
      <w:proofErr w:type="spellEnd"/>
      <w:r w:rsidRPr="009B1573">
        <w:rPr>
          <w:lang w:val="fr-BE"/>
        </w:rPr>
        <w:t>. Dui</w:t>
      </w:r>
      <w:r w:rsidRPr="00F30CF2">
        <w:rPr>
          <w:lang w:val="fr-BE"/>
        </w:rPr>
        <w:t xml:space="preserve">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D07F13">
        <w:t>Aliquam</w:t>
      </w:r>
      <w:proofErr w:type="spellEnd"/>
      <w:r w:rsidRPr="00D07F13">
        <w:t xml:space="preserve"> </w:t>
      </w:r>
      <w:proofErr w:type="spellStart"/>
      <w:r w:rsidRPr="00D07F13">
        <w:t>eget</w:t>
      </w:r>
      <w:proofErr w:type="spellEnd"/>
      <w:r w:rsidRPr="00D07F13">
        <w:t xml:space="preserve"> pulvinar sem. </w:t>
      </w:r>
    </w:p>
    <w:p w14:paraId="10D03C94" w14:textId="77777777" w:rsidR="00346371" w:rsidRPr="007932B5" w:rsidRDefault="00346371" w:rsidP="00E838F9"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4C041C">
        <w:t>Aliquam</w:t>
      </w:r>
      <w:proofErr w:type="spellEnd"/>
      <w:r w:rsidRPr="004C041C">
        <w:t xml:space="preserve"> </w:t>
      </w:r>
      <w:proofErr w:type="spellStart"/>
      <w:r w:rsidRPr="004C041C">
        <w:t>eget</w:t>
      </w:r>
      <w:proofErr w:type="spellEnd"/>
      <w:r w:rsidRPr="004C041C">
        <w:t xml:space="preserve"> pulvinar sem</w:t>
      </w:r>
      <w:r w:rsidR="007932B5">
        <w:t xml:space="preserve">. </w:t>
      </w:r>
    </w:p>
    <w:p w14:paraId="1FB0C36C" w14:textId="1E6AB2CE" w:rsidR="00A670D0" w:rsidRPr="00DA1734" w:rsidRDefault="00D07F13" w:rsidP="00B96084">
      <w:pPr>
        <w:pStyle w:val="Heading1notnumbered"/>
      </w:pPr>
      <w:bookmarkStart w:id="5" w:name="_Toc512348335"/>
      <w:bookmarkStart w:id="6" w:name="_Toc507498560"/>
      <w:bookmarkStart w:id="7" w:name="_Toc507499308"/>
      <w:r>
        <w:lastRenderedPageBreak/>
        <w:t>C</w:t>
      </w:r>
      <w:r w:rsidR="00B96084">
        <w:t>ontents</w:t>
      </w:r>
      <w:bookmarkEnd w:id="5"/>
      <w:r w:rsidR="00B96084">
        <w:t xml:space="preserve"> </w:t>
      </w:r>
      <w:bookmarkEnd w:id="6"/>
      <w:bookmarkEnd w:id="7"/>
    </w:p>
    <w:p w14:paraId="5B45CEEA" w14:textId="77777777" w:rsidR="00E838F9" w:rsidRDefault="00E838F9" w:rsidP="00E838F9">
      <w:pPr>
        <w:ind w:firstLine="0"/>
      </w:pPr>
    </w:p>
    <w:p w14:paraId="201FC831" w14:textId="77777777" w:rsidR="008D0630" w:rsidRDefault="008D0630">
      <w:pPr>
        <w:pStyle w:val="TOC1"/>
        <w:tabs>
          <w:tab w:val="right" w:leader="dot" w:pos="79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\h \z \u </w:instrText>
      </w:r>
      <w:r>
        <w:rPr>
          <w:b w:val="0"/>
          <w:bCs w:val="0"/>
          <w:caps w:val="0"/>
        </w:rPr>
        <w:fldChar w:fldCharType="separate"/>
      </w:r>
      <w:hyperlink w:anchor="_Toc512348334" w:history="1">
        <w:r w:rsidRPr="008F649F">
          <w:rPr>
            <w:rStyle w:val="Hyperlink"/>
            <w:noProof/>
          </w:rPr>
          <w:t>Foreword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_Toc512348334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4FC9D4" w14:textId="307E6EBD" w:rsidR="008D0630" w:rsidRDefault="00E97145">
      <w:pPr>
        <w:pStyle w:val="TOC1"/>
        <w:tabs>
          <w:tab w:val="right" w:leader="dot" w:pos="79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</w:rPr>
      </w:pPr>
      <w:hyperlink w:anchor="_Toc512348335" w:history="1">
        <w:r w:rsidR="008D0630" w:rsidRPr="008F649F">
          <w:rPr>
            <w:rStyle w:val="Hyperlink"/>
            <w:noProof/>
          </w:rPr>
          <w:t>contents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_Toc512348335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4</w:t>
        </w:r>
        <w:r w:rsidR="008D0630">
          <w:rPr>
            <w:noProof/>
            <w:webHidden/>
          </w:rPr>
          <w:fldChar w:fldCharType="end"/>
        </w:r>
      </w:hyperlink>
    </w:p>
    <w:p w14:paraId="55FEB589" w14:textId="2CD09C8E" w:rsidR="008D0630" w:rsidRDefault="00E97145">
      <w:pPr>
        <w:pStyle w:val="TOC1"/>
        <w:tabs>
          <w:tab w:val="right" w:leader="dot" w:pos="79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</w:rPr>
      </w:pPr>
      <w:hyperlink w:anchor="_Toc512348336" w:history="1">
        <w:r w:rsidR="008D0630" w:rsidRPr="008F649F">
          <w:rPr>
            <w:rStyle w:val="Hyperlink"/>
            <w:noProof/>
          </w:rPr>
          <w:t>tables, figures and boxes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_Toc512348336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5</w:t>
        </w:r>
        <w:r w:rsidR="008D0630">
          <w:rPr>
            <w:noProof/>
            <w:webHidden/>
          </w:rPr>
          <w:fldChar w:fldCharType="end"/>
        </w:r>
      </w:hyperlink>
    </w:p>
    <w:p w14:paraId="27873BC9" w14:textId="77777777" w:rsidR="008D0630" w:rsidRDefault="00E97145">
      <w:pPr>
        <w:pStyle w:val="TOC2"/>
        <w:tabs>
          <w:tab w:val="right" w:leader="dot" w:pos="7920"/>
        </w:tabs>
        <w:rPr>
          <w:rFonts w:asciiTheme="minorHAnsi" w:eastAsiaTheme="minorEastAsia" w:hAnsiTheme="minorHAnsi" w:cstheme="minorBidi"/>
          <w:noProof/>
        </w:rPr>
      </w:pPr>
      <w:hyperlink w:anchor="_Toc512348337" w:history="1">
        <w:r w:rsidR="008D0630" w:rsidRPr="008F649F">
          <w:rPr>
            <w:rStyle w:val="Hyperlink"/>
            <w:noProof/>
          </w:rPr>
          <w:t>Tables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_Toc512348337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5</w:t>
        </w:r>
        <w:r w:rsidR="008D0630">
          <w:rPr>
            <w:noProof/>
            <w:webHidden/>
          </w:rPr>
          <w:fldChar w:fldCharType="end"/>
        </w:r>
      </w:hyperlink>
    </w:p>
    <w:p w14:paraId="0A0D60E5" w14:textId="77777777" w:rsidR="008D0630" w:rsidRDefault="00E97145">
      <w:pPr>
        <w:pStyle w:val="TOC2"/>
        <w:tabs>
          <w:tab w:val="right" w:leader="dot" w:pos="7920"/>
        </w:tabs>
        <w:rPr>
          <w:rFonts w:asciiTheme="minorHAnsi" w:eastAsiaTheme="minorEastAsia" w:hAnsiTheme="minorHAnsi" w:cstheme="minorBidi"/>
          <w:noProof/>
        </w:rPr>
      </w:pPr>
      <w:hyperlink w:anchor="_Toc512348338" w:history="1">
        <w:r w:rsidR="008D0630" w:rsidRPr="008F649F">
          <w:rPr>
            <w:rStyle w:val="Hyperlink"/>
            <w:noProof/>
          </w:rPr>
          <w:t>Figures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_Toc512348338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5</w:t>
        </w:r>
        <w:r w:rsidR="008D0630">
          <w:rPr>
            <w:noProof/>
            <w:webHidden/>
          </w:rPr>
          <w:fldChar w:fldCharType="end"/>
        </w:r>
      </w:hyperlink>
    </w:p>
    <w:p w14:paraId="3E4AE09F" w14:textId="77777777" w:rsidR="008D0630" w:rsidRDefault="00E97145">
      <w:pPr>
        <w:pStyle w:val="TOC2"/>
        <w:tabs>
          <w:tab w:val="right" w:leader="dot" w:pos="7920"/>
        </w:tabs>
        <w:rPr>
          <w:rFonts w:asciiTheme="minorHAnsi" w:eastAsiaTheme="minorEastAsia" w:hAnsiTheme="minorHAnsi" w:cstheme="minorBidi"/>
          <w:noProof/>
        </w:rPr>
      </w:pPr>
      <w:hyperlink w:anchor="_Toc512348339" w:history="1">
        <w:r w:rsidR="008D0630" w:rsidRPr="008F649F">
          <w:rPr>
            <w:rStyle w:val="Hyperlink"/>
            <w:noProof/>
          </w:rPr>
          <w:t>Boxes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_Toc512348339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5</w:t>
        </w:r>
        <w:r w:rsidR="008D0630">
          <w:rPr>
            <w:noProof/>
            <w:webHidden/>
          </w:rPr>
          <w:fldChar w:fldCharType="end"/>
        </w:r>
      </w:hyperlink>
    </w:p>
    <w:p w14:paraId="59980CC6" w14:textId="77777777" w:rsidR="008D0630" w:rsidRDefault="00E97145">
      <w:pPr>
        <w:pStyle w:val="TOC1"/>
        <w:tabs>
          <w:tab w:val="right" w:leader="dot" w:pos="79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</w:rPr>
      </w:pPr>
      <w:hyperlink w:anchor="_Toc512348340" w:history="1">
        <w:r w:rsidR="008D0630" w:rsidRPr="008F649F">
          <w:rPr>
            <w:rStyle w:val="Hyperlink"/>
            <w:noProof/>
          </w:rPr>
          <w:t>Executive summary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_Toc512348340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6</w:t>
        </w:r>
        <w:r w:rsidR="008D0630">
          <w:rPr>
            <w:noProof/>
            <w:webHidden/>
          </w:rPr>
          <w:fldChar w:fldCharType="end"/>
        </w:r>
      </w:hyperlink>
    </w:p>
    <w:p w14:paraId="392F000A" w14:textId="77777777" w:rsidR="008D0630" w:rsidRDefault="00E97145">
      <w:pPr>
        <w:pStyle w:val="TOC2"/>
        <w:tabs>
          <w:tab w:val="right" w:leader="dot" w:pos="7920"/>
        </w:tabs>
        <w:rPr>
          <w:rFonts w:asciiTheme="minorHAnsi" w:eastAsiaTheme="minorEastAsia" w:hAnsiTheme="minorHAnsi" w:cstheme="minorBidi"/>
          <w:noProof/>
        </w:rPr>
      </w:pPr>
      <w:hyperlink w:anchor="_Toc512348341" w:history="1">
        <w:r w:rsidR="008D0630" w:rsidRPr="008F649F">
          <w:rPr>
            <w:rStyle w:val="Hyperlink"/>
            <w:noProof/>
          </w:rPr>
          <w:t>Lorem ipsum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_Toc512348341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6</w:t>
        </w:r>
        <w:r w:rsidR="008D0630">
          <w:rPr>
            <w:noProof/>
            <w:webHidden/>
          </w:rPr>
          <w:fldChar w:fldCharType="end"/>
        </w:r>
      </w:hyperlink>
    </w:p>
    <w:p w14:paraId="5B215FFD" w14:textId="77777777" w:rsidR="008D0630" w:rsidRDefault="00E97145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512348342" w:history="1">
        <w:r w:rsidR="008D0630" w:rsidRPr="008F649F">
          <w:rPr>
            <w:rStyle w:val="Hyperlink"/>
            <w:noProof/>
          </w:rPr>
          <w:t>Lorem ipsum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_Toc512348342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6</w:t>
        </w:r>
        <w:r w:rsidR="008D0630">
          <w:rPr>
            <w:noProof/>
            <w:webHidden/>
          </w:rPr>
          <w:fldChar w:fldCharType="end"/>
        </w:r>
      </w:hyperlink>
    </w:p>
    <w:p w14:paraId="2A6C5D61" w14:textId="77777777" w:rsidR="008D0630" w:rsidRDefault="00E97145">
      <w:pPr>
        <w:pStyle w:val="TOC1"/>
        <w:tabs>
          <w:tab w:val="left" w:pos="1540"/>
          <w:tab w:val="right" w:leader="dot" w:pos="79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</w:rPr>
      </w:pPr>
      <w:hyperlink w:anchor="_Toc512348343" w:history="1">
        <w:r w:rsidR="008D0630" w:rsidRPr="008F649F">
          <w:rPr>
            <w:rStyle w:val="Hyperlink"/>
            <w:noProof/>
          </w:rPr>
          <w:t>Chapter 1.</w:t>
        </w:r>
        <w:r w:rsidR="008D063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color w:val="auto"/>
            <w:szCs w:val="22"/>
          </w:rPr>
          <w:tab/>
        </w:r>
        <w:r w:rsidR="008D0630" w:rsidRPr="008F649F">
          <w:rPr>
            <w:rStyle w:val="Hyperlink"/>
            <w:noProof/>
          </w:rPr>
          <w:t>Introduction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_Toc512348343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7</w:t>
        </w:r>
        <w:r w:rsidR="008D0630">
          <w:rPr>
            <w:noProof/>
            <w:webHidden/>
          </w:rPr>
          <w:fldChar w:fldCharType="end"/>
        </w:r>
      </w:hyperlink>
    </w:p>
    <w:p w14:paraId="1A471E5E" w14:textId="77777777" w:rsidR="008D0630" w:rsidRDefault="00E97145">
      <w:pPr>
        <w:pStyle w:val="TOC2"/>
        <w:tabs>
          <w:tab w:val="left" w:pos="1320"/>
          <w:tab w:val="right" w:leader="dot" w:pos="7920"/>
        </w:tabs>
        <w:rPr>
          <w:rFonts w:asciiTheme="minorHAnsi" w:eastAsiaTheme="minorEastAsia" w:hAnsiTheme="minorHAnsi" w:cstheme="minorBidi"/>
          <w:noProof/>
        </w:rPr>
      </w:pPr>
      <w:hyperlink w:anchor="_Toc512348344" w:history="1">
        <w:r w:rsidR="008D0630" w:rsidRPr="008F649F">
          <w:rPr>
            <w:rStyle w:val="Hyperlink"/>
            <w:noProof/>
          </w:rPr>
          <w:t>1.1.</w:t>
        </w:r>
        <w:r w:rsidR="008D0630">
          <w:rPr>
            <w:rFonts w:asciiTheme="minorHAnsi" w:eastAsiaTheme="minorEastAsia" w:hAnsiTheme="minorHAnsi" w:cstheme="minorBidi"/>
            <w:noProof/>
          </w:rPr>
          <w:tab/>
        </w:r>
        <w:r w:rsidR="008D0630" w:rsidRPr="008F649F">
          <w:rPr>
            <w:rStyle w:val="Hyperlink"/>
            <w:noProof/>
          </w:rPr>
          <w:t>Lorem ipsum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_Toc512348344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7</w:t>
        </w:r>
        <w:r w:rsidR="008D0630">
          <w:rPr>
            <w:noProof/>
            <w:webHidden/>
          </w:rPr>
          <w:fldChar w:fldCharType="end"/>
        </w:r>
      </w:hyperlink>
    </w:p>
    <w:p w14:paraId="3564C49B" w14:textId="77777777" w:rsidR="008D0630" w:rsidRDefault="00E97145">
      <w:pPr>
        <w:pStyle w:val="TOC3"/>
        <w:tabs>
          <w:tab w:val="left" w:pos="1664"/>
        </w:tabs>
        <w:rPr>
          <w:rFonts w:asciiTheme="minorHAnsi" w:eastAsiaTheme="minorEastAsia" w:hAnsiTheme="minorHAnsi" w:cstheme="minorBidi"/>
          <w:noProof/>
        </w:rPr>
      </w:pPr>
      <w:hyperlink w:anchor="_Toc512348345" w:history="1">
        <w:r w:rsidR="008D0630" w:rsidRPr="008F649F">
          <w:rPr>
            <w:rStyle w:val="Hyperlink"/>
            <w:noProof/>
          </w:rPr>
          <w:t>1.1.1.</w:t>
        </w:r>
        <w:r w:rsidR="008D0630">
          <w:rPr>
            <w:rFonts w:asciiTheme="minorHAnsi" w:eastAsiaTheme="minorEastAsia" w:hAnsiTheme="minorHAnsi" w:cstheme="minorBidi"/>
            <w:noProof/>
          </w:rPr>
          <w:tab/>
        </w:r>
        <w:r w:rsidR="008D0630" w:rsidRPr="008F649F">
          <w:rPr>
            <w:rStyle w:val="Hyperlink"/>
            <w:noProof/>
          </w:rPr>
          <w:t>Lorem ipsum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_Toc512348345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7</w:t>
        </w:r>
        <w:r w:rsidR="008D0630">
          <w:rPr>
            <w:noProof/>
            <w:webHidden/>
          </w:rPr>
          <w:fldChar w:fldCharType="end"/>
        </w:r>
      </w:hyperlink>
    </w:p>
    <w:p w14:paraId="75D73A95" w14:textId="543CDA62" w:rsidR="008D0630" w:rsidRDefault="00E97145">
      <w:pPr>
        <w:pStyle w:val="TOC1"/>
        <w:tabs>
          <w:tab w:val="right" w:leader="dot" w:pos="79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</w:rPr>
      </w:pPr>
      <w:hyperlink w:anchor="_Toc512348346" w:history="1">
        <w:r w:rsidR="008D0630" w:rsidRPr="008F649F">
          <w:rPr>
            <w:rStyle w:val="Hyperlink"/>
            <w:noProof/>
          </w:rPr>
          <w:t>abbreviations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_Toc512348346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9</w:t>
        </w:r>
        <w:r w:rsidR="008D0630">
          <w:rPr>
            <w:noProof/>
            <w:webHidden/>
          </w:rPr>
          <w:fldChar w:fldCharType="end"/>
        </w:r>
      </w:hyperlink>
    </w:p>
    <w:p w14:paraId="5CEF62E2" w14:textId="77777777" w:rsidR="008D0630" w:rsidRDefault="00E97145">
      <w:pPr>
        <w:pStyle w:val="TOC1"/>
        <w:tabs>
          <w:tab w:val="right" w:leader="dot" w:pos="79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Cs w:val="22"/>
        </w:rPr>
      </w:pPr>
      <w:hyperlink w:anchor="_Toc512348347" w:history="1">
        <w:r w:rsidR="008D0630" w:rsidRPr="008F649F">
          <w:rPr>
            <w:rStyle w:val="Hyperlink"/>
            <w:noProof/>
          </w:rPr>
          <w:t>References</w:t>
        </w:r>
        <w:r w:rsidR="008D0630">
          <w:rPr>
            <w:noProof/>
            <w:webHidden/>
          </w:rPr>
          <w:tab/>
        </w:r>
        <w:r w:rsidR="008D0630">
          <w:rPr>
            <w:noProof/>
            <w:webHidden/>
          </w:rPr>
          <w:fldChar w:fldCharType="begin"/>
        </w:r>
        <w:r w:rsidR="008D0630">
          <w:rPr>
            <w:noProof/>
            <w:webHidden/>
          </w:rPr>
          <w:instrText xml:space="preserve"> PAGEREF _Toc512348347 \h </w:instrText>
        </w:r>
        <w:r w:rsidR="008D0630">
          <w:rPr>
            <w:noProof/>
            <w:webHidden/>
          </w:rPr>
        </w:r>
        <w:r w:rsidR="008D0630">
          <w:rPr>
            <w:noProof/>
            <w:webHidden/>
          </w:rPr>
          <w:fldChar w:fldCharType="separate"/>
        </w:r>
        <w:r w:rsidR="008D0630">
          <w:rPr>
            <w:noProof/>
            <w:webHidden/>
          </w:rPr>
          <w:t>10</w:t>
        </w:r>
        <w:r w:rsidR="008D0630">
          <w:rPr>
            <w:noProof/>
            <w:webHidden/>
          </w:rPr>
          <w:fldChar w:fldCharType="end"/>
        </w:r>
      </w:hyperlink>
    </w:p>
    <w:p w14:paraId="66B16293" w14:textId="77777777" w:rsidR="007932B5" w:rsidRDefault="008D0630" w:rsidP="00E838F9">
      <w:pPr>
        <w:ind w:firstLine="0"/>
      </w:pPr>
      <w:r>
        <w:rPr>
          <w:b/>
          <w:bCs/>
          <w:caps/>
          <w:color w:val="000000" w:themeColor="text1"/>
          <w:szCs w:val="24"/>
        </w:rPr>
        <w:fldChar w:fldCharType="end"/>
      </w:r>
    </w:p>
    <w:p w14:paraId="3E1F7F83" w14:textId="77777777" w:rsidR="008D0630" w:rsidRDefault="008D0630" w:rsidP="00E838F9">
      <w:pPr>
        <w:ind w:firstLine="0"/>
      </w:pPr>
    </w:p>
    <w:p w14:paraId="596BA3D3" w14:textId="77777777" w:rsidR="008D0630" w:rsidRDefault="008D0630" w:rsidP="00E838F9">
      <w:pPr>
        <w:ind w:firstLine="0"/>
      </w:pPr>
    </w:p>
    <w:p w14:paraId="1178AA53" w14:textId="36B3C924" w:rsidR="00957E14" w:rsidRPr="00326EEF" w:rsidRDefault="00D07F13" w:rsidP="00326EEF">
      <w:pPr>
        <w:pStyle w:val="Heading1notnumbered"/>
      </w:pPr>
      <w:bookmarkStart w:id="8" w:name="_Toc507498561"/>
      <w:bookmarkStart w:id="9" w:name="_Toc507499309"/>
      <w:bookmarkStart w:id="10" w:name="_Toc512348336"/>
      <w:r>
        <w:lastRenderedPageBreak/>
        <w:t>T</w:t>
      </w:r>
      <w:r w:rsidR="00C00797">
        <w:t>ables</w:t>
      </w:r>
      <w:r w:rsidR="00776FA5">
        <w:t xml:space="preserve">, </w:t>
      </w:r>
      <w:proofErr w:type="gramStart"/>
      <w:r w:rsidR="00B96084" w:rsidRPr="00957E14">
        <w:t>figures</w:t>
      </w:r>
      <w:proofErr w:type="gramEnd"/>
      <w:r w:rsidR="00776FA5">
        <w:t xml:space="preserve"> and boxes</w:t>
      </w:r>
      <w:bookmarkEnd w:id="8"/>
      <w:bookmarkEnd w:id="9"/>
      <w:bookmarkEnd w:id="10"/>
    </w:p>
    <w:p w14:paraId="5D2AEF5E" w14:textId="77777777" w:rsidR="007E4C0C" w:rsidRDefault="007E4C0C" w:rsidP="007E4C0C">
      <w:pPr>
        <w:ind w:firstLine="0"/>
        <w:rPr>
          <w:i/>
        </w:rPr>
      </w:pPr>
    </w:p>
    <w:p w14:paraId="532DD259" w14:textId="77777777" w:rsidR="00A24369" w:rsidRDefault="00A24369" w:rsidP="007E4C0C">
      <w:pPr>
        <w:ind w:firstLine="0"/>
        <w:rPr>
          <w:i/>
        </w:rPr>
      </w:pPr>
    </w:p>
    <w:p w14:paraId="1FEB7B13" w14:textId="77777777" w:rsidR="00326EEF" w:rsidRDefault="00B96084" w:rsidP="00957E14">
      <w:pPr>
        <w:pStyle w:val="Heading2notnumbered"/>
      </w:pPr>
      <w:bookmarkStart w:id="11" w:name="_Toc512348337"/>
      <w:bookmarkStart w:id="12" w:name="_Toc507498562"/>
      <w:bookmarkStart w:id="13" w:name="_Toc507499310"/>
      <w:r w:rsidRPr="00957E14">
        <w:t>Tables</w:t>
      </w:r>
      <w:bookmarkEnd w:id="11"/>
      <w:r w:rsidR="00326EEF">
        <w:t xml:space="preserve"> </w:t>
      </w:r>
      <w:bookmarkEnd w:id="12"/>
      <w:bookmarkEnd w:id="13"/>
    </w:p>
    <w:p w14:paraId="27DD3A1B" w14:textId="77777777" w:rsidR="008D0630" w:rsidRDefault="008D0630" w:rsidP="008D0630">
      <w:pPr>
        <w:pStyle w:val="TableofFigures"/>
        <w:tabs>
          <w:tab w:val="clear" w:pos="1985"/>
        </w:tabs>
        <w:rPr>
          <w:rFonts w:asciiTheme="minorHAnsi" w:hAnsiTheme="minorHAnsi" w:cstheme="minorBidi"/>
        </w:rPr>
      </w:pPr>
      <w:r>
        <w:fldChar w:fldCharType="begin"/>
      </w:r>
      <w:r>
        <w:instrText xml:space="preserve"> TOC \h \z \c "Table" </w:instrText>
      </w:r>
      <w:r>
        <w:fldChar w:fldCharType="separate"/>
      </w:r>
      <w:hyperlink w:anchor="_Toc512348354" w:history="1">
        <w:r w:rsidRPr="00C71209">
          <w:rPr>
            <w:rStyle w:val="Hyperlink"/>
          </w:rPr>
          <w:t>1.</w:t>
        </w:r>
        <w:r>
          <w:rPr>
            <w:rFonts w:asciiTheme="minorHAnsi" w:hAnsiTheme="minorHAnsi" w:cstheme="minorBidi"/>
          </w:rPr>
          <w:tab/>
        </w:r>
        <w:r w:rsidRPr="00C71209">
          <w:rPr>
            <w:rStyle w:val="Hyperlink"/>
          </w:rPr>
          <w:t>Lorem ipsum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_Toc512348354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D0AEC1B" w14:textId="77777777" w:rsidR="00A670D0" w:rsidRDefault="008D0630" w:rsidP="00957E14">
      <w:pPr>
        <w:pStyle w:val="Heading2notnumbered"/>
      </w:pPr>
      <w:r>
        <w:fldChar w:fldCharType="end"/>
      </w:r>
      <w:bookmarkStart w:id="14" w:name="_Toc507498563"/>
      <w:bookmarkStart w:id="15" w:name="_Toc507499311"/>
      <w:bookmarkStart w:id="16" w:name="_Toc512348338"/>
      <w:r w:rsidR="00B96084" w:rsidRPr="00957E14">
        <w:t>Figures</w:t>
      </w:r>
      <w:bookmarkEnd w:id="14"/>
      <w:bookmarkEnd w:id="15"/>
      <w:bookmarkEnd w:id="16"/>
    </w:p>
    <w:p w14:paraId="5710C0E4" w14:textId="77777777" w:rsidR="008D0630" w:rsidRDefault="008D0630" w:rsidP="008D0630">
      <w:pPr>
        <w:pStyle w:val="TableofFigures"/>
        <w:tabs>
          <w:tab w:val="clear" w:pos="1985"/>
        </w:tabs>
        <w:rPr>
          <w:rFonts w:asciiTheme="minorHAnsi" w:hAnsiTheme="minorHAnsi" w:cstheme="minorBidi"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512348475" w:history="1">
        <w:r w:rsidRPr="00597EEA">
          <w:rPr>
            <w:rStyle w:val="Hyperlink"/>
            <w:lang w:val="fr-FR"/>
          </w:rPr>
          <w:t>1.</w:t>
        </w:r>
        <w:r>
          <w:rPr>
            <w:rFonts w:asciiTheme="minorHAnsi" w:hAnsiTheme="minorHAnsi" w:cstheme="minorBidi"/>
          </w:rPr>
          <w:tab/>
        </w:r>
        <w:r w:rsidRPr="00597EEA">
          <w:rPr>
            <w:rStyle w:val="Hyperlink"/>
            <w:lang w:val="fr-FR"/>
          </w:rPr>
          <w:t>Lorem ipsum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_Toc512348475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8C4D90C" w14:textId="77777777" w:rsidR="007E4C0C" w:rsidRDefault="008D0630" w:rsidP="007E4C0C">
      <w:pPr>
        <w:pStyle w:val="Heading2notnumbered"/>
      </w:pPr>
      <w:r>
        <w:fldChar w:fldCharType="end"/>
      </w:r>
      <w:bookmarkStart w:id="17" w:name="_Toc507498564"/>
      <w:bookmarkStart w:id="18" w:name="_Toc507499312"/>
      <w:bookmarkStart w:id="19" w:name="_Toc512348339"/>
      <w:r w:rsidR="007E4C0C" w:rsidRPr="007E4C0C">
        <w:t>Boxes</w:t>
      </w:r>
      <w:bookmarkEnd w:id="17"/>
      <w:bookmarkEnd w:id="18"/>
      <w:bookmarkEnd w:id="19"/>
    </w:p>
    <w:p w14:paraId="72C7829D" w14:textId="77777777" w:rsidR="008D0630" w:rsidRDefault="008D0630" w:rsidP="008D0630">
      <w:pPr>
        <w:pStyle w:val="TableofFigures"/>
        <w:tabs>
          <w:tab w:val="clear" w:pos="1985"/>
        </w:tabs>
        <w:rPr>
          <w:rFonts w:asciiTheme="minorHAnsi" w:hAnsiTheme="minorHAnsi" w:cstheme="minorBidi"/>
        </w:rPr>
      </w:pPr>
      <w:r>
        <w:fldChar w:fldCharType="begin"/>
      </w:r>
      <w:r>
        <w:instrText xml:space="preserve"> TOC \h \z \c "Box" </w:instrText>
      </w:r>
      <w:r>
        <w:fldChar w:fldCharType="separate"/>
      </w:r>
      <w:hyperlink w:anchor="_Toc512348557" w:history="1">
        <w:r w:rsidRPr="00E0637E">
          <w:rPr>
            <w:rStyle w:val="Hyperlink"/>
            <w:lang w:val="fr-BE"/>
          </w:rPr>
          <w:t>1.</w:t>
        </w:r>
        <w:r>
          <w:rPr>
            <w:rFonts w:asciiTheme="minorHAnsi" w:hAnsiTheme="minorHAnsi" w:cstheme="minorBidi"/>
          </w:rPr>
          <w:tab/>
        </w:r>
        <w:r w:rsidRPr="00E0637E">
          <w:rPr>
            <w:rStyle w:val="Hyperlink"/>
            <w:lang w:val="fr-BE"/>
          </w:rPr>
          <w:t>Lorem ipsum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_Toc512348557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AEAB865" w14:textId="77777777" w:rsidR="008D0630" w:rsidRPr="007932B5" w:rsidRDefault="008D0630" w:rsidP="007E4C0C">
      <w:pPr>
        <w:pStyle w:val="Heading2notnumbered"/>
      </w:pPr>
      <w:r>
        <w:fldChar w:fldCharType="end"/>
      </w:r>
    </w:p>
    <w:p w14:paraId="49B0E22B" w14:textId="77777777" w:rsidR="00B96084" w:rsidRPr="002D1E0C" w:rsidRDefault="00A670D0" w:rsidP="002D1E0C">
      <w:pPr>
        <w:pStyle w:val="Heading1notnumbered"/>
      </w:pPr>
      <w:bookmarkStart w:id="20" w:name="_Toc507498565"/>
      <w:bookmarkStart w:id="21" w:name="_Toc507499313"/>
      <w:bookmarkStart w:id="22" w:name="_Toc512348340"/>
      <w:r>
        <w:lastRenderedPageBreak/>
        <w:t xml:space="preserve">Executive </w:t>
      </w:r>
      <w:r w:rsidR="00B96084">
        <w:t>summary</w:t>
      </w:r>
      <w:bookmarkEnd w:id="20"/>
      <w:bookmarkEnd w:id="21"/>
      <w:bookmarkEnd w:id="22"/>
    </w:p>
    <w:p w14:paraId="21E15F9E" w14:textId="77777777" w:rsidR="00D522D3" w:rsidRDefault="00D522D3" w:rsidP="00D522D3">
      <w:pPr>
        <w:ind w:firstLine="0"/>
      </w:pPr>
      <w:bookmarkStart w:id="23" w:name="_Toc507498566"/>
      <w:bookmarkStart w:id="24" w:name="_Toc507499314"/>
    </w:p>
    <w:p w14:paraId="5E1DFBA0" w14:textId="77777777" w:rsidR="004C041C" w:rsidRDefault="00326EEF" w:rsidP="005706D8">
      <w:pPr>
        <w:pStyle w:val="Heading2notnumbered"/>
      </w:pPr>
      <w:bookmarkStart w:id="25" w:name="_Toc512348341"/>
      <w:r>
        <w:t>Lorem ipsum</w:t>
      </w:r>
      <w:bookmarkEnd w:id="25"/>
      <w:r w:rsidRPr="005706D8">
        <w:rPr>
          <w:color w:val="FF0000"/>
          <w:sz w:val="22"/>
        </w:rPr>
        <w:t xml:space="preserve"> </w:t>
      </w:r>
      <w:bookmarkEnd w:id="23"/>
      <w:bookmarkEnd w:id="24"/>
    </w:p>
    <w:p w14:paraId="3F4B110D" w14:textId="77777777" w:rsidR="004C041C" w:rsidRPr="007932B5" w:rsidRDefault="004C041C" w:rsidP="00EC788B">
      <w:pPr>
        <w:pStyle w:val="Normalnoindentfirstparagraphafteraheading"/>
        <w:rPr>
          <w:lang w:val="fr-BE"/>
        </w:rPr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8D0630">
        <w:rPr>
          <w:lang w:val="fr-FR"/>
        </w:rPr>
        <w:t>Aliquam</w:t>
      </w:r>
      <w:proofErr w:type="spellEnd"/>
      <w:r w:rsidRPr="008D0630">
        <w:rPr>
          <w:lang w:val="fr-FR"/>
        </w:rPr>
        <w:t xml:space="preserve"> </w:t>
      </w:r>
      <w:proofErr w:type="spellStart"/>
      <w:r w:rsidRPr="008D0630">
        <w:rPr>
          <w:lang w:val="fr-FR"/>
        </w:rPr>
        <w:t>eget</w:t>
      </w:r>
      <w:proofErr w:type="spellEnd"/>
      <w:r w:rsidRPr="008D0630">
        <w:rPr>
          <w:lang w:val="fr-FR"/>
        </w:rPr>
        <w:t xml:space="preserve"> pulvinar sem. </w:t>
      </w:r>
    </w:p>
    <w:p w14:paraId="3DD9F717" w14:textId="77777777" w:rsidR="004C041C" w:rsidRPr="007932B5" w:rsidRDefault="004C041C" w:rsidP="004C041C"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4C041C">
        <w:t>Aliquam</w:t>
      </w:r>
      <w:proofErr w:type="spellEnd"/>
      <w:r w:rsidRPr="004C041C">
        <w:t xml:space="preserve"> </w:t>
      </w:r>
      <w:proofErr w:type="spellStart"/>
      <w:r w:rsidRPr="004C041C">
        <w:t>eget</w:t>
      </w:r>
      <w:proofErr w:type="spellEnd"/>
      <w:r w:rsidRPr="004C041C">
        <w:t xml:space="preserve"> pulvinar </w:t>
      </w:r>
      <w:proofErr w:type="spellStart"/>
      <w:r w:rsidRPr="004C041C">
        <w:t>sem</w:t>
      </w:r>
      <w:proofErr w:type="spellEnd"/>
      <w:r w:rsidR="00346371">
        <w:t>:</w:t>
      </w:r>
      <w:r w:rsidRPr="004C041C">
        <w:t xml:space="preserve"> </w:t>
      </w:r>
    </w:p>
    <w:p w14:paraId="6DE8FF40" w14:textId="77777777" w:rsidR="004C041C" w:rsidRDefault="00346371" w:rsidP="004C041C">
      <w:pPr>
        <w:pStyle w:val="ListNumber"/>
      </w:pPr>
      <w:r>
        <w:t>l</w:t>
      </w:r>
      <w:r w:rsidR="004C041C">
        <w:t>orem</w:t>
      </w:r>
      <w:r w:rsidR="00742C27">
        <w:t xml:space="preserve"> </w:t>
      </w:r>
    </w:p>
    <w:p w14:paraId="1E95288C" w14:textId="77777777" w:rsidR="004C041C" w:rsidRDefault="00742C27" w:rsidP="004C041C">
      <w:pPr>
        <w:pStyle w:val="ListNumber"/>
      </w:pPr>
      <w:r>
        <w:t>i</w:t>
      </w:r>
      <w:r w:rsidR="004C041C">
        <w:t>psum;</w:t>
      </w:r>
    </w:p>
    <w:p w14:paraId="5B4144B8" w14:textId="77777777" w:rsidR="00742C27" w:rsidRDefault="00742C27" w:rsidP="00742C27">
      <w:pPr>
        <w:pStyle w:val="ListNumberLevel2"/>
      </w:pPr>
      <w:proofErr w:type="spellStart"/>
      <w:r>
        <w:t>f</w:t>
      </w:r>
      <w:r w:rsidRPr="00742C27">
        <w:t>usce</w:t>
      </w:r>
      <w:proofErr w:type="spellEnd"/>
      <w:r>
        <w:t>;</w:t>
      </w:r>
    </w:p>
    <w:p w14:paraId="71F63A15" w14:textId="77777777" w:rsidR="00742C27" w:rsidRPr="00742C27" w:rsidRDefault="00DA1734" w:rsidP="00742C27">
      <w:pPr>
        <w:pStyle w:val="ListNumberLevel2"/>
      </w:pPr>
      <w:proofErr w:type="spellStart"/>
      <w:r>
        <w:t>eget</w:t>
      </w:r>
      <w:proofErr w:type="spellEnd"/>
      <w:r w:rsidR="00742C27">
        <w:t>.</w:t>
      </w:r>
    </w:p>
    <w:p w14:paraId="0E1F1F68" w14:textId="77777777" w:rsidR="004C041C" w:rsidRDefault="004C041C" w:rsidP="004C041C">
      <w:pPr>
        <w:pStyle w:val="ListNumber"/>
      </w:pPr>
      <w:proofErr w:type="spellStart"/>
      <w:r>
        <w:t>dolor</w:t>
      </w:r>
      <w:proofErr w:type="spellEnd"/>
      <w:r>
        <w:t>;</w:t>
      </w:r>
    </w:p>
    <w:p w14:paraId="5B04A249" w14:textId="77777777" w:rsidR="004C041C" w:rsidRDefault="004C041C" w:rsidP="004C041C">
      <w:pPr>
        <w:pStyle w:val="ListNumber"/>
      </w:pPr>
      <w:r>
        <w:t>sit.</w:t>
      </w:r>
    </w:p>
    <w:p w14:paraId="5BD2ABA0" w14:textId="77777777" w:rsidR="00742C27" w:rsidRDefault="00742C27" w:rsidP="00742C27">
      <w:pPr>
        <w:pStyle w:val="Normal6afteralistnumber"/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F43357">
        <w:t>Aliquam</w:t>
      </w:r>
      <w:proofErr w:type="spellEnd"/>
      <w:r w:rsidRPr="00F43357">
        <w:t xml:space="preserve"> </w:t>
      </w:r>
      <w:proofErr w:type="spellStart"/>
      <w:r w:rsidRPr="00F43357">
        <w:t>eget</w:t>
      </w:r>
      <w:proofErr w:type="spellEnd"/>
      <w:r w:rsidRPr="00F43357">
        <w:t xml:space="preserve"> pulvinar sem. </w:t>
      </w:r>
    </w:p>
    <w:p w14:paraId="3C0F028D" w14:textId="77777777" w:rsidR="004C041C" w:rsidRPr="007932B5" w:rsidRDefault="00742C27" w:rsidP="005706D8">
      <w:pPr>
        <w:pStyle w:val="Heading3notnumbered"/>
      </w:pPr>
      <w:bookmarkStart w:id="26" w:name="_Toc512348342"/>
      <w:bookmarkStart w:id="27" w:name="_Toc507498568"/>
      <w:bookmarkStart w:id="28" w:name="_Toc507499316"/>
      <w:r w:rsidRPr="002A28BA">
        <w:t>Lorem ipsum</w:t>
      </w:r>
      <w:bookmarkEnd w:id="26"/>
      <w:r w:rsidRPr="002A28BA">
        <w:t xml:space="preserve"> </w:t>
      </w:r>
      <w:bookmarkEnd w:id="27"/>
      <w:bookmarkEnd w:id="28"/>
    </w:p>
    <w:p w14:paraId="26E1A481" w14:textId="77777777" w:rsidR="005706D8" w:rsidRPr="007932B5" w:rsidRDefault="005706D8" w:rsidP="005706D8">
      <w:pPr>
        <w:pStyle w:val="Normalnoindentfirstparagraphafteraheading"/>
        <w:rPr>
          <w:lang w:val="fr-BE"/>
        </w:rPr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4C041C">
        <w:t>Aliquam</w:t>
      </w:r>
      <w:proofErr w:type="spellEnd"/>
      <w:r w:rsidRPr="004C041C">
        <w:t xml:space="preserve"> </w:t>
      </w:r>
      <w:proofErr w:type="spellStart"/>
      <w:r w:rsidRPr="004C041C">
        <w:t>eget</w:t>
      </w:r>
      <w:proofErr w:type="spellEnd"/>
      <w:r w:rsidRPr="004C041C">
        <w:t xml:space="preserve"> pulvinar </w:t>
      </w:r>
      <w:r w:rsidRPr="007932B5">
        <w:rPr>
          <w:lang w:val="fr-BE"/>
        </w:rPr>
        <w:t xml:space="preserve">sem. </w:t>
      </w:r>
    </w:p>
    <w:p w14:paraId="3970B511" w14:textId="77777777" w:rsidR="00BE7B0E" w:rsidRPr="00EC788B" w:rsidRDefault="00EC788B" w:rsidP="00EC788B">
      <w:pPr>
        <w:pStyle w:val="Heading1"/>
      </w:pPr>
      <w:bookmarkStart w:id="29" w:name="_Toc512348343"/>
      <w:bookmarkStart w:id="30" w:name="_Toc507498569"/>
      <w:bookmarkStart w:id="31" w:name="_Toc507499317"/>
      <w:r w:rsidRPr="00EC788B">
        <w:lastRenderedPageBreak/>
        <w:t>Introduction</w:t>
      </w:r>
      <w:bookmarkEnd w:id="29"/>
    </w:p>
    <w:p w14:paraId="33DF1C9A" w14:textId="77777777" w:rsidR="007932B5" w:rsidRDefault="007932B5" w:rsidP="00BE7B0E">
      <w:pPr>
        <w:pStyle w:val="Normalnoindentfirstparagraphafteraheading"/>
      </w:pPr>
    </w:p>
    <w:p w14:paraId="1159081B" w14:textId="77777777" w:rsidR="007932B5" w:rsidRDefault="007932B5" w:rsidP="00BE7B0E">
      <w:pPr>
        <w:pStyle w:val="Normalnoindentfirstparagraphafteraheading"/>
      </w:pPr>
    </w:p>
    <w:p w14:paraId="1F98A437" w14:textId="77777777" w:rsidR="00BE7B0E" w:rsidRPr="00D07F13" w:rsidRDefault="00BE7B0E" w:rsidP="00BE7B0E">
      <w:pPr>
        <w:pStyle w:val="Normalnoindentfirstparagraphafteraheading"/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8D0630">
        <w:rPr>
          <w:lang w:val="fr-BE"/>
        </w:rPr>
        <w:t>Fusce</w:t>
      </w:r>
      <w:proofErr w:type="spellEnd"/>
      <w:r w:rsidRPr="008D0630">
        <w:rPr>
          <w:lang w:val="fr-BE"/>
        </w:rPr>
        <w:t xml:space="preserve"> </w:t>
      </w:r>
      <w:proofErr w:type="spellStart"/>
      <w:r w:rsidRPr="008D0630">
        <w:rPr>
          <w:lang w:val="fr-BE"/>
        </w:rPr>
        <w:t>eget</w:t>
      </w:r>
      <w:proofErr w:type="spellEnd"/>
      <w:r w:rsidRPr="008D0630">
        <w:rPr>
          <w:lang w:val="fr-BE"/>
        </w:rPr>
        <w:t xml:space="preserve"> ipsum vitae </w:t>
      </w:r>
      <w:proofErr w:type="spellStart"/>
      <w:r w:rsidRPr="008D0630">
        <w:rPr>
          <w:lang w:val="fr-BE"/>
        </w:rPr>
        <w:t>risus</w:t>
      </w:r>
      <w:proofErr w:type="spellEnd"/>
      <w:r w:rsidRPr="008D0630">
        <w:rPr>
          <w:lang w:val="fr-BE"/>
        </w:rPr>
        <w:t xml:space="preserve"> bibendum </w:t>
      </w:r>
      <w:proofErr w:type="spellStart"/>
      <w:r w:rsidRPr="008D0630">
        <w:rPr>
          <w:lang w:val="fr-BE"/>
        </w:rPr>
        <w:t>consequat</w:t>
      </w:r>
      <w:proofErr w:type="spellEnd"/>
      <w:r w:rsidRPr="008D0630">
        <w:rPr>
          <w:lang w:val="fr-BE"/>
        </w:rPr>
        <w:t xml:space="preserve"> et vitae </w:t>
      </w:r>
      <w:proofErr w:type="spellStart"/>
      <w:r w:rsidRPr="008D0630">
        <w:rPr>
          <w:lang w:val="fr-BE"/>
        </w:rPr>
        <w:t>mauris</w:t>
      </w:r>
      <w:proofErr w:type="spellEnd"/>
      <w:r w:rsidRPr="008D0630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D07F13">
        <w:t>Aliquam</w:t>
      </w:r>
      <w:proofErr w:type="spellEnd"/>
      <w:r w:rsidRPr="00D07F13">
        <w:t xml:space="preserve"> </w:t>
      </w:r>
      <w:proofErr w:type="spellStart"/>
      <w:r w:rsidRPr="00D07F13">
        <w:t>eget</w:t>
      </w:r>
      <w:proofErr w:type="spellEnd"/>
      <w:r w:rsidRPr="00D07F13">
        <w:t xml:space="preserve"> pulvinar sem. </w:t>
      </w:r>
    </w:p>
    <w:p w14:paraId="3DE0927F" w14:textId="77777777" w:rsidR="00BE7B0E" w:rsidRPr="007932B5" w:rsidRDefault="00BE7B0E" w:rsidP="00BE7B0E"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742C27">
        <w:rPr>
          <w:lang w:val="fr-FR"/>
        </w:rPr>
        <w:t>Fusce</w:t>
      </w:r>
      <w:proofErr w:type="spellEnd"/>
      <w:r w:rsidRPr="00742C27">
        <w:rPr>
          <w:lang w:val="fr-FR"/>
        </w:rPr>
        <w:t xml:space="preserve"> </w:t>
      </w:r>
      <w:proofErr w:type="spellStart"/>
      <w:r w:rsidRPr="00742C27">
        <w:rPr>
          <w:lang w:val="fr-FR"/>
        </w:rPr>
        <w:t>eget</w:t>
      </w:r>
      <w:proofErr w:type="spellEnd"/>
      <w:r w:rsidRPr="00742C27">
        <w:rPr>
          <w:lang w:val="fr-FR"/>
        </w:rPr>
        <w:t xml:space="preserve"> ipsum vitae </w:t>
      </w:r>
      <w:proofErr w:type="spellStart"/>
      <w:r w:rsidRPr="00742C27">
        <w:rPr>
          <w:lang w:val="fr-FR"/>
        </w:rPr>
        <w:t>risus</w:t>
      </w:r>
      <w:proofErr w:type="spellEnd"/>
      <w:r w:rsidRPr="00742C27">
        <w:rPr>
          <w:lang w:val="fr-FR"/>
        </w:rPr>
        <w:t xml:space="preserve"> bibendum </w:t>
      </w:r>
      <w:proofErr w:type="spellStart"/>
      <w:r w:rsidRPr="00742C27">
        <w:rPr>
          <w:lang w:val="fr-FR"/>
        </w:rPr>
        <w:t>consequat</w:t>
      </w:r>
      <w:proofErr w:type="spellEnd"/>
      <w:r w:rsidRPr="00742C27">
        <w:rPr>
          <w:lang w:val="fr-FR"/>
        </w:rPr>
        <w:t xml:space="preserve"> et vitae </w:t>
      </w:r>
      <w:proofErr w:type="spellStart"/>
      <w:r w:rsidRPr="00742C27">
        <w:rPr>
          <w:lang w:val="fr-FR"/>
        </w:rPr>
        <w:t>mauris</w:t>
      </w:r>
      <w:proofErr w:type="spellEnd"/>
      <w:r w:rsidRPr="00742C27">
        <w:rPr>
          <w:lang w:val="fr-FR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="007932B5">
        <w:rPr>
          <w:lang w:val="fr-FR"/>
        </w:rPr>
        <w:t>Aliquam</w:t>
      </w:r>
      <w:proofErr w:type="spellEnd"/>
      <w:r w:rsidR="007932B5">
        <w:rPr>
          <w:lang w:val="fr-FR"/>
        </w:rPr>
        <w:t xml:space="preserve"> </w:t>
      </w:r>
      <w:proofErr w:type="spellStart"/>
      <w:r w:rsidR="007932B5">
        <w:rPr>
          <w:lang w:val="fr-FR"/>
        </w:rPr>
        <w:t>eget</w:t>
      </w:r>
      <w:proofErr w:type="spellEnd"/>
      <w:r w:rsidR="007932B5">
        <w:rPr>
          <w:lang w:val="fr-FR"/>
        </w:rPr>
        <w:t xml:space="preserve"> pulvinar </w:t>
      </w:r>
      <w:proofErr w:type="spellStart"/>
      <w:r w:rsidR="007932B5">
        <w:rPr>
          <w:lang w:val="fr-FR"/>
        </w:rPr>
        <w:t>sem</w:t>
      </w:r>
      <w:proofErr w:type="spellEnd"/>
      <w:r w:rsidR="007932B5" w:rsidRPr="007932B5">
        <w:t>.</w:t>
      </w:r>
    </w:p>
    <w:p w14:paraId="6B60D4AC" w14:textId="77777777" w:rsidR="00BE7B0E" w:rsidRPr="00D07F13" w:rsidRDefault="00BE7B0E" w:rsidP="00EC788B">
      <w:pPr>
        <w:pStyle w:val="Normalnoindentfirstparagraphafteraheading"/>
      </w:pPr>
      <w:r w:rsidRPr="00DC1A6E">
        <w:t xml:space="preserve">Lorem ipsum </w:t>
      </w:r>
      <w:proofErr w:type="spellStart"/>
      <w:r w:rsidRPr="00DC1A6E">
        <w:t>dolor</w:t>
      </w:r>
      <w:proofErr w:type="spellEnd"/>
      <w:r w:rsidRPr="00DC1A6E">
        <w:t xml:space="preserve"> sit </w:t>
      </w:r>
      <w:proofErr w:type="spellStart"/>
      <w:r w:rsidRPr="00DC1A6E">
        <w:t>amet</w:t>
      </w:r>
      <w:proofErr w:type="spellEnd"/>
      <w:r w:rsidRPr="00DC1A6E">
        <w:t xml:space="preserve">, </w:t>
      </w:r>
      <w:proofErr w:type="spellStart"/>
      <w:r w:rsidRPr="00DC1A6E">
        <w:t>consectetur</w:t>
      </w:r>
      <w:proofErr w:type="spellEnd"/>
      <w:r w:rsidRPr="00DC1A6E">
        <w:t xml:space="preserve"> </w:t>
      </w:r>
      <w:proofErr w:type="spellStart"/>
      <w:r w:rsidRPr="00DC1A6E">
        <w:t>adipiscing</w:t>
      </w:r>
      <w:proofErr w:type="spellEnd"/>
      <w:r w:rsidRPr="00DC1A6E">
        <w:t xml:space="preserve"> </w:t>
      </w:r>
      <w:proofErr w:type="spellStart"/>
      <w:r w:rsidRPr="00DC1A6E">
        <w:t>elit</w:t>
      </w:r>
      <w:proofErr w:type="spellEnd"/>
      <w:r w:rsidRPr="00DC1A6E">
        <w:t xml:space="preserve">. </w:t>
      </w:r>
      <w:proofErr w:type="spellStart"/>
      <w:r w:rsidRPr="00225874">
        <w:rPr>
          <w:lang w:val="fr-BE"/>
        </w:rPr>
        <w:t>Fusce</w:t>
      </w:r>
      <w:proofErr w:type="spellEnd"/>
      <w:r w:rsidRPr="00225874">
        <w:rPr>
          <w:lang w:val="fr-BE"/>
        </w:rPr>
        <w:t xml:space="preserve"> </w:t>
      </w:r>
      <w:proofErr w:type="spellStart"/>
      <w:r w:rsidRPr="00225874">
        <w:rPr>
          <w:lang w:val="fr-BE"/>
        </w:rPr>
        <w:t>eget</w:t>
      </w:r>
      <w:proofErr w:type="spellEnd"/>
      <w:r w:rsidRPr="00225874">
        <w:rPr>
          <w:lang w:val="fr-BE"/>
        </w:rPr>
        <w:t xml:space="preserve"> ipsum vitae </w:t>
      </w:r>
      <w:proofErr w:type="spellStart"/>
      <w:r w:rsidRPr="00225874">
        <w:rPr>
          <w:lang w:val="fr-BE"/>
        </w:rPr>
        <w:t>risus</w:t>
      </w:r>
      <w:proofErr w:type="spellEnd"/>
      <w:r w:rsidRPr="00225874">
        <w:rPr>
          <w:lang w:val="fr-BE"/>
        </w:rPr>
        <w:t xml:space="preserve"> bibendum </w:t>
      </w:r>
      <w:proofErr w:type="spellStart"/>
      <w:r w:rsidRPr="00225874">
        <w:rPr>
          <w:lang w:val="fr-BE"/>
        </w:rPr>
        <w:t>consequat</w:t>
      </w:r>
      <w:proofErr w:type="spellEnd"/>
      <w:r w:rsidRPr="00225874">
        <w:rPr>
          <w:lang w:val="fr-BE"/>
        </w:rPr>
        <w:t xml:space="preserve"> et vitae </w:t>
      </w:r>
      <w:proofErr w:type="spellStart"/>
      <w:r w:rsidRPr="00225874">
        <w:rPr>
          <w:lang w:val="fr-BE"/>
        </w:rPr>
        <w:t>mauris</w:t>
      </w:r>
      <w:proofErr w:type="spellEnd"/>
      <w:r w:rsidRPr="00225874">
        <w:rPr>
          <w:lang w:val="fr-BE"/>
        </w:rPr>
        <w:t xml:space="preserve">. Duis </w:t>
      </w:r>
      <w:proofErr w:type="spellStart"/>
      <w:r w:rsidRPr="00225874">
        <w:rPr>
          <w:lang w:val="fr-BE"/>
        </w:rPr>
        <w:t>velit</w:t>
      </w:r>
      <w:proofErr w:type="spellEnd"/>
      <w:r w:rsidRPr="00225874">
        <w:rPr>
          <w:lang w:val="fr-BE"/>
        </w:rPr>
        <w:t xml:space="preserve"> </w:t>
      </w:r>
      <w:proofErr w:type="spellStart"/>
      <w:r w:rsidRPr="00225874">
        <w:rPr>
          <w:lang w:val="fr-BE"/>
        </w:rPr>
        <w:t>velit</w:t>
      </w:r>
      <w:proofErr w:type="spellEnd"/>
      <w:r w:rsidRPr="00225874">
        <w:rPr>
          <w:lang w:val="fr-BE"/>
        </w:rPr>
        <w:t xml:space="preserve">, </w:t>
      </w:r>
      <w:proofErr w:type="spellStart"/>
      <w:r w:rsidRPr="00225874">
        <w:rPr>
          <w:lang w:val="fr-BE"/>
        </w:rPr>
        <w:t>aliquet</w:t>
      </w:r>
      <w:proofErr w:type="spellEnd"/>
      <w:r w:rsidRPr="00225874">
        <w:rPr>
          <w:lang w:val="fr-BE"/>
        </w:rPr>
        <w:t xml:space="preserve"> id </w:t>
      </w:r>
      <w:proofErr w:type="spellStart"/>
      <w:r w:rsidRPr="00225874">
        <w:rPr>
          <w:lang w:val="fr-BE"/>
        </w:rPr>
        <w:t>egestas</w:t>
      </w:r>
      <w:proofErr w:type="spellEnd"/>
      <w:r w:rsidRPr="00225874">
        <w:rPr>
          <w:lang w:val="fr-BE"/>
        </w:rPr>
        <w:t xml:space="preserve"> id, </w:t>
      </w:r>
      <w:proofErr w:type="spellStart"/>
      <w:r w:rsidRPr="00225874">
        <w:rPr>
          <w:lang w:val="fr-BE"/>
        </w:rPr>
        <w:t>porttitor</w:t>
      </w:r>
      <w:proofErr w:type="spellEnd"/>
      <w:r w:rsidRPr="00225874">
        <w:rPr>
          <w:lang w:val="fr-BE"/>
        </w:rPr>
        <w:t xml:space="preserve"> </w:t>
      </w:r>
      <w:proofErr w:type="spellStart"/>
      <w:r w:rsidRPr="00225874">
        <w:rPr>
          <w:lang w:val="fr-BE"/>
        </w:rPr>
        <w:t>quis</w:t>
      </w:r>
      <w:proofErr w:type="spellEnd"/>
      <w:r w:rsidRPr="00225874">
        <w:rPr>
          <w:lang w:val="fr-BE"/>
        </w:rPr>
        <w:t xml:space="preserve"> </w:t>
      </w:r>
      <w:proofErr w:type="spellStart"/>
      <w:r w:rsidRPr="00225874">
        <w:rPr>
          <w:lang w:val="fr-BE"/>
        </w:rPr>
        <w:t>lectus</w:t>
      </w:r>
      <w:proofErr w:type="spellEnd"/>
      <w:r w:rsidRPr="00225874">
        <w:rPr>
          <w:lang w:val="fr-BE"/>
        </w:rPr>
        <w:t xml:space="preserve">. </w:t>
      </w:r>
      <w:proofErr w:type="spellStart"/>
      <w:r w:rsidRPr="00D07F13">
        <w:t>Aliquam</w:t>
      </w:r>
      <w:proofErr w:type="spellEnd"/>
      <w:r w:rsidRPr="00D07F13">
        <w:t xml:space="preserve"> </w:t>
      </w:r>
      <w:proofErr w:type="spellStart"/>
      <w:r w:rsidRPr="00D07F13">
        <w:t>eget</w:t>
      </w:r>
      <w:proofErr w:type="spellEnd"/>
      <w:r w:rsidRPr="00D07F13">
        <w:t xml:space="preserve"> pulvinar </w:t>
      </w:r>
      <w:proofErr w:type="spellStart"/>
      <w:r w:rsidRPr="00D07F13">
        <w:t>sem</w:t>
      </w:r>
      <w:proofErr w:type="spellEnd"/>
      <w:r w:rsidRPr="00D07F13">
        <w:t xml:space="preserve"> (</w:t>
      </w:r>
      <w:r w:rsidRPr="00DA1734">
        <w:rPr>
          <w:rStyle w:val="FootnoteReference"/>
          <w:lang w:val="fr-FR"/>
        </w:rPr>
        <w:footnoteReference w:id="2"/>
      </w:r>
      <w:r w:rsidRPr="00D07F13">
        <w:t xml:space="preserve">). </w:t>
      </w:r>
    </w:p>
    <w:p w14:paraId="7CCBAFB6" w14:textId="77777777" w:rsidR="00BE7B0E" w:rsidRPr="007932B5" w:rsidRDefault="00BE7B0E" w:rsidP="00BE7B0E"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742C27">
        <w:rPr>
          <w:lang w:val="fr-FR"/>
        </w:rPr>
        <w:t>Fusce</w:t>
      </w:r>
      <w:proofErr w:type="spellEnd"/>
      <w:r w:rsidRPr="00742C27">
        <w:rPr>
          <w:lang w:val="fr-FR"/>
        </w:rPr>
        <w:t xml:space="preserve"> </w:t>
      </w:r>
      <w:proofErr w:type="spellStart"/>
      <w:r w:rsidRPr="00742C27">
        <w:rPr>
          <w:lang w:val="fr-FR"/>
        </w:rPr>
        <w:t>eget</w:t>
      </w:r>
      <w:proofErr w:type="spellEnd"/>
      <w:r w:rsidRPr="00742C27">
        <w:rPr>
          <w:lang w:val="fr-FR"/>
        </w:rPr>
        <w:t xml:space="preserve"> ipsum vitae </w:t>
      </w:r>
      <w:proofErr w:type="spellStart"/>
      <w:r w:rsidRPr="00742C27">
        <w:rPr>
          <w:lang w:val="fr-FR"/>
        </w:rPr>
        <w:t>risus</w:t>
      </w:r>
      <w:proofErr w:type="spellEnd"/>
      <w:r w:rsidRPr="00742C27">
        <w:rPr>
          <w:lang w:val="fr-FR"/>
        </w:rPr>
        <w:t xml:space="preserve"> bibendum </w:t>
      </w:r>
      <w:proofErr w:type="spellStart"/>
      <w:r w:rsidRPr="00742C27">
        <w:rPr>
          <w:lang w:val="fr-FR"/>
        </w:rPr>
        <w:t>consequat</w:t>
      </w:r>
      <w:proofErr w:type="spellEnd"/>
      <w:r w:rsidRPr="00742C27">
        <w:rPr>
          <w:lang w:val="fr-FR"/>
        </w:rPr>
        <w:t xml:space="preserve"> et vitae </w:t>
      </w:r>
      <w:proofErr w:type="spellStart"/>
      <w:r w:rsidRPr="00742C27">
        <w:rPr>
          <w:lang w:val="fr-FR"/>
        </w:rPr>
        <w:t>mauris</w:t>
      </w:r>
      <w:proofErr w:type="spellEnd"/>
      <w:r w:rsidRPr="00742C27">
        <w:rPr>
          <w:lang w:val="fr-FR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BE7B0E">
        <w:rPr>
          <w:lang w:val="fr-FR"/>
        </w:rPr>
        <w:t>Aliquam</w:t>
      </w:r>
      <w:proofErr w:type="spellEnd"/>
      <w:r w:rsidRPr="00BE7B0E">
        <w:rPr>
          <w:lang w:val="fr-FR"/>
        </w:rPr>
        <w:t xml:space="preserve"> </w:t>
      </w:r>
      <w:proofErr w:type="spellStart"/>
      <w:r w:rsidRPr="00BE7B0E">
        <w:rPr>
          <w:lang w:val="fr-FR"/>
        </w:rPr>
        <w:t>eget</w:t>
      </w:r>
      <w:proofErr w:type="spellEnd"/>
      <w:r w:rsidRPr="00BE7B0E">
        <w:rPr>
          <w:lang w:val="fr-FR"/>
        </w:rPr>
        <w:t xml:space="preserve"> </w:t>
      </w:r>
      <w:r w:rsidRPr="007932B5">
        <w:t xml:space="preserve">pulvinar sem. </w:t>
      </w:r>
    </w:p>
    <w:p w14:paraId="2D20C23E" w14:textId="77777777" w:rsidR="00BE7B0E" w:rsidRDefault="00BE7B0E" w:rsidP="00BE7B0E">
      <w:pPr>
        <w:pStyle w:val="Heading2"/>
      </w:pPr>
      <w:bookmarkStart w:id="32" w:name="_Toc512348344"/>
      <w:r>
        <w:t>Lorem ipsum</w:t>
      </w:r>
      <w:bookmarkEnd w:id="32"/>
      <w:r w:rsidR="00650FE0">
        <w:t xml:space="preserve"> </w:t>
      </w:r>
    </w:p>
    <w:p w14:paraId="5CC8985E" w14:textId="77777777" w:rsidR="00BE7B0E" w:rsidRPr="00D07F13" w:rsidRDefault="00BE7B0E" w:rsidP="00BE7B0E">
      <w:pPr>
        <w:pStyle w:val="Normalnoindentfirstparagraphafteraheading"/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="007932B5" w:rsidRPr="00D07F13">
        <w:t>Aliquam</w:t>
      </w:r>
      <w:proofErr w:type="spellEnd"/>
      <w:r w:rsidR="007932B5" w:rsidRPr="00D07F13">
        <w:t xml:space="preserve"> </w:t>
      </w:r>
      <w:proofErr w:type="spellStart"/>
      <w:r w:rsidR="007932B5" w:rsidRPr="00D07F13">
        <w:t>eget</w:t>
      </w:r>
      <w:proofErr w:type="spellEnd"/>
      <w:r w:rsidR="007932B5" w:rsidRPr="00D07F13">
        <w:t xml:space="preserve"> pulvinar sem.</w:t>
      </w:r>
    </w:p>
    <w:p w14:paraId="168A31CE" w14:textId="77777777" w:rsidR="00BE7B0E" w:rsidRPr="007932B5" w:rsidRDefault="00BE7B0E" w:rsidP="00BE7B0E"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742C27">
        <w:rPr>
          <w:lang w:val="fr-FR"/>
        </w:rPr>
        <w:t>Fusce</w:t>
      </w:r>
      <w:proofErr w:type="spellEnd"/>
      <w:r w:rsidRPr="00742C27">
        <w:rPr>
          <w:lang w:val="fr-FR"/>
        </w:rPr>
        <w:t xml:space="preserve"> </w:t>
      </w:r>
      <w:proofErr w:type="spellStart"/>
      <w:r w:rsidRPr="00742C27">
        <w:rPr>
          <w:lang w:val="fr-FR"/>
        </w:rPr>
        <w:t>eget</w:t>
      </w:r>
      <w:proofErr w:type="spellEnd"/>
      <w:r w:rsidRPr="00742C27">
        <w:rPr>
          <w:lang w:val="fr-FR"/>
        </w:rPr>
        <w:t xml:space="preserve"> ipsum vitae </w:t>
      </w:r>
      <w:proofErr w:type="spellStart"/>
      <w:r w:rsidRPr="00742C27">
        <w:rPr>
          <w:lang w:val="fr-FR"/>
        </w:rPr>
        <w:t>risus</w:t>
      </w:r>
      <w:proofErr w:type="spellEnd"/>
      <w:r w:rsidRPr="00742C27">
        <w:rPr>
          <w:lang w:val="fr-FR"/>
        </w:rPr>
        <w:t xml:space="preserve"> bibendum </w:t>
      </w:r>
      <w:proofErr w:type="spellStart"/>
      <w:r w:rsidRPr="00742C27">
        <w:rPr>
          <w:lang w:val="fr-FR"/>
        </w:rPr>
        <w:t>consequat</w:t>
      </w:r>
      <w:proofErr w:type="spellEnd"/>
      <w:r w:rsidRPr="00742C27">
        <w:rPr>
          <w:lang w:val="fr-FR"/>
        </w:rPr>
        <w:t xml:space="preserve"> et vitae </w:t>
      </w:r>
      <w:proofErr w:type="spellStart"/>
      <w:r w:rsidRPr="00742C27">
        <w:rPr>
          <w:lang w:val="fr-FR"/>
        </w:rPr>
        <w:t>mauris</w:t>
      </w:r>
      <w:proofErr w:type="spellEnd"/>
      <w:r w:rsidRPr="00742C27">
        <w:rPr>
          <w:lang w:val="fr-FR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="007932B5">
        <w:rPr>
          <w:lang w:val="fr-FR"/>
        </w:rPr>
        <w:t>Aliquam</w:t>
      </w:r>
      <w:proofErr w:type="spellEnd"/>
      <w:r w:rsidR="007932B5">
        <w:rPr>
          <w:lang w:val="fr-FR"/>
        </w:rPr>
        <w:t xml:space="preserve"> </w:t>
      </w:r>
      <w:proofErr w:type="spellStart"/>
      <w:r w:rsidR="007932B5">
        <w:rPr>
          <w:lang w:val="fr-FR"/>
        </w:rPr>
        <w:t>eget</w:t>
      </w:r>
      <w:proofErr w:type="spellEnd"/>
      <w:r w:rsidR="007932B5">
        <w:rPr>
          <w:lang w:val="fr-FR"/>
        </w:rPr>
        <w:t xml:space="preserve"> pulvinar </w:t>
      </w:r>
      <w:r w:rsidR="007932B5" w:rsidRPr="007932B5">
        <w:t>sem.</w:t>
      </w:r>
    </w:p>
    <w:p w14:paraId="4EA575A4" w14:textId="77777777" w:rsidR="00BE7B0E" w:rsidRDefault="00BE7B0E" w:rsidP="00BE7B0E">
      <w:pPr>
        <w:pStyle w:val="Heading3"/>
      </w:pPr>
      <w:bookmarkStart w:id="33" w:name="_Toc512348345"/>
      <w:r>
        <w:t>Lorem ipsum</w:t>
      </w:r>
      <w:bookmarkEnd w:id="33"/>
      <w:r w:rsidR="00650FE0">
        <w:t xml:space="preserve"> </w:t>
      </w:r>
    </w:p>
    <w:p w14:paraId="3C9EEB32" w14:textId="77777777" w:rsidR="00BE7B0E" w:rsidRPr="00D07F13" w:rsidRDefault="00BE7B0E" w:rsidP="00BE7B0E">
      <w:pPr>
        <w:pStyle w:val="Normalnoindentfirstparagraphafteraheading"/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D07F13">
        <w:t>Aliquam</w:t>
      </w:r>
      <w:proofErr w:type="spellEnd"/>
      <w:r w:rsidRPr="00D07F13">
        <w:t xml:space="preserve"> </w:t>
      </w:r>
      <w:proofErr w:type="spellStart"/>
      <w:r w:rsidRPr="00D07F13">
        <w:t>eget</w:t>
      </w:r>
      <w:proofErr w:type="spellEnd"/>
      <w:r w:rsidRPr="00D07F13">
        <w:t xml:space="preserve"> pulvinar </w:t>
      </w:r>
      <w:proofErr w:type="spellStart"/>
      <w:r w:rsidRPr="00D07F13">
        <w:t>sem</w:t>
      </w:r>
      <w:proofErr w:type="spellEnd"/>
      <w:r w:rsidRPr="00D07F13">
        <w:t xml:space="preserve"> (</w:t>
      </w:r>
      <w:r>
        <w:rPr>
          <w:rStyle w:val="FootnoteReference"/>
          <w:lang w:val="fr-FR"/>
        </w:rPr>
        <w:footnoteReference w:id="3"/>
      </w:r>
      <w:r w:rsidRPr="00D07F13">
        <w:t xml:space="preserve">). </w:t>
      </w:r>
    </w:p>
    <w:p w14:paraId="37B1B61B" w14:textId="77777777" w:rsidR="00BE7B0E" w:rsidRPr="007932B5" w:rsidRDefault="00BE7B0E" w:rsidP="00BE7B0E"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742C27">
        <w:rPr>
          <w:lang w:val="fr-FR"/>
        </w:rPr>
        <w:t>Fusce</w:t>
      </w:r>
      <w:proofErr w:type="spellEnd"/>
      <w:r w:rsidRPr="00742C27">
        <w:rPr>
          <w:lang w:val="fr-FR"/>
        </w:rPr>
        <w:t xml:space="preserve"> </w:t>
      </w:r>
      <w:proofErr w:type="spellStart"/>
      <w:r w:rsidRPr="00742C27">
        <w:rPr>
          <w:lang w:val="fr-FR"/>
        </w:rPr>
        <w:t>eget</w:t>
      </w:r>
      <w:proofErr w:type="spellEnd"/>
      <w:r w:rsidRPr="00742C27">
        <w:rPr>
          <w:lang w:val="fr-FR"/>
        </w:rPr>
        <w:t xml:space="preserve"> ipsum vitae </w:t>
      </w:r>
      <w:proofErr w:type="spellStart"/>
      <w:r w:rsidRPr="00742C27">
        <w:rPr>
          <w:lang w:val="fr-FR"/>
        </w:rPr>
        <w:t>risus</w:t>
      </w:r>
      <w:proofErr w:type="spellEnd"/>
      <w:r w:rsidRPr="00742C27">
        <w:rPr>
          <w:lang w:val="fr-FR"/>
        </w:rPr>
        <w:t xml:space="preserve"> bibendum </w:t>
      </w:r>
      <w:proofErr w:type="spellStart"/>
      <w:r w:rsidRPr="00742C27">
        <w:rPr>
          <w:lang w:val="fr-FR"/>
        </w:rPr>
        <w:t>consequat</w:t>
      </w:r>
      <w:proofErr w:type="spellEnd"/>
      <w:r w:rsidRPr="00742C27">
        <w:rPr>
          <w:lang w:val="fr-FR"/>
        </w:rPr>
        <w:t xml:space="preserve"> et vitae </w:t>
      </w:r>
      <w:proofErr w:type="spellStart"/>
      <w:r w:rsidRPr="00742C27">
        <w:rPr>
          <w:lang w:val="fr-FR"/>
        </w:rPr>
        <w:t>mauris</w:t>
      </w:r>
      <w:proofErr w:type="spellEnd"/>
      <w:r w:rsidRPr="00742C27">
        <w:rPr>
          <w:lang w:val="fr-FR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BE7B0E">
        <w:rPr>
          <w:lang w:val="fr-FR"/>
        </w:rPr>
        <w:t>Aliquam</w:t>
      </w:r>
      <w:proofErr w:type="spellEnd"/>
      <w:r w:rsidRPr="00BE7B0E">
        <w:rPr>
          <w:lang w:val="fr-FR"/>
        </w:rPr>
        <w:t xml:space="preserve"> </w:t>
      </w:r>
      <w:proofErr w:type="spellStart"/>
      <w:r w:rsidRPr="00BE7B0E">
        <w:rPr>
          <w:lang w:val="fr-FR"/>
        </w:rPr>
        <w:t>eget</w:t>
      </w:r>
      <w:proofErr w:type="spellEnd"/>
      <w:r w:rsidRPr="00BE7B0E">
        <w:rPr>
          <w:lang w:val="fr-FR"/>
        </w:rPr>
        <w:t xml:space="preserve"> pulvinar </w:t>
      </w:r>
      <w:proofErr w:type="spellStart"/>
      <w:r w:rsidRPr="00BE7B0E">
        <w:rPr>
          <w:lang w:val="fr-FR"/>
        </w:rPr>
        <w:t>sem</w:t>
      </w:r>
      <w:proofErr w:type="spellEnd"/>
      <w:r w:rsidR="00FC6236">
        <w:rPr>
          <w:lang w:val="fr-FR"/>
        </w:rPr>
        <w:t> :</w:t>
      </w:r>
      <w:r w:rsidRPr="00BE7B0E">
        <w:rPr>
          <w:lang w:val="fr-FR"/>
        </w:rPr>
        <w:t xml:space="preserve"> </w:t>
      </w:r>
    </w:p>
    <w:bookmarkEnd w:id="30"/>
    <w:bookmarkEnd w:id="31"/>
    <w:p w14:paraId="37A3F496" w14:textId="77777777" w:rsidR="00742C27" w:rsidRDefault="00346371" w:rsidP="00742C27">
      <w:pPr>
        <w:pStyle w:val="ListNumber"/>
        <w:numPr>
          <w:ilvl w:val="0"/>
          <w:numId w:val="219"/>
        </w:numPr>
      </w:pPr>
      <w:r>
        <w:t>l</w:t>
      </w:r>
      <w:r w:rsidR="00742C27">
        <w:t>orem;</w:t>
      </w:r>
    </w:p>
    <w:p w14:paraId="27EB02F9" w14:textId="77777777" w:rsidR="00742C27" w:rsidRDefault="007932B5" w:rsidP="00742C27">
      <w:pPr>
        <w:pStyle w:val="ListNumber"/>
      </w:pPr>
      <w:r>
        <w:t>ipsum</w:t>
      </w:r>
      <w:r w:rsidR="005901C1">
        <w:t>:</w:t>
      </w:r>
    </w:p>
    <w:p w14:paraId="7DDDD42F" w14:textId="77777777" w:rsidR="00742C27" w:rsidRDefault="00742C27" w:rsidP="00742C27">
      <w:pPr>
        <w:pStyle w:val="ListNumberLevel2"/>
      </w:pPr>
      <w:proofErr w:type="spellStart"/>
      <w:r>
        <w:t>f</w:t>
      </w:r>
      <w:r w:rsidRPr="00742C27">
        <w:t>usce</w:t>
      </w:r>
      <w:proofErr w:type="spellEnd"/>
      <w:r>
        <w:t>;</w:t>
      </w:r>
    </w:p>
    <w:p w14:paraId="42220516" w14:textId="77777777" w:rsidR="00742C27" w:rsidRDefault="00742C27" w:rsidP="00742C27">
      <w:pPr>
        <w:pStyle w:val="ListNumberLevel2"/>
      </w:pPr>
      <w:proofErr w:type="spellStart"/>
      <w:r>
        <w:lastRenderedPageBreak/>
        <w:t>eget</w:t>
      </w:r>
      <w:proofErr w:type="spellEnd"/>
      <w:r>
        <w:t xml:space="preserve"> </w:t>
      </w:r>
      <w:r w:rsidR="005901C1">
        <w:t>:</w:t>
      </w:r>
    </w:p>
    <w:p w14:paraId="2E29FA21" w14:textId="77777777" w:rsidR="003847E6" w:rsidRPr="003847E6" w:rsidRDefault="005901C1" w:rsidP="003847E6">
      <w:pPr>
        <w:pStyle w:val="ListNumberLevel3"/>
      </w:pPr>
      <w:proofErr w:type="spellStart"/>
      <w:r>
        <w:t>f</w:t>
      </w:r>
      <w:r w:rsidRPr="00742C27">
        <w:t>usce</w:t>
      </w:r>
      <w:proofErr w:type="spellEnd"/>
      <w:r w:rsidR="003847E6" w:rsidRPr="003847E6">
        <w:t>;</w:t>
      </w:r>
    </w:p>
    <w:p w14:paraId="1B6D955D" w14:textId="77777777" w:rsidR="00346371" w:rsidRPr="003847E6" w:rsidRDefault="005901C1" w:rsidP="005901C1">
      <w:pPr>
        <w:pStyle w:val="ListNumberLevel3"/>
      </w:pPr>
      <w:proofErr w:type="spellStart"/>
      <w:r>
        <w:t>eget</w:t>
      </w:r>
      <w:proofErr w:type="spellEnd"/>
      <w:r w:rsidRPr="005901C1">
        <w:t>;</w:t>
      </w:r>
    </w:p>
    <w:p w14:paraId="5607CE4D" w14:textId="77777777" w:rsidR="00742C27" w:rsidRDefault="00742C27" w:rsidP="00742C27">
      <w:pPr>
        <w:pStyle w:val="ListNumber"/>
      </w:pPr>
      <w:proofErr w:type="spellStart"/>
      <w:r>
        <w:t>dolor</w:t>
      </w:r>
      <w:proofErr w:type="spellEnd"/>
      <w:r>
        <w:t>;</w:t>
      </w:r>
    </w:p>
    <w:p w14:paraId="04823EB0" w14:textId="77777777" w:rsidR="00742C27" w:rsidRDefault="00742C27" w:rsidP="00742C27">
      <w:pPr>
        <w:pStyle w:val="ListNumber"/>
      </w:pPr>
      <w:r>
        <w:t>sit.</w:t>
      </w:r>
    </w:p>
    <w:p w14:paraId="13AB89D5" w14:textId="77777777" w:rsidR="00742C27" w:rsidRPr="007932B5" w:rsidRDefault="00742C27" w:rsidP="00742C27">
      <w:pPr>
        <w:pStyle w:val="Normal6afteralistnumber"/>
        <w:rPr>
          <w:lang w:val="fr-BE"/>
        </w:rPr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8D0630">
        <w:rPr>
          <w:lang w:val="fr-FR"/>
        </w:rPr>
        <w:t>Aliquam</w:t>
      </w:r>
      <w:proofErr w:type="spellEnd"/>
      <w:r w:rsidRPr="008D0630">
        <w:rPr>
          <w:lang w:val="fr-FR"/>
        </w:rPr>
        <w:t xml:space="preserve"> </w:t>
      </w:r>
      <w:proofErr w:type="spellStart"/>
      <w:r w:rsidRPr="008D0630">
        <w:rPr>
          <w:lang w:val="fr-FR"/>
        </w:rPr>
        <w:t>eget</w:t>
      </w:r>
      <w:proofErr w:type="spellEnd"/>
      <w:r w:rsidRPr="008D0630">
        <w:rPr>
          <w:lang w:val="fr-FR"/>
        </w:rPr>
        <w:t xml:space="preserve"> pulvinar </w:t>
      </w:r>
      <w:proofErr w:type="spellStart"/>
      <w:r w:rsidRPr="008D0630">
        <w:rPr>
          <w:lang w:val="fr-FR"/>
        </w:rPr>
        <w:t>sem</w:t>
      </w:r>
      <w:proofErr w:type="spellEnd"/>
      <w:r w:rsidRPr="007932B5">
        <w:rPr>
          <w:lang w:val="fr-BE"/>
        </w:rPr>
        <w:t xml:space="preserve">. </w:t>
      </w:r>
    </w:p>
    <w:p w14:paraId="36D36415" w14:textId="77777777" w:rsidR="00742C27" w:rsidRPr="008D0630" w:rsidRDefault="008D0630" w:rsidP="008D0630">
      <w:pPr>
        <w:pStyle w:val="Caption"/>
        <w:rPr>
          <w:lang w:val="fr-FR"/>
        </w:rPr>
      </w:pPr>
      <w:bookmarkStart w:id="34" w:name="_Toc512348475"/>
      <w:r w:rsidRPr="008D0630">
        <w:rPr>
          <w:b w:val="0"/>
          <w:lang w:val="fr-FR"/>
        </w:rPr>
        <w:t xml:space="preserve">Figure </w:t>
      </w:r>
      <w:r w:rsidRPr="008D0630">
        <w:rPr>
          <w:b w:val="0"/>
        </w:rPr>
        <w:fldChar w:fldCharType="begin"/>
      </w:r>
      <w:r w:rsidRPr="008D0630">
        <w:rPr>
          <w:b w:val="0"/>
          <w:lang w:val="fr-FR"/>
        </w:rPr>
        <w:instrText xml:space="preserve"> SEQ Figure \* ARABIC </w:instrText>
      </w:r>
      <w:r w:rsidRPr="008D0630">
        <w:rPr>
          <w:b w:val="0"/>
        </w:rPr>
        <w:fldChar w:fldCharType="separate"/>
      </w:r>
      <w:r w:rsidR="00D07F13">
        <w:rPr>
          <w:b w:val="0"/>
          <w:noProof/>
          <w:lang w:val="fr-FR"/>
        </w:rPr>
        <w:t>1</w:t>
      </w:r>
      <w:r w:rsidRPr="008D0630">
        <w:rPr>
          <w:b w:val="0"/>
        </w:rPr>
        <w:fldChar w:fldCharType="end"/>
      </w:r>
      <w:r w:rsidRPr="008D0630">
        <w:rPr>
          <w:b w:val="0"/>
          <w:lang w:val="fr-FR"/>
        </w:rPr>
        <w:t>.</w:t>
      </w:r>
      <w:r w:rsidRPr="008D0630">
        <w:rPr>
          <w:lang w:val="fr-FR"/>
        </w:rPr>
        <w:tab/>
      </w:r>
      <w:r w:rsidR="00742C27" w:rsidRPr="008D0630">
        <w:rPr>
          <w:lang w:val="fr-FR"/>
        </w:rPr>
        <w:t>Lorem ipsum</w:t>
      </w:r>
      <w:bookmarkEnd w:id="34"/>
      <w:r w:rsidR="00496C5D" w:rsidRPr="008D0630">
        <w:rPr>
          <w:lang w:val="fr-FR"/>
        </w:rPr>
        <w:t xml:space="preserve"> </w:t>
      </w:r>
    </w:p>
    <w:p w14:paraId="66B339D7" w14:textId="77777777" w:rsidR="002A28BA" w:rsidRPr="008D0630" w:rsidRDefault="002A28BA" w:rsidP="00DC1A6E">
      <w:pPr>
        <w:pStyle w:val="Picture"/>
        <w:rPr>
          <w:lang w:val="fr-FR"/>
        </w:rPr>
      </w:pPr>
      <w:r>
        <w:rPr>
          <w:noProof/>
        </w:rPr>
        <w:drawing>
          <wp:inline distT="0" distB="0" distL="0" distR="0" wp14:anchorId="42D55043" wp14:editId="0C74FA1A">
            <wp:extent cx="2185508" cy="1455088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photo-20104128-composition-landscap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034" cy="1455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EE080" w14:textId="77777777" w:rsidR="00742C27" w:rsidRPr="008D0630" w:rsidRDefault="00742C27" w:rsidP="00346371">
      <w:pPr>
        <w:pStyle w:val="Source0"/>
        <w:rPr>
          <w:lang w:val="fr-BE"/>
        </w:rPr>
      </w:pPr>
      <w:r w:rsidRPr="008D0630">
        <w:rPr>
          <w:i/>
          <w:lang w:val="fr-BE"/>
        </w:rPr>
        <w:t>Source</w:t>
      </w:r>
      <w:r w:rsidRPr="008D0630">
        <w:rPr>
          <w:lang w:val="fr-BE"/>
        </w:rPr>
        <w:t>:</w:t>
      </w:r>
      <w:r w:rsidR="00346371" w:rsidRPr="008D0630">
        <w:rPr>
          <w:lang w:val="fr-BE"/>
        </w:rPr>
        <w:tab/>
      </w:r>
      <w:r w:rsidRPr="008D0630">
        <w:rPr>
          <w:lang w:val="fr-BE"/>
        </w:rPr>
        <w:t>Lorem ipsum.</w:t>
      </w:r>
      <w:r w:rsidR="00496C5D" w:rsidRPr="008D0630">
        <w:rPr>
          <w:lang w:val="fr-BE"/>
        </w:rPr>
        <w:t xml:space="preserve"> </w:t>
      </w:r>
    </w:p>
    <w:p w14:paraId="29B7377D" w14:textId="77777777" w:rsidR="00DA21B6" w:rsidRPr="008D0630" w:rsidRDefault="00DA21B6" w:rsidP="00346371">
      <w:pPr>
        <w:pStyle w:val="Source0"/>
        <w:rPr>
          <w:lang w:val="fr-BE"/>
        </w:rPr>
      </w:pPr>
    </w:p>
    <w:p w14:paraId="74D87798" w14:textId="77777777" w:rsidR="002A28BA" w:rsidRPr="008D0630" w:rsidRDefault="002A28BA" w:rsidP="002A28BA">
      <w:pPr>
        <w:pStyle w:val="Caption"/>
        <w:rPr>
          <w:lang w:val="fr-BE"/>
        </w:rPr>
      </w:pPr>
      <w:bookmarkStart w:id="35" w:name="_Toc512348557"/>
      <w:r w:rsidRPr="008D0630">
        <w:rPr>
          <w:b w:val="0"/>
          <w:lang w:val="fr-BE"/>
        </w:rPr>
        <w:t xml:space="preserve">Box </w:t>
      </w:r>
      <w:r w:rsidRPr="002A28BA">
        <w:rPr>
          <w:b w:val="0"/>
        </w:rPr>
        <w:fldChar w:fldCharType="begin"/>
      </w:r>
      <w:r w:rsidRPr="008D0630">
        <w:rPr>
          <w:b w:val="0"/>
          <w:lang w:val="fr-BE"/>
        </w:rPr>
        <w:instrText xml:space="preserve"> SEQ Box \* ARABIC </w:instrText>
      </w:r>
      <w:r w:rsidRPr="002A28BA">
        <w:rPr>
          <w:b w:val="0"/>
        </w:rPr>
        <w:fldChar w:fldCharType="separate"/>
      </w:r>
      <w:r w:rsidR="00D07F13">
        <w:rPr>
          <w:b w:val="0"/>
          <w:noProof/>
          <w:lang w:val="fr-BE"/>
        </w:rPr>
        <w:t>1</w:t>
      </w:r>
      <w:r w:rsidRPr="002A28BA">
        <w:rPr>
          <w:b w:val="0"/>
        </w:rPr>
        <w:fldChar w:fldCharType="end"/>
      </w:r>
      <w:r w:rsidR="00346371" w:rsidRPr="008D0630">
        <w:rPr>
          <w:b w:val="0"/>
          <w:lang w:val="fr-BE"/>
        </w:rPr>
        <w:t>.</w:t>
      </w:r>
      <w:r w:rsidR="008D0630">
        <w:rPr>
          <w:b w:val="0"/>
          <w:lang w:val="fr-BE"/>
        </w:rPr>
        <w:tab/>
      </w:r>
      <w:r w:rsidRPr="008D0630">
        <w:rPr>
          <w:lang w:val="fr-BE"/>
        </w:rPr>
        <w:t>Lorem ipsum</w:t>
      </w:r>
      <w:bookmarkEnd w:id="35"/>
    </w:p>
    <w:p w14:paraId="2F710379" w14:textId="77777777" w:rsidR="002A28BA" w:rsidRPr="0085676F" w:rsidRDefault="002A28BA" w:rsidP="00496C5D">
      <w:pPr>
        <w:pStyle w:val="Boxtext"/>
      </w:pPr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C53CA3">
        <w:rPr>
          <w:lang w:val="fr-FR"/>
        </w:rPr>
        <w:t>Fusce</w:t>
      </w:r>
      <w:proofErr w:type="spellEnd"/>
      <w:r w:rsidRPr="00C53CA3">
        <w:rPr>
          <w:lang w:val="fr-FR"/>
        </w:rPr>
        <w:t xml:space="preserve"> </w:t>
      </w:r>
      <w:proofErr w:type="spellStart"/>
      <w:r w:rsidRPr="00C53CA3">
        <w:rPr>
          <w:lang w:val="fr-FR"/>
        </w:rPr>
        <w:t>eget</w:t>
      </w:r>
      <w:proofErr w:type="spellEnd"/>
      <w:r w:rsidRPr="00C53CA3">
        <w:rPr>
          <w:lang w:val="fr-FR"/>
        </w:rPr>
        <w:t xml:space="preserve"> ipsum vitae </w:t>
      </w:r>
      <w:proofErr w:type="spellStart"/>
      <w:r w:rsidRPr="00C53CA3">
        <w:rPr>
          <w:lang w:val="fr-FR"/>
        </w:rPr>
        <w:t>risus</w:t>
      </w:r>
      <w:proofErr w:type="spellEnd"/>
      <w:r w:rsidRPr="00C53CA3">
        <w:rPr>
          <w:lang w:val="fr-FR"/>
        </w:rPr>
        <w:t xml:space="preserve"> bibendum </w:t>
      </w:r>
      <w:proofErr w:type="spellStart"/>
      <w:r w:rsidRPr="00C53CA3">
        <w:rPr>
          <w:lang w:val="fr-FR"/>
        </w:rPr>
        <w:t>consequat</w:t>
      </w:r>
      <w:proofErr w:type="spellEnd"/>
      <w:r w:rsidRPr="00C53CA3">
        <w:rPr>
          <w:lang w:val="fr-FR"/>
        </w:rPr>
        <w:t xml:space="preserve"> et vitae </w:t>
      </w:r>
      <w:proofErr w:type="spellStart"/>
      <w:r w:rsidRPr="00C53CA3">
        <w:rPr>
          <w:lang w:val="fr-FR"/>
        </w:rPr>
        <w:t>mauris</w:t>
      </w:r>
      <w:proofErr w:type="spellEnd"/>
      <w:r w:rsidRPr="00C53CA3">
        <w:rPr>
          <w:lang w:val="fr-FR"/>
        </w:rPr>
        <w:t xml:space="preserve">. Duis </w:t>
      </w:r>
      <w:proofErr w:type="spellStart"/>
      <w:r w:rsidRPr="00C53CA3">
        <w:rPr>
          <w:lang w:val="fr-FR"/>
        </w:rPr>
        <w:t>velit</w:t>
      </w:r>
      <w:proofErr w:type="spellEnd"/>
      <w:r w:rsidRPr="00C53CA3">
        <w:rPr>
          <w:lang w:val="fr-FR"/>
        </w:rPr>
        <w:t xml:space="preserve"> </w:t>
      </w:r>
      <w:proofErr w:type="spellStart"/>
      <w:r w:rsidRPr="00C53CA3">
        <w:rPr>
          <w:lang w:val="fr-FR"/>
        </w:rPr>
        <w:t>velit</w:t>
      </w:r>
      <w:proofErr w:type="spellEnd"/>
      <w:r w:rsidRPr="00C53CA3">
        <w:rPr>
          <w:lang w:val="fr-FR"/>
        </w:rPr>
        <w:t xml:space="preserve">, </w:t>
      </w:r>
      <w:proofErr w:type="spellStart"/>
      <w:r w:rsidRPr="00C53CA3">
        <w:rPr>
          <w:lang w:val="fr-FR"/>
        </w:rPr>
        <w:t>aliquet</w:t>
      </w:r>
      <w:proofErr w:type="spellEnd"/>
      <w:r w:rsidRPr="00C53CA3">
        <w:rPr>
          <w:lang w:val="fr-FR"/>
        </w:rPr>
        <w:t xml:space="preserve"> id </w:t>
      </w:r>
      <w:proofErr w:type="spellStart"/>
      <w:r w:rsidRPr="00C53CA3">
        <w:rPr>
          <w:lang w:val="fr-FR"/>
        </w:rPr>
        <w:t>egestas</w:t>
      </w:r>
      <w:proofErr w:type="spellEnd"/>
      <w:r w:rsidRPr="00C53CA3">
        <w:rPr>
          <w:lang w:val="fr-FR"/>
        </w:rPr>
        <w:t xml:space="preserve"> id, </w:t>
      </w:r>
      <w:proofErr w:type="spellStart"/>
      <w:r w:rsidRPr="00C53CA3">
        <w:rPr>
          <w:lang w:val="fr-FR"/>
        </w:rPr>
        <w:t>porttitor</w:t>
      </w:r>
      <w:proofErr w:type="spellEnd"/>
      <w:r w:rsidRPr="00C53CA3">
        <w:rPr>
          <w:lang w:val="fr-FR"/>
        </w:rPr>
        <w:t xml:space="preserve"> </w:t>
      </w:r>
      <w:proofErr w:type="spellStart"/>
      <w:r w:rsidRPr="00C53CA3">
        <w:rPr>
          <w:lang w:val="fr-FR"/>
        </w:rPr>
        <w:t>quis</w:t>
      </w:r>
      <w:proofErr w:type="spellEnd"/>
      <w:r w:rsidRPr="00C53CA3">
        <w:rPr>
          <w:lang w:val="fr-FR"/>
        </w:rPr>
        <w:t xml:space="preserve"> </w:t>
      </w:r>
      <w:proofErr w:type="spellStart"/>
      <w:r w:rsidRPr="00C53CA3">
        <w:rPr>
          <w:lang w:val="fr-FR"/>
        </w:rPr>
        <w:t>lectus</w:t>
      </w:r>
      <w:proofErr w:type="spellEnd"/>
      <w:r w:rsidRPr="00C53CA3">
        <w:rPr>
          <w:lang w:val="fr-FR"/>
        </w:rPr>
        <w:t xml:space="preserve">. </w:t>
      </w:r>
      <w:proofErr w:type="spellStart"/>
      <w:r w:rsidRPr="0085676F">
        <w:t>Aliquam</w:t>
      </w:r>
      <w:proofErr w:type="spellEnd"/>
      <w:r w:rsidRPr="0085676F">
        <w:t xml:space="preserve"> </w:t>
      </w:r>
      <w:proofErr w:type="spellStart"/>
      <w:r w:rsidRPr="0085676F">
        <w:t>eget</w:t>
      </w:r>
      <w:proofErr w:type="spellEnd"/>
      <w:r w:rsidRPr="0085676F">
        <w:t xml:space="preserve"> pulvinar sem</w:t>
      </w:r>
      <w:r w:rsidR="005901C1" w:rsidRPr="0085676F">
        <w:t>.</w:t>
      </w:r>
      <w:r w:rsidR="00F43357" w:rsidRPr="0085676F">
        <w:t xml:space="preserve"> </w:t>
      </w:r>
    </w:p>
    <w:p w14:paraId="1D9EF92C" w14:textId="77777777" w:rsidR="00CF77B0" w:rsidRPr="00F409A2" w:rsidRDefault="002A28BA" w:rsidP="002A28BA">
      <w:pPr>
        <w:pStyle w:val="Source0"/>
      </w:pPr>
      <w:r w:rsidRPr="0085676F">
        <w:rPr>
          <w:i/>
        </w:rPr>
        <w:t>Source</w:t>
      </w:r>
      <w:r w:rsidRPr="0085676F">
        <w:t>: Lorem ipsum.</w:t>
      </w:r>
    </w:p>
    <w:p w14:paraId="76C9DA02" w14:textId="77777777" w:rsidR="00F43357" w:rsidRPr="00F409A2" w:rsidRDefault="00F43357" w:rsidP="00F43357">
      <w:pPr>
        <w:pStyle w:val="Caption"/>
      </w:pPr>
      <w:bookmarkStart w:id="36" w:name="_Toc512348354"/>
      <w:r w:rsidRPr="00F43357">
        <w:rPr>
          <w:b w:val="0"/>
        </w:rPr>
        <w:t xml:space="preserve">Table </w:t>
      </w:r>
      <w:r w:rsidRPr="00F43357">
        <w:rPr>
          <w:b w:val="0"/>
        </w:rPr>
        <w:fldChar w:fldCharType="begin"/>
      </w:r>
      <w:r w:rsidRPr="00F43357">
        <w:rPr>
          <w:b w:val="0"/>
        </w:rPr>
        <w:instrText xml:space="preserve"> SEQ Table \* ARABIC </w:instrText>
      </w:r>
      <w:r w:rsidRPr="00F43357">
        <w:rPr>
          <w:b w:val="0"/>
        </w:rPr>
        <w:fldChar w:fldCharType="separate"/>
      </w:r>
      <w:r w:rsidR="00D07F13">
        <w:rPr>
          <w:b w:val="0"/>
          <w:noProof/>
        </w:rPr>
        <w:t>1</w:t>
      </w:r>
      <w:r w:rsidRPr="00F43357">
        <w:rPr>
          <w:b w:val="0"/>
        </w:rPr>
        <w:fldChar w:fldCharType="end"/>
      </w:r>
      <w:r w:rsidRPr="00F43357">
        <w:rPr>
          <w:b w:val="0"/>
        </w:rPr>
        <w:t>.</w:t>
      </w:r>
      <w:r w:rsidR="008D0630">
        <w:rPr>
          <w:b w:val="0"/>
        </w:rPr>
        <w:tab/>
      </w:r>
      <w:r>
        <w:t>Lorem ipsum</w:t>
      </w:r>
      <w:bookmarkEnd w:id="36"/>
      <w:r>
        <w:t xml:space="preserve"> 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030"/>
        <w:gridCol w:w="2041"/>
        <w:gridCol w:w="2037"/>
        <w:gridCol w:w="2038"/>
      </w:tblGrid>
      <w:tr w:rsidR="00B81205" w14:paraId="3931398C" w14:textId="77777777" w:rsidTr="00D07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6" w:type="pct"/>
            <w:shd w:val="clear" w:color="auto" w:fill="1F497D" w:themeFill="text2"/>
          </w:tcPr>
          <w:p w14:paraId="38BD7471" w14:textId="77777777" w:rsidR="00B81205" w:rsidRPr="00D07F13" w:rsidRDefault="00B81205" w:rsidP="00B81205">
            <w:pPr>
              <w:pStyle w:val="TableHeading"/>
              <w:jc w:val="center"/>
              <w:rPr>
                <w:color w:val="FFFFFF" w:themeColor="background1"/>
              </w:rPr>
            </w:pPr>
            <w:proofErr w:type="spellStart"/>
            <w:r w:rsidRPr="00D07F13">
              <w:rPr>
                <w:color w:val="FFFFFF" w:themeColor="background1"/>
              </w:rPr>
              <w:t>fdd</w:t>
            </w:r>
            <w:proofErr w:type="spellEnd"/>
          </w:p>
        </w:tc>
        <w:tc>
          <w:tcPr>
            <w:tcW w:w="1253" w:type="pct"/>
            <w:shd w:val="clear" w:color="auto" w:fill="1F497D" w:themeFill="text2"/>
          </w:tcPr>
          <w:p w14:paraId="5728D450" w14:textId="77777777" w:rsidR="00B81205" w:rsidRPr="00D07F13" w:rsidRDefault="00B81205" w:rsidP="00B81205">
            <w:pPr>
              <w:pStyle w:val="TableHeading"/>
              <w:jc w:val="center"/>
              <w:rPr>
                <w:color w:val="FFFFFF" w:themeColor="background1"/>
              </w:rPr>
            </w:pPr>
            <w:proofErr w:type="spellStart"/>
            <w:r w:rsidRPr="00D07F13">
              <w:rPr>
                <w:color w:val="FFFFFF" w:themeColor="background1"/>
              </w:rPr>
              <w:t>dfdf</w:t>
            </w:r>
            <w:proofErr w:type="spellEnd"/>
          </w:p>
        </w:tc>
        <w:tc>
          <w:tcPr>
            <w:tcW w:w="1250" w:type="pct"/>
            <w:shd w:val="clear" w:color="auto" w:fill="1F497D" w:themeFill="text2"/>
          </w:tcPr>
          <w:p w14:paraId="5465E2EB" w14:textId="77777777" w:rsidR="00B81205" w:rsidRPr="00D07F13" w:rsidRDefault="00B81205" w:rsidP="00B81205">
            <w:pPr>
              <w:pStyle w:val="TableHeading"/>
              <w:jc w:val="center"/>
              <w:rPr>
                <w:color w:val="FFFFFF" w:themeColor="background1"/>
              </w:rPr>
            </w:pPr>
            <w:proofErr w:type="spellStart"/>
            <w:r w:rsidRPr="00D07F13">
              <w:rPr>
                <w:color w:val="FFFFFF" w:themeColor="background1"/>
              </w:rPr>
              <w:t>dfdsf</w:t>
            </w:r>
            <w:proofErr w:type="spellEnd"/>
          </w:p>
        </w:tc>
        <w:tc>
          <w:tcPr>
            <w:tcW w:w="1252" w:type="pct"/>
            <w:shd w:val="clear" w:color="auto" w:fill="1F497D" w:themeFill="text2"/>
          </w:tcPr>
          <w:p w14:paraId="63BF33C0" w14:textId="77777777" w:rsidR="00B81205" w:rsidRPr="00D07F13" w:rsidRDefault="00B81205" w:rsidP="00B81205">
            <w:pPr>
              <w:pStyle w:val="TableHeading"/>
              <w:jc w:val="center"/>
              <w:rPr>
                <w:color w:val="FFFFFF" w:themeColor="background1"/>
              </w:rPr>
            </w:pPr>
            <w:proofErr w:type="spellStart"/>
            <w:r w:rsidRPr="00D07F13">
              <w:rPr>
                <w:color w:val="FFFFFF" w:themeColor="background1"/>
              </w:rPr>
              <w:t>fasafd</w:t>
            </w:r>
            <w:proofErr w:type="spellEnd"/>
          </w:p>
        </w:tc>
      </w:tr>
      <w:tr w:rsidR="00B81205" w14:paraId="06E5B222" w14:textId="77777777" w:rsidTr="00B81205">
        <w:tc>
          <w:tcPr>
            <w:tcW w:w="1246" w:type="pct"/>
          </w:tcPr>
          <w:p w14:paraId="30797FCF" w14:textId="77777777" w:rsidR="00B81205" w:rsidRDefault="00B81205" w:rsidP="00B81205">
            <w:pPr>
              <w:pStyle w:val="TableText"/>
            </w:pPr>
            <w:proofErr w:type="spellStart"/>
            <w:r>
              <w:t>fdgff</w:t>
            </w:r>
            <w:proofErr w:type="spellEnd"/>
          </w:p>
        </w:tc>
        <w:tc>
          <w:tcPr>
            <w:tcW w:w="1253" w:type="pct"/>
          </w:tcPr>
          <w:p w14:paraId="4028FAC5" w14:textId="77777777" w:rsidR="00B81205" w:rsidRDefault="00B81205" w:rsidP="00B81205">
            <w:pPr>
              <w:pStyle w:val="TableText"/>
            </w:pPr>
            <w:proofErr w:type="spellStart"/>
            <w:r>
              <w:t>dfdsfdfa</w:t>
            </w:r>
            <w:proofErr w:type="spellEnd"/>
          </w:p>
        </w:tc>
        <w:tc>
          <w:tcPr>
            <w:tcW w:w="1250" w:type="pct"/>
          </w:tcPr>
          <w:p w14:paraId="7F2937D9" w14:textId="77777777" w:rsidR="00B81205" w:rsidRDefault="00B81205" w:rsidP="00B81205">
            <w:pPr>
              <w:pStyle w:val="TableText"/>
            </w:pPr>
            <w:proofErr w:type="spellStart"/>
            <w:r>
              <w:t>dffd</w:t>
            </w:r>
            <w:proofErr w:type="spellEnd"/>
          </w:p>
        </w:tc>
        <w:tc>
          <w:tcPr>
            <w:tcW w:w="1252" w:type="pct"/>
          </w:tcPr>
          <w:p w14:paraId="6B506954" w14:textId="77777777" w:rsidR="00B81205" w:rsidRDefault="00B81205" w:rsidP="00B81205">
            <w:pPr>
              <w:pStyle w:val="TableText"/>
            </w:pPr>
            <w:proofErr w:type="spellStart"/>
            <w:r>
              <w:t>ssfa</w:t>
            </w:r>
            <w:proofErr w:type="spellEnd"/>
          </w:p>
        </w:tc>
      </w:tr>
      <w:tr w:rsidR="00B81205" w14:paraId="187541B2" w14:textId="77777777" w:rsidTr="00B81205">
        <w:tc>
          <w:tcPr>
            <w:tcW w:w="1246" w:type="pct"/>
          </w:tcPr>
          <w:p w14:paraId="34EF6425" w14:textId="77777777" w:rsidR="00B81205" w:rsidRDefault="00B81205" w:rsidP="00B81205">
            <w:pPr>
              <w:pStyle w:val="TableText"/>
            </w:pPr>
          </w:p>
        </w:tc>
        <w:tc>
          <w:tcPr>
            <w:tcW w:w="1253" w:type="pct"/>
          </w:tcPr>
          <w:p w14:paraId="5EE1B635" w14:textId="77777777" w:rsidR="00B81205" w:rsidRDefault="00B81205" w:rsidP="00B81205">
            <w:pPr>
              <w:pStyle w:val="TableText"/>
            </w:pPr>
          </w:p>
        </w:tc>
        <w:tc>
          <w:tcPr>
            <w:tcW w:w="1250" w:type="pct"/>
          </w:tcPr>
          <w:p w14:paraId="1417F622" w14:textId="77777777" w:rsidR="00B81205" w:rsidRDefault="00B81205" w:rsidP="00B81205">
            <w:pPr>
              <w:pStyle w:val="TableText"/>
            </w:pPr>
          </w:p>
        </w:tc>
        <w:tc>
          <w:tcPr>
            <w:tcW w:w="1252" w:type="pct"/>
          </w:tcPr>
          <w:p w14:paraId="764A38E3" w14:textId="77777777" w:rsidR="00B81205" w:rsidRDefault="00B81205" w:rsidP="00B81205">
            <w:pPr>
              <w:pStyle w:val="TableText"/>
            </w:pPr>
          </w:p>
        </w:tc>
      </w:tr>
      <w:tr w:rsidR="00B81205" w14:paraId="501D145D" w14:textId="77777777" w:rsidTr="00B81205">
        <w:tc>
          <w:tcPr>
            <w:tcW w:w="1246" w:type="pct"/>
          </w:tcPr>
          <w:p w14:paraId="65660C6C" w14:textId="77777777" w:rsidR="00B81205" w:rsidRDefault="00B81205" w:rsidP="00B81205">
            <w:pPr>
              <w:pStyle w:val="TableText"/>
            </w:pPr>
          </w:p>
        </w:tc>
        <w:tc>
          <w:tcPr>
            <w:tcW w:w="1253" w:type="pct"/>
          </w:tcPr>
          <w:p w14:paraId="16F7855F" w14:textId="77777777" w:rsidR="00B81205" w:rsidRDefault="00B81205" w:rsidP="00B81205">
            <w:pPr>
              <w:pStyle w:val="TableText"/>
            </w:pPr>
          </w:p>
        </w:tc>
        <w:tc>
          <w:tcPr>
            <w:tcW w:w="1250" w:type="pct"/>
          </w:tcPr>
          <w:p w14:paraId="30C443D6" w14:textId="77777777" w:rsidR="00B81205" w:rsidRDefault="00B81205" w:rsidP="00B81205">
            <w:pPr>
              <w:pStyle w:val="TableText"/>
            </w:pPr>
          </w:p>
        </w:tc>
        <w:tc>
          <w:tcPr>
            <w:tcW w:w="1252" w:type="pct"/>
          </w:tcPr>
          <w:p w14:paraId="746B36AA" w14:textId="77777777" w:rsidR="00B81205" w:rsidRDefault="00B81205" w:rsidP="00B81205">
            <w:pPr>
              <w:pStyle w:val="TableText"/>
            </w:pPr>
          </w:p>
        </w:tc>
      </w:tr>
    </w:tbl>
    <w:p w14:paraId="06A31053" w14:textId="77777777" w:rsidR="006B4162" w:rsidRDefault="006B4162" w:rsidP="002F58A2">
      <w:pPr>
        <w:pStyle w:val="Normalnoindentfirstparagraphafteraheading"/>
        <w:rPr>
          <w:lang w:eastAsia="el-GR"/>
        </w:rPr>
      </w:pPr>
    </w:p>
    <w:p w14:paraId="38B60024" w14:textId="77777777" w:rsidR="006B4162" w:rsidRDefault="006B4162" w:rsidP="006B4162">
      <w:pPr>
        <w:rPr>
          <w:lang w:eastAsia="el-GR"/>
        </w:rPr>
      </w:pPr>
      <w:r>
        <w:rPr>
          <w:lang w:eastAsia="el-GR"/>
        </w:rPr>
        <w:br w:type="page"/>
      </w:r>
    </w:p>
    <w:p w14:paraId="39304390" w14:textId="77777777" w:rsidR="002F58A2" w:rsidRDefault="006B4162" w:rsidP="006B4162">
      <w:pPr>
        <w:pStyle w:val="Heading1"/>
      </w:pPr>
      <w:r>
        <w:lastRenderedPageBreak/>
        <w:t>Lorem ipsum</w:t>
      </w:r>
    </w:p>
    <w:p w14:paraId="0B9CC707" w14:textId="77777777" w:rsidR="006B4162" w:rsidRPr="006B4162" w:rsidRDefault="006B4162" w:rsidP="006B4162">
      <w:pPr>
        <w:pStyle w:val="Heading2"/>
      </w:pPr>
      <w:r>
        <w:t>Lorem ipsum</w:t>
      </w:r>
    </w:p>
    <w:p w14:paraId="188C179C" w14:textId="246CA8BF" w:rsidR="006E326C" w:rsidRPr="00F409A2" w:rsidRDefault="00D07F13" w:rsidP="006E326C">
      <w:pPr>
        <w:pStyle w:val="Heading1notnumbered"/>
      </w:pPr>
      <w:bookmarkStart w:id="37" w:name="_Toc512348346"/>
      <w:bookmarkStart w:id="38" w:name="_Toc507498573"/>
      <w:bookmarkStart w:id="39" w:name="_Toc507499321"/>
      <w:r>
        <w:lastRenderedPageBreak/>
        <w:t>A</w:t>
      </w:r>
      <w:r w:rsidR="006E326C">
        <w:t>bbreviations</w:t>
      </w:r>
      <w:bookmarkEnd w:id="37"/>
      <w:bookmarkEnd w:id="38"/>
      <w:bookmarkEnd w:id="39"/>
    </w:p>
    <w:p w14:paraId="51727AC3" w14:textId="77777777" w:rsidR="006E326C" w:rsidRDefault="006E326C" w:rsidP="006E326C">
      <w:pPr>
        <w:pStyle w:val="Normalnoindentfirstparagraphafteraheading"/>
      </w:pPr>
    </w:p>
    <w:p w14:paraId="2FDC626F" w14:textId="77777777" w:rsidR="006E326C" w:rsidRPr="00F409A2" w:rsidRDefault="006E326C" w:rsidP="006E326C">
      <w:pPr>
        <w:pStyle w:val="Normalnoindentfirstparagraphafteraheading"/>
      </w:pPr>
    </w:p>
    <w:tbl>
      <w:tblPr>
        <w:tblW w:w="0" w:type="auto"/>
        <w:tblBorders>
          <w:top w:val="single" w:sz="12" w:space="0" w:color="365F91"/>
          <w:bottom w:val="single" w:sz="12" w:space="0" w:color="365F91"/>
          <w:insideH w:val="single" w:sz="4" w:space="0" w:color="365F91"/>
          <w:insideV w:val="single" w:sz="12" w:space="0" w:color="365F91"/>
        </w:tblBorders>
        <w:tblLook w:val="01E0" w:firstRow="1" w:lastRow="1" w:firstColumn="1" w:lastColumn="1" w:noHBand="0" w:noVBand="0"/>
      </w:tblPr>
      <w:tblGrid>
        <w:gridCol w:w="1808"/>
        <w:gridCol w:w="6338"/>
      </w:tblGrid>
      <w:tr w:rsidR="006E326C" w:rsidRPr="007A5B4B" w14:paraId="349BBCEB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34B8FCC3" w14:textId="77777777" w:rsidR="006E326C" w:rsidRPr="009F4F0E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37C5A6C6" w14:textId="77777777" w:rsidR="006E326C" w:rsidRPr="009F4F0E" w:rsidRDefault="006E326C" w:rsidP="008E21B9">
            <w:pPr>
              <w:pStyle w:val="Listofabbreviations"/>
            </w:pPr>
          </w:p>
        </w:tc>
      </w:tr>
      <w:tr w:rsidR="006E326C" w:rsidRPr="007A5B4B" w14:paraId="741DB89A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55AB45AE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269D1AE6" w14:textId="77777777" w:rsidR="006E326C" w:rsidRPr="007A5B4B" w:rsidRDefault="006E326C" w:rsidP="008E21B9">
            <w:pPr>
              <w:pStyle w:val="Listofabbreviations"/>
            </w:pPr>
          </w:p>
        </w:tc>
      </w:tr>
      <w:tr w:rsidR="006E326C" w:rsidRPr="008E21B9" w14:paraId="48C0971E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333FDDFD" w14:textId="77777777" w:rsidR="006E326C" w:rsidRPr="008E21B9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3433F812" w14:textId="77777777" w:rsidR="006E326C" w:rsidRPr="008E21B9" w:rsidRDefault="006E326C" w:rsidP="008E21B9">
            <w:pPr>
              <w:pStyle w:val="Listofabbreviations"/>
            </w:pPr>
          </w:p>
        </w:tc>
      </w:tr>
      <w:tr w:rsidR="006E326C" w:rsidRPr="006E326C" w14:paraId="028BC59C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1F7225CE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79210362" w14:textId="77777777" w:rsidR="006E326C" w:rsidRPr="008E21B9" w:rsidRDefault="006E326C" w:rsidP="008E21B9">
            <w:pPr>
              <w:pStyle w:val="Listofabbreviations"/>
              <w:rPr>
                <w:rFonts w:eastAsia="Calibri"/>
              </w:rPr>
            </w:pPr>
          </w:p>
        </w:tc>
      </w:tr>
      <w:tr w:rsidR="006E326C" w:rsidRPr="007A5B4B" w14:paraId="53848B46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4728A0A7" w14:textId="77777777" w:rsidR="006E326C" w:rsidRPr="00E51ED6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7CA7FC3C" w14:textId="77777777" w:rsidR="006E326C" w:rsidRPr="00E51ED6" w:rsidRDefault="006E326C" w:rsidP="008E21B9">
            <w:pPr>
              <w:pStyle w:val="Listofabbreviations"/>
            </w:pPr>
          </w:p>
        </w:tc>
      </w:tr>
      <w:tr w:rsidR="006E326C" w:rsidRPr="007A5B4B" w14:paraId="79A5410B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1EDFD17A" w14:textId="77777777" w:rsidR="006E326C" w:rsidRPr="00E51ED6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0B73EF05" w14:textId="77777777" w:rsidR="006E326C" w:rsidRPr="00E51ED6" w:rsidRDefault="006E326C" w:rsidP="008E21B9">
            <w:pPr>
              <w:pStyle w:val="Listofabbreviations"/>
            </w:pPr>
          </w:p>
        </w:tc>
      </w:tr>
      <w:tr w:rsidR="006E326C" w:rsidRPr="007A5B4B" w14:paraId="624544DF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53BD45F8" w14:textId="77777777" w:rsidR="006E326C" w:rsidRPr="00345CE8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1F32286B" w14:textId="77777777" w:rsidR="006E326C" w:rsidRDefault="006E326C" w:rsidP="008E21B9">
            <w:pPr>
              <w:pStyle w:val="Listofabbreviations"/>
            </w:pPr>
          </w:p>
        </w:tc>
      </w:tr>
      <w:tr w:rsidR="006E326C" w:rsidRPr="007A5B4B" w14:paraId="775E4AC1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166FFB1A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6100D0FC" w14:textId="77777777" w:rsidR="006E326C" w:rsidRPr="007A5B4B" w:rsidRDefault="006E326C" w:rsidP="008E21B9">
            <w:pPr>
              <w:pStyle w:val="Listofabbreviations"/>
            </w:pPr>
          </w:p>
        </w:tc>
      </w:tr>
      <w:tr w:rsidR="006E326C" w:rsidRPr="007A5B4B" w14:paraId="57F305D5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7766CDF0" w14:textId="77777777" w:rsidR="006E326C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3DF76BE5" w14:textId="77777777" w:rsidR="006E326C" w:rsidRDefault="006E326C" w:rsidP="008E21B9">
            <w:pPr>
              <w:pStyle w:val="Listofabbreviations"/>
            </w:pPr>
          </w:p>
        </w:tc>
      </w:tr>
      <w:tr w:rsidR="006E326C" w:rsidRPr="007A5B4B" w14:paraId="59A92266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2133ADD3" w14:textId="77777777" w:rsidR="006E326C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56A02B47" w14:textId="77777777" w:rsidR="006E326C" w:rsidRDefault="006E326C" w:rsidP="008E21B9">
            <w:pPr>
              <w:pStyle w:val="Listofabbreviations"/>
            </w:pPr>
          </w:p>
        </w:tc>
      </w:tr>
      <w:tr w:rsidR="006E326C" w:rsidRPr="007A5B4B" w14:paraId="64537A60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48999A91" w14:textId="77777777" w:rsidR="006E326C" w:rsidRPr="00E51ED6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47CB7BA6" w14:textId="77777777" w:rsidR="006E326C" w:rsidRPr="00E51ED6" w:rsidRDefault="006E326C" w:rsidP="008E21B9">
            <w:pPr>
              <w:pStyle w:val="Listofabbreviations"/>
            </w:pPr>
          </w:p>
        </w:tc>
      </w:tr>
      <w:tr w:rsidR="00636ACC" w:rsidRPr="007A5B4B" w14:paraId="52024009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718AA45E" w14:textId="77777777" w:rsidR="00636ACC" w:rsidRPr="008E21B9" w:rsidRDefault="00636ACC" w:rsidP="008A1F76">
            <w:pPr>
              <w:pStyle w:val="Listofabbreviations"/>
            </w:pPr>
            <w:r w:rsidRPr="008E21B9">
              <w:t>VET</w:t>
            </w:r>
          </w:p>
        </w:tc>
        <w:tc>
          <w:tcPr>
            <w:tcW w:w="6338" w:type="dxa"/>
          </w:tcPr>
          <w:p w14:paraId="6ED08EC6" w14:textId="77777777" w:rsidR="00636ACC" w:rsidRPr="008E21B9" w:rsidRDefault="00636ACC" w:rsidP="00F409A2">
            <w:pPr>
              <w:pStyle w:val="Listofabbreviations"/>
            </w:pPr>
            <w:r w:rsidRPr="008E21B9">
              <w:t>vocational education and training</w:t>
            </w:r>
          </w:p>
        </w:tc>
      </w:tr>
      <w:tr w:rsidR="006E326C" w:rsidRPr="007A5B4B" w14:paraId="5FD6BA7A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3B5F67B8" w14:textId="77777777" w:rsidR="006E326C" w:rsidRPr="00E51ED6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561ADE80" w14:textId="77777777" w:rsidR="006E326C" w:rsidRPr="00E51ED6" w:rsidRDefault="006E326C" w:rsidP="008E21B9">
            <w:pPr>
              <w:pStyle w:val="Listofabbreviations"/>
            </w:pPr>
          </w:p>
        </w:tc>
      </w:tr>
      <w:tr w:rsidR="006E326C" w:rsidRPr="007A5B4B" w14:paraId="49925C26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4BBCBC53" w14:textId="77777777" w:rsidR="006E326C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2291AC79" w14:textId="77777777" w:rsidR="006E326C" w:rsidRPr="009F4F0E" w:rsidRDefault="006E326C" w:rsidP="008E21B9">
            <w:pPr>
              <w:pStyle w:val="Listofabbreviations"/>
            </w:pPr>
          </w:p>
        </w:tc>
      </w:tr>
      <w:tr w:rsidR="006E326C" w:rsidRPr="00C5449E" w14:paraId="3FC557C4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0EE5EE81" w14:textId="77777777" w:rsidR="006E326C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25FB9665" w14:textId="77777777" w:rsidR="006E326C" w:rsidRPr="008E21B9" w:rsidRDefault="006E326C" w:rsidP="008E21B9">
            <w:pPr>
              <w:pStyle w:val="Listofabbreviations"/>
            </w:pPr>
          </w:p>
        </w:tc>
      </w:tr>
      <w:tr w:rsidR="006E326C" w:rsidRPr="007A5B4B" w14:paraId="4089822C" w14:textId="77777777" w:rsidTr="00636AC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808" w:type="dxa"/>
            <w:shd w:val="clear" w:color="auto" w:fill="DBE5F1"/>
          </w:tcPr>
          <w:p w14:paraId="10C4C117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67303C63" w14:textId="77777777" w:rsidR="006E326C" w:rsidRPr="007A5B4B" w:rsidRDefault="006E326C" w:rsidP="008E21B9">
            <w:pPr>
              <w:pStyle w:val="Listofabbreviations"/>
            </w:pPr>
          </w:p>
        </w:tc>
      </w:tr>
      <w:tr w:rsidR="006E326C" w:rsidRPr="007A5B4B" w14:paraId="4CB63802" w14:textId="77777777" w:rsidTr="00636AC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808" w:type="dxa"/>
            <w:shd w:val="clear" w:color="auto" w:fill="DBE5F1"/>
          </w:tcPr>
          <w:p w14:paraId="7653B483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04410054" w14:textId="77777777" w:rsidR="006E326C" w:rsidRPr="007A5B4B" w:rsidRDefault="006E326C" w:rsidP="008E21B9">
            <w:pPr>
              <w:pStyle w:val="Listofabbreviations"/>
            </w:pPr>
          </w:p>
        </w:tc>
      </w:tr>
      <w:tr w:rsidR="006E326C" w:rsidRPr="007A5B4B" w14:paraId="0C59ECE7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058F85FD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6E13E58B" w14:textId="77777777" w:rsidR="006E326C" w:rsidRPr="007A5B4B" w:rsidRDefault="006E326C" w:rsidP="008E21B9">
            <w:pPr>
              <w:pStyle w:val="Listofabbreviations"/>
            </w:pPr>
          </w:p>
        </w:tc>
      </w:tr>
      <w:tr w:rsidR="006E326C" w:rsidRPr="007A5B4B" w14:paraId="3B407D22" w14:textId="77777777" w:rsidTr="00636AC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808" w:type="dxa"/>
            <w:shd w:val="clear" w:color="auto" w:fill="DBE5F1"/>
          </w:tcPr>
          <w:p w14:paraId="70E20081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293A439C" w14:textId="77777777" w:rsidR="006E326C" w:rsidRPr="007A5B4B" w:rsidRDefault="006E326C" w:rsidP="008E21B9">
            <w:pPr>
              <w:pStyle w:val="Listofabbreviations"/>
            </w:pPr>
          </w:p>
        </w:tc>
      </w:tr>
      <w:tr w:rsidR="006E326C" w:rsidRPr="00E51ED6" w14:paraId="02023403" w14:textId="77777777" w:rsidTr="00636AC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808" w:type="dxa"/>
            <w:shd w:val="clear" w:color="auto" w:fill="DBE5F1"/>
          </w:tcPr>
          <w:p w14:paraId="340D4370" w14:textId="77777777" w:rsidR="006E326C" w:rsidRPr="00E51ED6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7BE10177" w14:textId="77777777" w:rsidR="006E326C" w:rsidRPr="00E51ED6" w:rsidRDefault="006E326C" w:rsidP="008E21B9">
            <w:pPr>
              <w:pStyle w:val="Listofabbreviations"/>
            </w:pPr>
          </w:p>
        </w:tc>
      </w:tr>
      <w:tr w:rsidR="006E326C" w:rsidRPr="00E51ED6" w14:paraId="225E9B08" w14:textId="77777777" w:rsidTr="00636AC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808" w:type="dxa"/>
            <w:shd w:val="clear" w:color="auto" w:fill="DBE5F1"/>
          </w:tcPr>
          <w:p w14:paraId="2991FB48" w14:textId="77777777" w:rsidR="006E326C" w:rsidRPr="004F6949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6061C8BB" w14:textId="77777777" w:rsidR="006E326C" w:rsidRPr="004F6949" w:rsidRDefault="006E326C" w:rsidP="008E21B9">
            <w:pPr>
              <w:pStyle w:val="Listofabbreviations"/>
            </w:pPr>
          </w:p>
        </w:tc>
      </w:tr>
      <w:tr w:rsidR="006E326C" w:rsidRPr="00E51ED6" w14:paraId="5BE71694" w14:textId="77777777" w:rsidTr="00636AC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808" w:type="dxa"/>
            <w:shd w:val="clear" w:color="auto" w:fill="DBE5F1"/>
          </w:tcPr>
          <w:p w14:paraId="226E475E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7BB4A33B" w14:textId="77777777" w:rsidR="006E326C" w:rsidRPr="00D86209" w:rsidRDefault="006E326C" w:rsidP="008E21B9">
            <w:pPr>
              <w:pStyle w:val="Listofabbreviations"/>
            </w:pPr>
          </w:p>
        </w:tc>
      </w:tr>
      <w:tr w:rsidR="006E326C" w:rsidRPr="00E51ED6" w14:paraId="25587C2B" w14:textId="77777777" w:rsidTr="00636AC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808" w:type="dxa"/>
            <w:shd w:val="clear" w:color="auto" w:fill="DBE5F1"/>
          </w:tcPr>
          <w:p w14:paraId="4B5A0741" w14:textId="77777777" w:rsidR="006E326C" w:rsidRPr="00E51ED6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57D51A22" w14:textId="77777777" w:rsidR="006E326C" w:rsidRPr="00E51ED6" w:rsidRDefault="006E326C" w:rsidP="008E21B9">
            <w:pPr>
              <w:pStyle w:val="Listofabbreviations"/>
            </w:pPr>
          </w:p>
        </w:tc>
      </w:tr>
      <w:tr w:rsidR="006E326C" w:rsidRPr="007A5B4B" w14:paraId="1EF4B972" w14:textId="77777777" w:rsidTr="00636ACC">
        <w:trPr>
          <w:trHeight w:val="255"/>
        </w:trPr>
        <w:tc>
          <w:tcPr>
            <w:tcW w:w="1808" w:type="dxa"/>
            <w:shd w:val="clear" w:color="auto" w:fill="DBE5F1"/>
          </w:tcPr>
          <w:p w14:paraId="4EA05416" w14:textId="77777777" w:rsidR="006E326C" w:rsidRPr="007A5B4B" w:rsidRDefault="006E326C" w:rsidP="008E21B9">
            <w:pPr>
              <w:pStyle w:val="Listofabbreviations"/>
            </w:pPr>
          </w:p>
        </w:tc>
        <w:tc>
          <w:tcPr>
            <w:tcW w:w="6338" w:type="dxa"/>
          </w:tcPr>
          <w:p w14:paraId="77C6C15B" w14:textId="77777777" w:rsidR="006E326C" w:rsidRPr="007A5B4B" w:rsidRDefault="006E326C" w:rsidP="008E21B9">
            <w:pPr>
              <w:pStyle w:val="Listofabbreviations"/>
            </w:pPr>
          </w:p>
        </w:tc>
      </w:tr>
    </w:tbl>
    <w:p w14:paraId="2D7B07C8" w14:textId="77777777" w:rsidR="006E326C" w:rsidRPr="00A624FE" w:rsidRDefault="006E326C" w:rsidP="006E326C">
      <w:pPr>
        <w:pStyle w:val="Heading1notnumbered"/>
      </w:pPr>
      <w:bookmarkStart w:id="40" w:name="_Toc507498574"/>
      <w:bookmarkStart w:id="41" w:name="_Toc507499322"/>
      <w:bookmarkStart w:id="42" w:name="_Toc512348347"/>
      <w:r w:rsidRPr="00A624FE">
        <w:lastRenderedPageBreak/>
        <w:t>References</w:t>
      </w:r>
      <w:bookmarkEnd w:id="40"/>
      <w:bookmarkEnd w:id="41"/>
      <w:bookmarkEnd w:id="42"/>
    </w:p>
    <w:p w14:paraId="63E6546D" w14:textId="77777777" w:rsidR="00611F7B" w:rsidRDefault="00611F7B" w:rsidP="006E326C">
      <w:pPr>
        <w:pStyle w:val="Normalnoindentfirstparagraphafteraheading"/>
      </w:pPr>
    </w:p>
    <w:p w14:paraId="7633ABD1" w14:textId="77777777" w:rsidR="00611F7B" w:rsidRPr="00611F7B" w:rsidRDefault="006E326C" w:rsidP="006E326C">
      <w:pPr>
        <w:pStyle w:val="Normalnoindentfirstparagraphafteraheading"/>
      </w:pPr>
      <w:r w:rsidRPr="00611F7B">
        <w:t xml:space="preserve">URLs accessed </w:t>
      </w:r>
      <w:proofErr w:type="gramStart"/>
      <w:r w:rsidR="00611F7B" w:rsidRPr="00611F7B">
        <w:t>28</w:t>
      </w:r>
      <w:r w:rsidRPr="00611F7B">
        <w:t>.8.201</w:t>
      </w:r>
      <w:r w:rsidR="00611F7B" w:rsidRPr="00611F7B">
        <w:t>8</w:t>
      </w:r>
      <w:proofErr w:type="gramEnd"/>
      <w:r w:rsidR="00702711" w:rsidRPr="00611F7B">
        <w:t xml:space="preserve"> </w:t>
      </w:r>
    </w:p>
    <w:p w14:paraId="37535E8C" w14:textId="77777777" w:rsidR="00F651F6" w:rsidRDefault="00F651F6" w:rsidP="008E21B9">
      <w:pPr>
        <w:spacing w:after="60" w:line="280" w:lineRule="exact"/>
        <w:ind w:left="454" w:hanging="454"/>
        <w:rPr>
          <w:rFonts w:cs="Arial"/>
        </w:rPr>
      </w:pPr>
    </w:p>
    <w:p w14:paraId="16425F90" w14:textId="77777777" w:rsidR="00722736" w:rsidRDefault="00722736" w:rsidP="008E21B9">
      <w:pPr>
        <w:spacing w:after="60" w:line="280" w:lineRule="exact"/>
        <w:ind w:left="454" w:hanging="454"/>
        <w:rPr>
          <w:rFonts w:cs="Arial"/>
        </w:rPr>
      </w:pPr>
    </w:p>
    <w:p w14:paraId="33C3324F" w14:textId="63E6A9A0" w:rsidR="00D07F13" w:rsidRDefault="00D07F13" w:rsidP="00D07F13">
      <w:pPr>
        <w:pStyle w:val="Bibliographytext"/>
        <w:jc w:val="left"/>
        <w:rPr>
          <w:lang w:eastAsia="el-GR"/>
        </w:rPr>
      </w:pPr>
      <w:r w:rsidRPr="00D07F13">
        <w:rPr>
          <w:lang w:eastAsia="el-GR"/>
        </w:rPr>
        <w:t xml:space="preserve">Cedefop (2023). </w:t>
      </w:r>
      <w:r w:rsidRPr="00D07F13">
        <w:rPr>
          <w:i/>
          <w:iCs/>
          <w:lang w:eastAsia="el-GR"/>
        </w:rPr>
        <w:t>The future of work is learning: C</w:t>
      </w:r>
      <w:r w:rsidRPr="00D07F13">
        <w:rPr>
          <w:i/>
          <w:iCs/>
          <w:lang w:eastAsia="el-GR"/>
        </w:rPr>
        <w:t>edefop</w:t>
      </w:r>
      <w:r w:rsidRPr="00D07F13">
        <w:rPr>
          <w:i/>
          <w:iCs/>
          <w:lang w:eastAsia="el-GR"/>
        </w:rPr>
        <w:t xml:space="preserve"> in 2022</w:t>
      </w:r>
      <w:r>
        <w:rPr>
          <w:lang w:eastAsia="el-GR"/>
        </w:rPr>
        <w:t>.</w:t>
      </w:r>
      <w:r w:rsidRPr="00D07F13">
        <w:rPr>
          <w:lang w:eastAsia="el-GR"/>
        </w:rPr>
        <w:t xml:space="preserve"> Publications Office of the European Union. </w:t>
      </w:r>
      <w:hyperlink r:id="rId8" w:history="1">
        <w:r w:rsidRPr="00C675A8">
          <w:rPr>
            <w:rStyle w:val="Hyperlink"/>
            <w:lang w:eastAsia="el-GR"/>
          </w:rPr>
          <w:t>https://data.europa.eu/doi/10.2801/926507</w:t>
        </w:r>
      </w:hyperlink>
      <w:r>
        <w:rPr>
          <w:lang w:eastAsia="el-GR"/>
        </w:rPr>
        <w:t xml:space="preserve"> </w:t>
      </w:r>
    </w:p>
    <w:p w14:paraId="41A18372" w14:textId="6DDC35E8" w:rsidR="00D07F13" w:rsidRDefault="00D07F13" w:rsidP="00D07F13">
      <w:pPr>
        <w:pStyle w:val="Bibliographytext"/>
        <w:jc w:val="left"/>
        <w:rPr>
          <w:lang w:eastAsia="el-GR"/>
        </w:rPr>
      </w:pPr>
      <w:r w:rsidRPr="00D07F13">
        <w:rPr>
          <w:lang w:eastAsia="el-GR"/>
        </w:rPr>
        <w:t>Cedefop</w:t>
      </w:r>
      <w:r>
        <w:rPr>
          <w:lang w:eastAsia="el-GR"/>
        </w:rPr>
        <w:t xml:space="preserve"> (2023).</w:t>
      </w:r>
      <w:r w:rsidRPr="00D07F13">
        <w:rPr>
          <w:lang w:eastAsia="el-GR"/>
        </w:rPr>
        <w:t xml:space="preserve"> </w:t>
      </w:r>
      <w:r w:rsidRPr="00D07F13">
        <w:rPr>
          <w:i/>
          <w:iCs/>
          <w:lang w:eastAsia="el-GR"/>
        </w:rPr>
        <w:t xml:space="preserve">Working together towards attractive, inclusive, innovative, </w:t>
      </w:r>
      <w:proofErr w:type="gramStart"/>
      <w:r w:rsidRPr="00D07F13">
        <w:rPr>
          <w:i/>
          <w:iCs/>
          <w:lang w:eastAsia="el-GR"/>
        </w:rPr>
        <w:t>agile</w:t>
      </w:r>
      <w:proofErr w:type="gramEnd"/>
      <w:r w:rsidRPr="00D07F13">
        <w:rPr>
          <w:i/>
          <w:iCs/>
          <w:lang w:eastAsia="el-GR"/>
        </w:rPr>
        <w:t xml:space="preserve"> and flexible VET</w:t>
      </w:r>
      <w:r w:rsidRPr="00D07F13">
        <w:rPr>
          <w:i/>
          <w:iCs/>
          <w:lang w:eastAsia="el-GR"/>
        </w:rPr>
        <w:t xml:space="preserve">: </w:t>
      </w:r>
      <w:r w:rsidRPr="00D07F13">
        <w:rPr>
          <w:i/>
          <w:iCs/>
          <w:lang w:eastAsia="el-GR"/>
        </w:rPr>
        <w:t>Cedefop monitors and analyses European countries’ VET and lifelong learning policy and practice in support of common goals</w:t>
      </w:r>
      <w:r>
        <w:rPr>
          <w:i/>
          <w:iCs/>
          <w:lang w:eastAsia="el-GR"/>
        </w:rPr>
        <w:t>.</w:t>
      </w:r>
      <w:r w:rsidRPr="00D07F13">
        <w:rPr>
          <w:lang w:eastAsia="el-GR"/>
        </w:rPr>
        <w:t xml:space="preserve"> Publications Office of the European Union</w:t>
      </w:r>
      <w:r>
        <w:rPr>
          <w:lang w:eastAsia="el-GR"/>
        </w:rPr>
        <w:t>.</w:t>
      </w:r>
      <w:r w:rsidRPr="00D07F13">
        <w:rPr>
          <w:lang w:eastAsia="el-GR"/>
        </w:rPr>
        <w:t xml:space="preserve"> </w:t>
      </w:r>
      <w:hyperlink r:id="rId9" w:history="1">
        <w:r w:rsidRPr="00C675A8">
          <w:rPr>
            <w:rStyle w:val="Hyperlink"/>
            <w:lang w:eastAsia="el-GR"/>
          </w:rPr>
          <w:t>https://data.europa.eu/doi/10.2801/825352</w:t>
        </w:r>
      </w:hyperlink>
      <w:r>
        <w:rPr>
          <w:lang w:eastAsia="el-GR"/>
        </w:rPr>
        <w:t xml:space="preserve"> </w:t>
      </w:r>
    </w:p>
    <w:p w14:paraId="58C6527D" w14:textId="77777777" w:rsidR="00D07F13" w:rsidRPr="00D07F13" w:rsidRDefault="00D07F13" w:rsidP="00D07F13">
      <w:pPr>
        <w:pStyle w:val="Bibliographytext"/>
      </w:pPr>
      <w:r w:rsidRPr="00336F70">
        <w:rPr>
          <w:lang w:eastAsia="en-US"/>
        </w:rPr>
        <w:t xml:space="preserve">Cedefop; European Commission; ICF (2017). </w:t>
      </w:r>
      <w:r w:rsidRPr="00336F70">
        <w:rPr>
          <w:i/>
          <w:lang w:eastAsia="en-US"/>
        </w:rPr>
        <w:t xml:space="preserve">2016 update to the European inventory on validation of non-formal and informal learning: country report: Italy. </w:t>
      </w:r>
      <w:r w:rsidRPr="00D07F13">
        <w:rPr>
          <w:lang w:eastAsia="en-US"/>
        </w:rPr>
        <w:t>Luxembourg: Publications Office.</w:t>
      </w:r>
      <w:r w:rsidRPr="00D07F13">
        <w:rPr>
          <w:lang w:eastAsia="en-US"/>
        </w:rPr>
        <w:tab/>
      </w:r>
      <w:r w:rsidRPr="00D07F13">
        <w:t xml:space="preserve"> </w:t>
      </w:r>
    </w:p>
    <w:p w14:paraId="4B5758F4" w14:textId="77777777" w:rsidR="00D07F13" w:rsidRDefault="00D07F13" w:rsidP="00D07F13">
      <w:pPr>
        <w:pStyle w:val="Bibliographytext"/>
        <w:ind w:firstLine="0"/>
        <w:rPr>
          <w:rStyle w:val="Hyperlink"/>
          <w:lang w:val="fr-FR"/>
        </w:rPr>
      </w:pPr>
      <w:hyperlink r:id="rId10" w:history="1">
        <w:r w:rsidRPr="00D07F13">
          <w:rPr>
            <w:rStyle w:val="Hyperlink"/>
          </w:rPr>
          <w:t>https://cumulus.cedefop.europa.eu/files/vetelib/2016/2016_validate_IT.pdf</w:t>
        </w:r>
      </w:hyperlink>
    </w:p>
    <w:p w14:paraId="57D5F5E9" w14:textId="77777777" w:rsidR="00722736" w:rsidRPr="00D07F13" w:rsidRDefault="00722736" w:rsidP="00722736">
      <w:pPr>
        <w:pStyle w:val="Bibliographytext"/>
        <w:jc w:val="left"/>
        <w:rPr>
          <w:lang w:eastAsia="el-GR"/>
        </w:rPr>
      </w:pPr>
      <w:r w:rsidRPr="00722736">
        <w:rPr>
          <w:lang w:val="fr-FR" w:eastAsia="el-GR"/>
        </w:rPr>
        <w:t xml:space="preserve">Dwivedi, Y. K., Hughes, L., </w:t>
      </w:r>
      <w:proofErr w:type="spellStart"/>
      <w:r w:rsidRPr="00722736">
        <w:rPr>
          <w:lang w:val="fr-FR" w:eastAsia="el-GR"/>
        </w:rPr>
        <w:t>Ismagilova</w:t>
      </w:r>
      <w:proofErr w:type="spellEnd"/>
      <w:r w:rsidRPr="00722736">
        <w:rPr>
          <w:lang w:val="fr-FR" w:eastAsia="el-GR"/>
        </w:rPr>
        <w:t xml:space="preserve">, E., </w:t>
      </w:r>
      <w:proofErr w:type="spellStart"/>
      <w:r w:rsidRPr="00722736">
        <w:rPr>
          <w:lang w:val="fr-FR" w:eastAsia="el-GR"/>
        </w:rPr>
        <w:t>Aarts</w:t>
      </w:r>
      <w:proofErr w:type="spellEnd"/>
      <w:r w:rsidRPr="00722736">
        <w:rPr>
          <w:lang w:val="fr-FR" w:eastAsia="el-GR"/>
        </w:rPr>
        <w:t xml:space="preserve">, G., Coombs, C., Crick, T., Duan, Y., Dwivedi, R., Edwards, J. S., </w:t>
      </w:r>
      <w:proofErr w:type="spellStart"/>
      <w:r w:rsidRPr="00722736">
        <w:rPr>
          <w:lang w:val="fr-FR" w:eastAsia="el-GR"/>
        </w:rPr>
        <w:t>Eirug</w:t>
      </w:r>
      <w:proofErr w:type="spellEnd"/>
      <w:r w:rsidRPr="00722736">
        <w:rPr>
          <w:lang w:val="fr-FR" w:eastAsia="el-GR"/>
        </w:rPr>
        <w:t xml:space="preserve">, A., </w:t>
      </w:r>
      <w:proofErr w:type="spellStart"/>
      <w:r w:rsidRPr="00722736">
        <w:rPr>
          <w:lang w:val="fr-FR" w:eastAsia="el-GR"/>
        </w:rPr>
        <w:t>Galanos</w:t>
      </w:r>
      <w:proofErr w:type="spellEnd"/>
      <w:r w:rsidRPr="00722736">
        <w:rPr>
          <w:lang w:val="fr-FR" w:eastAsia="el-GR"/>
        </w:rPr>
        <w:t xml:space="preserve">, V., </w:t>
      </w:r>
      <w:proofErr w:type="spellStart"/>
      <w:r w:rsidRPr="00722736">
        <w:rPr>
          <w:lang w:val="fr-FR" w:eastAsia="el-GR"/>
        </w:rPr>
        <w:t>Ilavarasan</w:t>
      </w:r>
      <w:proofErr w:type="spellEnd"/>
      <w:r w:rsidRPr="00722736">
        <w:rPr>
          <w:lang w:val="fr-FR" w:eastAsia="el-GR"/>
        </w:rPr>
        <w:t xml:space="preserve">, P. V., Janssen, M., Jones, P., Kar, A. K., </w:t>
      </w:r>
      <w:proofErr w:type="spellStart"/>
      <w:r w:rsidRPr="00722736">
        <w:rPr>
          <w:lang w:val="fr-FR" w:eastAsia="el-GR"/>
        </w:rPr>
        <w:t>Kizgin</w:t>
      </w:r>
      <w:proofErr w:type="spellEnd"/>
      <w:r w:rsidRPr="00722736">
        <w:rPr>
          <w:lang w:val="fr-FR" w:eastAsia="el-GR"/>
        </w:rPr>
        <w:t xml:space="preserve">, H., </w:t>
      </w:r>
      <w:proofErr w:type="spellStart"/>
      <w:r w:rsidRPr="00722736">
        <w:rPr>
          <w:lang w:val="fr-FR" w:eastAsia="el-GR"/>
        </w:rPr>
        <w:t>Kronemann</w:t>
      </w:r>
      <w:proofErr w:type="spellEnd"/>
      <w:r w:rsidRPr="00722736">
        <w:rPr>
          <w:lang w:val="fr-FR" w:eastAsia="el-GR"/>
        </w:rPr>
        <w:t xml:space="preserve">, B., Lal, B., </w:t>
      </w:r>
      <w:proofErr w:type="spellStart"/>
      <w:r w:rsidRPr="00722736">
        <w:rPr>
          <w:lang w:val="fr-FR" w:eastAsia="el-GR"/>
        </w:rPr>
        <w:t>Lucini</w:t>
      </w:r>
      <w:proofErr w:type="spellEnd"/>
      <w:r w:rsidRPr="00722736">
        <w:rPr>
          <w:lang w:val="fr-FR" w:eastAsia="el-GR"/>
        </w:rPr>
        <w:t xml:space="preserve">, B., . . . </w:t>
      </w:r>
      <w:r w:rsidRPr="00722736">
        <w:rPr>
          <w:lang w:eastAsia="el-GR"/>
        </w:rPr>
        <w:t xml:space="preserve">Williams, M. D. (2021). Artificial Intelligence (AI): Multidisciplinary perspectives on emerging challenges, opportunities, and agenda for research, </w:t>
      </w:r>
      <w:proofErr w:type="gramStart"/>
      <w:r w:rsidRPr="00722736">
        <w:rPr>
          <w:lang w:eastAsia="el-GR"/>
        </w:rPr>
        <w:t>practice</w:t>
      </w:r>
      <w:proofErr w:type="gramEnd"/>
      <w:r w:rsidRPr="00722736">
        <w:rPr>
          <w:lang w:eastAsia="el-GR"/>
        </w:rPr>
        <w:t xml:space="preserve"> and policy.</w:t>
      </w:r>
      <w:r w:rsidRPr="00722736">
        <w:rPr>
          <w:i/>
          <w:iCs/>
          <w:lang w:eastAsia="el-GR"/>
        </w:rPr>
        <w:t xml:space="preserve"> International Journal of Information Management</w:t>
      </w:r>
      <w:r w:rsidRPr="00722736">
        <w:rPr>
          <w:lang w:eastAsia="el-GR"/>
        </w:rPr>
        <w:t xml:space="preserve">, 57, 101994. </w:t>
      </w:r>
      <w:hyperlink r:id="rId11" w:history="1">
        <w:r w:rsidRPr="00C675A8">
          <w:rPr>
            <w:rStyle w:val="Hyperlink"/>
            <w:lang w:eastAsia="el-GR"/>
          </w:rPr>
          <w:t>https://doi.org/10.1016/j.ijinfomgt.2019.08.002</w:t>
        </w:r>
      </w:hyperlink>
      <w:r>
        <w:rPr>
          <w:lang w:eastAsia="el-GR"/>
        </w:rPr>
        <w:t xml:space="preserve"> </w:t>
      </w:r>
    </w:p>
    <w:p w14:paraId="4369B911" w14:textId="50FBDD80" w:rsidR="00722736" w:rsidRDefault="00722736" w:rsidP="00722736">
      <w:pPr>
        <w:pStyle w:val="Bibliographytext"/>
      </w:pPr>
      <w:r w:rsidRPr="00722736">
        <w:t xml:space="preserve">European Commission, </w:t>
      </w:r>
      <w:proofErr w:type="spellStart"/>
      <w:r w:rsidRPr="00722736">
        <w:t>Duell</w:t>
      </w:r>
      <w:proofErr w:type="spellEnd"/>
      <w:r w:rsidRPr="00722736">
        <w:t xml:space="preserve">, N., </w:t>
      </w:r>
      <w:proofErr w:type="spellStart"/>
      <w:r w:rsidRPr="00722736">
        <w:t>Guzi</w:t>
      </w:r>
      <w:proofErr w:type="spellEnd"/>
      <w:r w:rsidRPr="00722736">
        <w:t xml:space="preserve">, M., </w:t>
      </w:r>
      <w:r>
        <w:t xml:space="preserve">&amp; </w:t>
      </w:r>
      <w:proofErr w:type="spellStart"/>
      <w:r w:rsidRPr="00722736">
        <w:t>Kahancová</w:t>
      </w:r>
      <w:proofErr w:type="spellEnd"/>
      <w:r w:rsidRPr="00722736">
        <w:t xml:space="preserve">, M. (2023). </w:t>
      </w:r>
      <w:r w:rsidRPr="00722736">
        <w:rPr>
          <w:i/>
          <w:iCs/>
        </w:rPr>
        <w:t>Skills shortages and structural changes in the labour market during COVID 19 and in the context of the digital and green transitions: thematic review 2023: synthesis report</w:t>
      </w:r>
      <w:r w:rsidRPr="00722736">
        <w:rPr>
          <w:i/>
          <w:iCs/>
        </w:rPr>
        <w:t>.</w:t>
      </w:r>
      <w:r w:rsidRPr="00722736">
        <w:rPr>
          <w:i/>
          <w:iCs/>
        </w:rPr>
        <w:t xml:space="preserve"> </w:t>
      </w:r>
      <w:r w:rsidRPr="00722736">
        <w:t xml:space="preserve">Publications Office of the European Union. </w:t>
      </w:r>
      <w:hyperlink r:id="rId12" w:history="1">
        <w:r w:rsidRPr="00C675A8">
          <w:rPr>
            <w:rStyle w:val="Hyperlink"/>
          </w:rPr>
          <w:t>https://data.europa.eu/doi/10.2767/807269</w:t>
        </w:r>
      </w:hyperlink>
      <w:r>
        <w:t xml:space="preserve"> </w:t>
      </w:r>
    </w:p>
    <w:p w14:paraId="3D20FD35" w14:textId="77777777" w:rsidR="00AD18D7" w:rsidRDefault="00AD18D7" w:rsidP="00AD18D7">
      <w:pPr>
        <w:pStyle w:val="Bibliographytext"/>
        <w:jc w:val="left"/>
        <w:rPr>
          <w:lang w:eastAsia="el-GR"/>
        </w:rPr>
      </w:pPr>
      <w:r w:rsidRPr="00AD18D7">
        <w:rPr>
          <w:lang w:eastAsia="el-GR"/>
        </w:rPr>
        <w:t xml:space="preserve">Grady, J. S., Her, M., Moreno, G., Perez, C., &amp; </w:t>
      </w:r>
      <w:proofErr w:type="spellStart"/>
      <w:r w:rsidRPr="00AD18D7">
        <w:rPr>
          <w:lang w:eastAsia="el-GR"/>
        </w:rPr>
        <w:t>Yelinek</w:t>
      </w:r>
      <w:proofErr w:type="spellEnd"/>
      <w:r w:rsidRPr="00AD18D7">
        <w:rPr>
          <w:lang w:eastAsia="el-GR"/>
        </w:rPr>
        <w:t xml:space="preserve">, J. (2019). Emotions in storybooks: </w:t>
      </w:r>
      <w:r>
        <w:rPr>
          <w:lang w:eastAsia="el-GR"/>
        </w:rPr>
        <w:t>a</w:t>
      </w:r>
      <w:r w:rsidRPr="00AD18D7">
        <w:rPr>
          <w:lang w:eastAsia="el-GR"/>
        </w:rPr>
        <w:t xml:space="preserve"> comparison of storybooks that represent ethnic and racial groups in the United States. </w:t>
      </w:r>
      <w:r w:rsidRPr="00AD18D7">
        <w:rPr>
          <w:i/>
          <w:iCs/>
          <w:lang w:eastAsia="el-GR"/>
        </w:rPr>
        <w:t>Psychology of Popular Media Culture</w:t>
      </w:r>
      <w:r w:rsidRPr="00AD18D7">
        <w:rPr>
          <w:lang w:eastAsia="el-GR"/>
        </w:rPr>
        <w:t xml:space="preserve">, 8(3), 207–217. </w:t>
      </w:r>
      <w:hyperlink r:id="rId13" w:history="1">
        <w:r w:rsidRPr="00C675A8">
          <w:rPr>
            <w:rStyle w:val="Hyperlink"/>
            <w:lang w:eastAsia="el-GR"/>
          </w:rPr>
          <w:t>https://doi.org/10.1037/ppm0000185</w:t>
        </w:r>
      </w:hyperlink>
      <w:r>
        <w:rPr>
          <w:lang w:eastAsia="el-GR"/>
        </w:rPr>
        <w:t xml:space="preserve"> </w:t>
      </w:r>
    </w:p>
    <w:p w14:paraId="08AF0273" w14:textId="018392B8" w:rsidR="00AD18D7" w:rsidRDefault="00AD18D7" w:rsidP="00AD18D7">
      <w:pPr>
        <w:pStyle w:val="Bibliographytext"/>
        <w:jc w:val="left"/>
        <w:rPr>
          <w:lang w:eastAsia="el-GR"/>
        </w:rPr>
      </w:pPr>
      <w:proofErr w:type="spellStart"/>
      <w:r w:rsidRPr="00AD18D7">
        <w:rPr>
          <w:lang w:eastAsia="el-GR"/>
        </w:rPr>
        <w:t>Hippe</w:t>
      </w:r>
      <w:proofErr w:type="spellEnd"/>
      <w:r w:rsidRPr="00AD18D7">
        <w:rPr>
          <w:lang w:eastAsia="el-GR"/>
        </w:rPr>
        <w:t>, R.</w:t>
      </w:r>
      <w:r>
        <w:rPr>
          <w:lang w:eastAsia="el-GR"/>
        </w:rPr>
        <w:t>, &amp;</w:t>
      </w:r>
      <w:r w:rsidRPr="00AD18D7">
        <w:rPr>
          <w:lang w:eastAsia="el-GR"/>
        </w:rPr>
        <w:t xml:space="preserve"> Jakubowski, Μ. (2022). </w:t>
      </w:r>
      <w:r w:rsidRPr="00AD18D7">
        <w:rPr>
          <w:i/>
          <w:iCs/>
          <w:lang w:eastAsia="el-GR"/>
        </w:rPr>
        <w:t xml:space="preserve">Is student digital competence shaped by schools or individual </w:t>
      </w:r>
      <w:proofErr w:type="gramStart"/>
      <w:r w:rsidRPr="00AD18D7">
        <w:rPr>
          <w:i/>
          <w:iCs/>
          <w:lang w:eastAsia="el-GR"/>
        </w:rPr>
        <w:t>factors?</w:t>
      </w:r>
      <w:proofErr w:type="gramEnd"/>
      <w:r w:rsidRPr="00AD18D7">
        <w:rPr>
          <w:i/>
          <w:iCs/>
          <w:lang w:eastAsia="el-GR"/>
        </w:rPr>
        <w:t xml:space="preserve"> Insights from SELFIE using multilevel models.</w:t>
      </w:r>
      <w:r w:rsidRPr="00AD18D7">
        <w:rPr>
          <w:lang w:eastAsia="el-GR"/>
        </w:rPr>
        <w:t xml:space="preserve"> Publications Office</w:t>
      </w:r>
      <w:r>
        <w:rPr>
          <w:lang w:eastAsia="el-GR"/>
        </w:rPr>
        <w:t xml:space="preserve"> of the European Union</w:t>
      </w:r>
      <w:r w:rsidRPr="00AD18D7">
        <w:rPr>
          <w:lang w:eastAsia="el-GR"/>
        </w:rPr>
        <w:t xml:space="preserve">. Cedefop working paper, 14. </w:t>
      </w:r>
      <w:hyperlink r:id="rId14" w:history="1">
        <w:r w:rsidRPr="00C675A8">
          <w:rPr>
            <w:rStyle w:val="Hyperlink"/>
            <w:lang w:eastAsia="el-GR"/>
          </w:rPr>
          <w:t>http://data.europa.eu/doi/10.2801/00684</w:t>
        </w:r>
      </w:hyperlink>
      <w:r>
        <w:rPr>
          <w:lang w:eastAsia="el-GR"/>
        </w:rPr>
        <w:t xml:space="preserve"> </w:t>
      </w:r>
    </w:p>
    <w:p w14:paraId="22A6D5FE" w14:textId="4F5C6892" w:rsidR="00722736" w:rsidRDefault="00AD18D7" w:rsidP="00D07F13">
      <w:pPr>
        <w:pStyle w:val="Bibliographytext"/>
        <w:jc w:val="left"/>
        <w:rPr>
          <w:lang w:eastAsia="el-GR"/>
        </w:rPr>
      </w:pPr>
      <w:r>
        <w:rPr>
          <w:lang w:val="fr-BE" w:eastAsia="el-GR"/>
        </w:rPr>
        <w:t>R</w:t>
      </w:r>
      <w:r w:rsidR="00722736" w:rsidRPr="00722736">
        <w:rPr>
          <w:lang w:val="fr-BE" w:eastAsia="el-GR"/>
        </w:rPr>
        <w:t xml:space="preserve">on, L., </w:t>
      </w:r>
      <w:proofErr w:type="spellStart"/>
      <w:r w:rsidR="00722736" w:rsidRPr="00722736">
        <w:rPr>
          <w:lang w:val="fr-BE" w:eastAsia="el-GR"/>
        </w:rPr>
        <w:t>Botella</w:t>
      </w:r>
      <w:proofErr w:type="spellEnd"/>
      <w:r w:rsidR="00722736" w:rsidRPr="00722736">
        <w:rPr>
          <w:lang w:val="fr-BE" w:eastAsia="el-GR"/>
        </w:rPr>
        <w:t xml:space="preserve">, M., &amp; </w:t>
      </w:r>
      <w:proofErr w:type="spellStart"/>
      <w:r w:rsidR="00722736" w:rsidRPr="00722736">
        <w:rPr>
          <w:lang w:val="fr-BE" w:eastAsia="el-GR"/>
        </w:rPr>
        <w:t>Lubart</w:t>
      </w:r>
      <w:proofErr w:type="spellEnd"/>
      <w:r w:rsidR="00722736" w:rsidRPr="00722736">
        <w:rPr>
          <w:lang w:val="fr-BE" w:eastAsia="el-GR"/>
        </w:rPr>
        <w:t xml:space="preserve">, T. (2019). </w:t>
      </w:r>
      <w:r w:rsidR="00722736" w:rsidRPr="00722736">
        <w:rPr>
          <w:lang w:eastAsia="el-GR"/>
        </w:rPr>
        <w:t xml:space="preserve">Culinary arts: </w:t>
      </w:r>
      <w:r>
        <w:rPr>
          <w:lang w:eastAsia="el-GR"/>
        </w:rPr>
        <w:t>t</w:t>
      </w:r>
      <w:r w:rsidR="00722736" w:rsidRPr="00722736">
        <w:rPr>
          <w:lang w:eastAsia="el-GR"/>
        </w:rPr>
        <w:t xml:space="preserve">alent and their development. In R. F. </w:t>
      </w:r>
      <w:proofErr w:type="spellStart"/>
      <w:r w:rsidR="00722736" w:rsidRPr="00722736">
        <w:rPr>
          <w:lang w:eastAsia="el-GR"/>
        </w:rPr>
        <w:t>Subotnik</w:t>
      </w:r>
      <w:proofErr w:type="spellEnd"/>
      <w:r w:rsidR="00722736" w:rsidRPr="00722736">
        <w:rPr>
          <w:lang w:eastAsia="el-GR"/>
        </w:rPr>
        <w:t>, P. Olszewski-</w:t>
      </w:r>
      <w:proofErr w:type="spellStart"/>
      <w:r w:rsidR="00722736" w:rsidRPr="00722736">
        <w:rPr>
          <w:lang w:eastAsia="el-GR"/>
        </w:rPr>
        <w:t>Kubilius</w:t>
      </w:r>
      <w:proofErr w:type="spellEnd"/>
      <w:r w:rsidR="00722736" w:rsidRPr="00722736">
        <w:rPr>
          <w:lang w:eastAsia="el-GR"/>
        </w:rPr>
        <w:t xml:space="preserve">, &amp; F. C. </w:t>
      </w:r>
      <w:r w:rsidR="00722736" w:rsidRPr="00722736">
        <w:rPr>
          <w:i/>
          <w:iCs/>
          <w:lang w:eastAsia="el-GR"/>
        </w:rPr>
        <w:t xml:space="preserve">Worrell (Eds.), The psychology of high performance: </w:t>
      </w:r>
      <w:r>
        <w:rPr>
          <w:i/>
          <w:iCs/>
          <w:lang w:eastAsia="el-GR"/>
        </w:rPr>
        <w:t>d</w:t>
      </w:r>
      <w:r w:rsidR="00722736" w:rsidRPr="00722736">
        <w:rPr>
          <w:i/>
          <w:iCs/>
          <w:lang w:eastAsia="el-GR"/>
        </w:rPr>
        <w:t>eveloping human potential into domain-specific talent</w:t>
      </w:r>
      <w:r w:rsidR="00722736" w:rsidRPr="00722736">
        <w:rPr>
          <w:lang w:eastAsia="el-GR"/>
        </w:rPr>
        <w:t xml:space="preserve"> (pp. 345–359). American Psychological Association. </w:t>
      </w:r>
      <w:hyperlink r:id="rId15" w:history="1">
        <w:r w:rsidRPr="00C675A8">
          <w:rPr>
            <w:rStyle w:val="Hyperlink"/>
            <w:lang w:eastAsia="el-GR"/>
          </w:rPr>
          <w:t>https://doi.org/10.1037/0000120-016</w:t>
        </w:r>
      </w:hyperlink>
      <w:r>
        <w:rPr>
          <w:lang w:eastAsia="el-GR"/>
        </w:rPr>
        <w:t xml:space="preserve"> </w:t>
      </w:r>
    </w:p>
    <w:p w14:paraId="4116DF57" w14:textId="77777777" w:rsidR="00671F1B" w:rsidRDefault="00F409A2" w:rsidP="00542B62">
      <w:pPr>
        <w:pStyle w:val="Annex1"/>
        <w:rPr>
          <w:lang w:val="en-GB" w:eastAsia="el-GR"/>
        </w:rPr>
      </w:pPr>
      <w:r>
        <w:rPr>
          <w:lang w:val="en-GB" w:eastAsia="el-GR"/>
        </w:rPr>
        <w:lastRenderedPageBreak/>
        <w:t>Lorem ipsum</w:t>
      </w:r>
    </w:p>
    <w:p w14:paraId="2582D151" w14:textId="77777777" w:rsidR="00D84795" w:rsidRDefault="00D84795" w:rsidP="00D84795">
      <w:pPr>
        <w:pStyle w:val="Normalnoindentfirstparagraphafteraheading"/>
        <w:rPr>
          <w:lang w:eastAsia="el-GR"/>
        </w:rPr>
      </w:pPr>
    </w:p>
    <w:p w14:paraId="26A4D98F" w14:textId="77777777" w:rsidR="00D84795" w:rsidRPr="00F409A2" w:rsidRDefault="00D84795" w:rsidP="00D84795">
      <w:pPr>
        <w:pStyle w:val="Normalnoindentfirstparagraphafteraheading"/>
        <w:rPr>
          <w:lang w:val="fr-BE"/>
        </w:rPr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8D0630">
        <w:rPr>
          <w:lang w:val="fr-FR"/>
        </w:rPr>
        <w:t>Aliquam</w:t>
      </w:r>
      <w:proofErr w:type="spellEnd"/>
      <w:r w:rsidRPr="008D0630">
        <w:rPr>
          <w:lang w:val="fr-FR"/>
        </w:rPr>
        <w:t xml:space="preserve"> </w:t>
      </w:r>
      <w:proofErr w:type="spellStart"/>
      <w:r w:rsidRPr="008D0630">
        <w:rPr>
          <w:lang w:val="fr-FR"/>
        </w:rPr>
        <w:t>eget</w:t>
      </w:r>
      <w:proofErr w:type="spellEnd"/>
      <w:r w:rsidRPr="008D0630">
        <w:rPr>
          <w:lang w:val="fr-FR"/>
        </w:rPr>
        <w:t xml:space="preserve"> pulvinar </w:t>
      </w:r>
      <w:proofErr w:type="spellStart"/>
      <w:r w:rsidRPr="008D0630">
        <w:rPr>
          <w:lang w:val="fr-FR"/>
        </w:rPr>
        <w:t>sem</w:t>
      </w:r>
      <w:proofErr w:type="spellEnd"/>
      <w:r w:rsidRPr="008D0630">
        <w:rPr>
          <w:lang w:val="fr-FR"/>
        </w:rPr>
        <w:t xml:space="preserve"> (</w:t>
      </w:r>
      <w:r>
        <w:rPr>
          <w:rStyle w:val="FootnoteReference"/>
          <w:lang w:val="fr-FR"/>
        </w:rPr>
        <w:footnoteReference w:id="4"/>
      </w:r>
      <w:r w:rsidRPr="008D0630">
        <w:rPr>
          <w:lang w:val="fr-FR"/>
        </w:rPr>
        <w:t xml:space="preserve">). </w:t>
      </w:r>
    </w:p>
    <w:p w14:paraId="1D3B0138" w14:textId="77777777" w:rsidR="00D84795" w:rsidRPr="00F409A2" w:rsidRDefault="00D84795" w:rsidP="00D84795">
      <w:pPr>
        <w:rPr>
          <w:lang w:val="fr-FR"/>
        </w:rPr>
      </w:pPr>
      <w:r w:rsidRPr="00D07F13">
        <w:t xml:space="preserve">Lorem ipsum </w:t>
      </w:r>
      <w:proofErr w:type="spellStart"/>
      <w:r w:rsidRPr="00D07F13">
        <w:t>dolor</w:t>
      </w:r>
      <w:proofErr w:type="spellEnd"/>
      <w:r w:rsidRPr="00D07F13">
        <w:t xml:space="preserve"> sit </w:t>
      </w:r>
      <w:proofErr w:type="spellStart"/>
      <w:r w:rsidRPr="00D07F13">
        <w:t>amet</w:t>
      </w:r>
      <w:proofErr w:type="spellEnd"/>
      <w:r w:rsidRPr="00D07F13">
        <w:t xml:space="preserve">, </w:t>
      </w:r>
      <w:proofErr w:type="spellStart"/>
      <w:r w:rsidRPr="00D07F13">
        <w:t>consectetur</w:t>
      </w:r>
      <w:proofErr w:type="spellEnd"/>
      <w:r w:rsidRPr="00D07F13">
        <w:t xml:space="preserve"> </w:t>
      </w:r>
      <w:proofErr w:type="spellStart"/>
      <w:r w:rsidRPr="00D07F13">
        <w:t>adipiscing</w:t>
      </w:r>
      <w:proofErr w:type="spellEnd"/>
      <w:r w:rsidRPr="00D07F13">
        <w:t xml:space="preserve"> </w:t>
      </w:r>
      <w:proofErr w:type="spellStart"/>
      <w:r w:rsidRPr="00D07F13">
        <w:t>elit</w:t>
      </w:r>
      <w:proofErr w:type="spellEnd"/>
      <w:r w:rsidRPr="00D07F13">
        <w:t xml:space="preserve">. </w:t>
      </w:r>
      <w:proofErr w:type="spellStart"/>
      <w:r w:rsidRPr="00742C27">
        <w:rPr>
          <w:lang w:val="fr-FR"/>
        </w:rPr>
        <w:t>Fusce</w:t>
      </w:r>
      <w:proofErr w:type="spellEnd"/>
      <w:r w:rsidRPr="00742C27">
        <w:rPr>
          <w:lang w:val="fr-FR"/>
        </w:rPr>
        <w:t xml:space="preserve"> </w:t>
      </w:r>
      <w:proofErr w:type="spellStart"/>
      <w:r w:rsidRPr="00742C27">
        <w:rPr>
          <w:lang w:val="fr-FR"/>
        </w:rPr>
        <w:t>eget</w:t>
      </w:r>
      <w:proofErr w:type="spellEnd"/>
      <w:r w:rsidRPr="00742C27">
        <w:rPr>
          <w:lang w:val="fr-FR"/>
        </w:rPr>
        <w:t xml:space="preserve"> ipsum vitae </w:t>
      </w:r>
      <w:proofErr w:type="spellStart"/>
      <w:r w:rsidRPr="00742C27">
        <w:rPr>
          <w:lang w:val="fr-FR"/>
        </w:rPr>
        <w:t>risus</w:t>
      </w:r>
      <w:proofErr w:type="spellEnd"/>
      <w:r w:rsidRPr="00742C27">
        <w:rPr>
          <w:lang w:val="fr-FR"/>
        </w:rPr>
        <w:t xml:space="preserve"> bibendum </w:t>
      </w:r>
      <w:proofErr w:type="spellStart"/>
      <w:r w:rsidRPr="00742C27">
        <w:rPr>
          <w:lang w:val="fr-FR"/>
        </w:rPr>
        <w:t>consequat</w:t>
      </w:r>
      <w:proofErr w:type="spellEnd"/>
      <w:r w:rsidRPr="00742C27">
        <w:rPr>
          <w:lang w:val="fr-FR"/>
        </w:rPr>
        <w:t xml:space="preserve"> et vitae </w:t>
      </w:r>
      <w:proofErr w:type="spellStart"/>
      <w:r w:rsidRPr="00742C27">
        <w:rPr>
          <w:lang w:val="fr-FR"/>
        </w:rPr>
        <w:t>mauris</w:t>
      </w:r>
      <w:proofErr w:type="spellEnd"/>
      <w:r w:rsidRPr="00742C27">
        <w:rPr>
          <w:lang w:val="fr-FR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pulvinar </w:t>
      </w:r>
      <w:r w:rsidRPr="00F409A2">
        <w:rPr>
          <w:lang w:val="fr-FR"/>
        </w:rPr>
        <w:t>sem</w:t>
      </w:r>
      <w:r w:rsidR="00F409A2">
        <w:rPr>
          <w:lang w:val="fr-FR"/>
        </w:rPr>
        <w:t>.</w:t>
      </w:r>
    </w:p>
    <w:p w14:paraId="7BAA72A5" w14:textId="77777777" w:rsidR="00D84795" w:rsidRDefault="00D84795" w:rsidP="00D84795">
      <w:pPr>
        <w:rPr>
          <w:lang w:eastAsia="el-GR"/>
        </w:rPr>
      </w:pPr>
    </w:p>
    <w:p w14:paraId="54FD11B6" w14:textId="77777777" w:rsidR="00D84795" w:rsidRDefault="00D84795" w:rsidP="00D84795">
      <w:pPr>
        <w:pStyle w:val="Annex2"/>
        <w:rPr>
          <w:lang w:eastAsia="el-GR"/>
        </w:rPr>
      </w:pPr>
      <w:r>
        <w:rPr>
          <w:lang w:eastAsia="el-GR"/>
        </w:rPr>
        <w:t>Lorem ipsum</w:t>
      </w:r>
      <w:r w:rsidR="001A686A">
        <w:rPr>
          <w:lang w:eastAsia="el-GR"/>
        </w:rPr>
        <w:t xml:space="preserve"> </w:t>
      </w:r>
    </w:p>
    <w:p w14:paraId="0B9D5102" w14:textId="77777777" w:rsidR="00D84795" w:rsidRPr="00DA1734" w:rsidRDefault="00D84795" w:rsidP="00D84795">
      <w:pPr>
        <w:pStyle w:val="Normalnoindentfirstparagraphafteraheading"/>
        <w:rPr>
          <w:lang w:val="fr-FR"/>
        </w:rPr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9E00CD">
        <w:t>Aliquam</w:t>
      </w:r>
      <w:proofErr w:type="spellEnd"/>
      <w:r w:rsidRPr="009E00CD">
        <w:t xml:space="preserve"> </w:t>
      </w:r>
      <w:proofErr w:type="spellStart"/>
      <w:r w:rsidRPr="009E00CD">
        <w:t>eget</w:t>
      </w:r>
      <w:proofErr w:type="spellEnd"/>
      <w:r w:rsidRPr="009E00CD">
        <w:t xml:space="preserve"> pulvinar </w:t>
      </w:r>
      <w:proofErr w:type="spellStart"/>
      <w:r w:rsidRPr="009E00CD">
        <w:t>sem</w:t>
      </w:r>
      <w:proofErr w:type="spellEnd"/>
      <w:r w:rsidRPr="009E00CD">
        <w:t xml:space="preserve"> (</w:t>
      </w:r>
      <w:r>
        <w:rPr>
          <w:rStyle w:val="FootnoteReference"/>
          <w:lang w:val="fr-FR"/>
        </w:rPr>
        <w:footnoteReference w:id="5"/>
      </w:r>
      <w:r w:rsidRPr="009E00CD">
        <w:t xml:space="preserve">). </w:t>
      </w:r>
    </w:p>
    <w:p w14:paraId="2D395DB2" w14:textId="77777777" w:rsidR="00D84795" w:rsidRDefault="00D84795" w:rsidP="00D84795">
      <w:pPr>
        <w:rPr>
          <w:lang w:eastAsia="el-GR"/>
        </w:rPr>
      </w:pPr>
    </w:p>
    <w:p w14:paraId="0CCC3056" w14:textId="77777777" w:rsidR="00D84795" w:rsidRDefault="00D84795" w:rsidP="00D84795">
      <w:pPr>
        <w:pStyle w:val="Annex2"/>
        <w:rPr>
          <w:lang w:eastAsia="el-GR"/>
        </w:rPr>
      </w:pPr>
      <w:r>
        <w:rPr>
          <w:lang w:eastAsia="el-GR"/>
        </w:rPr>
        <w:t>Lorem ipsum</w:t>
      </w:r>
    </w:p>
    <w:p w14:paraId="10670F57" w14:textId="77777777" w:rsidR="00D84795" w:rsidRPr="00D84795" w:rsidRDefault="00D84795" w:rsidP="00FE1944">
      <w:pPr>
        <w:pStyle w:val="Normalnoindentfirstparagraphafteraheading"/>
        <w:rPr>
          <w:lang w:eastAsia="el-GR"/>
        </w:rPr>
      </w:pPr>
      <w:r w:rsidRPr="004C041C">
        <w:t xml:space="preserve">Lorem ipsum </w:t>
      </w:r>
      <w:proofErr w:type="spellStart"/>
      <w:r w:rsidRPr="004C041C">
        <w:t>dolor</w:t>
      </w:r>
      <w:proofErr w:type="spellEnd"/>
      <w:r w:rsidRPr="004C041C">
        <w:t xml:space="preserve"> sit </w:t>
      </w:r>
      <w:proofErr w:type="spellStart"/>
      <w:r w:rsidRPr="004C041C">
        <w:t>amet</w:t>
      </w:r>
      <w:proofErr w:type="spellEnd"/>
      <w:r w:rsidRPr="004C041C">
        <w:t xml:space="preserve">, </w:t>
      </w:r>
      <w:proofErr w:type="spellStart"/>
      <w:r w:rsidRPr="004C041C">
        <w:t>consectetur</w:t>
      </w:r>
      <w:proofErr w:type="spellEnd"/>
      <w:r w:rsidRPr="004C041C">
        <w:t xml:space="preserve"> </w:t>
      </w:r>
      <w:proofErr w:type="spellStart"/>
      <w:r w:rsidRPr="004C041C">
        <w:t>adipiscing</w:t>
      </w:r>
      <w:proofErr w:type="spellEnd"/>
      <w:r w:rsidRPr="004C041C">
        <w:t xml:space="preserve"> </w:t>
      </w:r>
      <w:proofErr w:type="spellStart"/>
      <w:r w:rsidRPr="004C041C">
        <w:t>elit</w:t>
      </w:r>
      <w:proofErr w:type="spellEnd"/>
      <w:r w:rsidRPr="004C041C">
        <w:t xml:space="preserve">. </w:t>
      </w:r>
      <w:proofErr w:type="spellStart"/>
      <w:r w:rsidRPr="00F30CF2">
        <w:rPr>
          <w:lang w:val="fr-BE"/>
        </w:rPr>
        <w:t>Fusce</w:t>
      </w:r>
      <w:proofErr w:type="spellEnd"/>
      <w:r w:rsidRPr="00F30CF2">
        <w:rPr>
          <w:lang w:val="fr-BE"/>
        </w:rPr>
        <w:t xml:space="preserve"> </w:t>
      </w:r>
      <w:proofErr w:type="spellStart"/>
      <w:r w:rsidRPr="00F30CF2">
        <w:rPr>
          <w:lang w:val="fr-BE"/>
        </w:rPr>
        <w:t>eget</w:t>
      </w:r>
      <w:proofErr w:type="spellEnd"/>
      <w:r w:rsidRPr="00F30CF2">
        <w:rPr>
          <w:lang w:val="fr-BE"/>
        </w:rPr>
        <w:t xml:space="preserve"> ipsum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="00DA1734">
        <w:t>Aliquam</w:t>
      </w:r>
      <w:proofErr w:type="spellEnd"/>
      <w:r w:rsidR="00DA1734">
        <w:t xml:space="preserve"> </w:t>
      </w:r>
      <w:proofErr w:type="spellStart"/>
      <w:r w:rsidR="00DA1734">
        <w:t>eget</w:t>
      </w:r>
      <w:proofErr w:type="spellEnd"/>
      <w:r w:rsidR="00DA1734">
        <w:t xml:space="preserve"> pulvinar sem.</w:t>
      </w:r>
    </w:p>
    <w:p w14:paraId="5CC423A4" w14:textId="77777777" w:rsidR="00D84795" w:rsidRPr="00D84795" w:rsidRDefault="00DA1734" w:rsidP="00D84795">
      <w:pPr>
        <w:pStyle w:val="Annex1"/>
        <w:rPr>
          <w:lang w:val="en-GB"/>
        </w:rPr>
      </w:pPr>
      <w:r>
        <w:rPr>
          <w:lang w:val="en-GB"/>
        </w:rPr>
        <w:lastRenderedPageBreak/>
        <w:t>Lore ipsum</w:t>
      </w:r>
    </w:p>
    <w:p w14:paraId="6B983CC4" w14:textId="77777777" w:rsidR="00BA0F14" w:rsidRDefault="00BA0F14" w:rsidP="00BA0F14">
      <w:pPr>
        <w:rPr>
          <w:lang w:eastAsia="el-GR"/>
        </w:rPr>
      </w:pPr>
    </w:p>
    <w:p w14:paraId="4A602483" w14:textId="77777777" w:rsidR="00BA0F14" w:rsidRPr="00DA1734" w:rsidRDefault="00BA0F14" w:rsidP="006E326C">
      <w:pPr>
        <w:rPr>
          <w:lang w:eastAsia="el-GR"/>
        </w:rPr>
      </w:pPr>
      <w:r w:rsidRPr="00BA0F14">
        <w:rPr>
          <w:color w:val="FF0000"/>
          <w:lang w:eastAsia="el-GR"/>
        </w:rPr>
        <w:br w:type="page"/>
      </w:r>
    </w:p>
    <w:p w14:paraId="6565926D" w14:textId="77777777" w:rsidR="006E326C" w:rsidRPr="00DA1734" w:rsidRDefault="006E326C" w:rsidP="002F7194">
      <w:pPr>
        <w:pStyle w:val="Abstracttext"/>
        <w:rPr>
          <w:lang w:eastAsia="el-GR"/>
        </w:rPr>
      </w:pPr>
      <w:r w:rsidRPr="00BA0F14">
        <w:rPr>
          <w:lang w:eastAsia="el-GR"/>
        </w:rPr>
        <w:lastRenderedPageBreak/>
        <w:t>Abstract</w:t>
      </w:r>
      <w:r w:rsidR="008E21B9" w:rsidRPr="00BA0F14">
        <w:rPr>
          <w:lang w:eastAsia="el-GR"/>
        </w:rPr>
        <w:t xml:space="preserve"> </w:t>
      </w:r>
    </w:p>
    <w:p w14:paraId="04AF3B77" w14:textId="77777777" w:rsidR="009D5345" w:rsidRPr="009D5345" w:rsidRDefault="009D5345" w:rsidP="009D5345">
      <w:pPr>
        <w:rPr>
          <w:lang w:eastAsia="el-GR"/>
        </w:rPr>
      </w:pPr>
    </w:p>
    <w:p w14:paraId="5188EBDE" w14:textId="77777777" w:rsidR="006E326C" w:rsidRPr="00DA1734" w:rsidRDefault="006E326C" w:rsidP="006E326C">
      <w:pPr>
        <w:pStyle w:val="Normalnoindentfirstparagraphafteraheading"/>
      </w:pPr>
      <w:r w:rsidRPr="00BA0F14">
        <w:t xml:space="preserve">Lorem ipsum </w:t>
      </w:r>
      <w:proofErr w:type="spellStart"/>
      <w:r w:rsidRPr="00BA0F14">
        <w:t>dolor</w:t>
      </w:r>
      <w:proofErr w:type="spellEnd"/>
      <w:r w:rsidRPr="00BA0F14">
        <w:t xml:space="preserve"> sit </w:t>
      </w:r>
      <w:proofErr w:type="spellStart"/>
      <w:r w:rsidRPr="00BA0F14">
        <w:t>amet</w:t>
      </w:r>
      <w:proofErr w:type="spellEnd"/>
      <w:r w:rsidRPr="00BA0F14">
        <w:t xml:space="preserve">, </w:t>
      </w:r>
      <w:proofErr w:type="spellStart"/>
      <w:r w:rsidRPr="00BA0F14">
        <w:t>consectetur</w:t>
      </w:r>
      <w:proofErr w:type="spellEnd"/>
      <w:r w:rsidRPr="00BA0F14">
        <w:t xml:space="preserve"> </w:t>
      </w:r>
      <w:proofErr w:type="spellStart"/>
      <w:r w:rsidRPr="00BA0F14">
        <w:t>adipiscing</w:t>
      </w:r>
      <w:proofErr w:type="spellEnd"/>
      <w:r w:rsidRPr="00BA0F14">
        <w:t xml:space="preserve"> </w:t>
      </w:r>
      <w:proofErr w:type="spellStart"/>
      <w:r w:rsidRPr="00BA0F14">
        <w:t>elit</w:t>
      </w:r>
      <w:proofErr w:type="spellEnd"/>
      <w:r w:rsidRPr="00BA0F14">
        <w:t xml:space="preserve">. </w:t>
      </w:r>
      <w:proofErr w:type="spellStart"/>
      <w:r w:rsidRPr="002D1E0C">
        <w:rPr>
          <w:lang w:val="fr-BE"/>
        </w:rPr>
        <w:t>Fusce</w:t>
      </w:r>
      <w:proofErr w:type="spellEnd"/>
      <w:r w:rsidRPr="002D1E0C">
        <w:rPr>
          <w:lang w:val="fr-BE"/>
        </w:rPr>
        <w:t xml:space="preserve"> </w:t>
      </w:r>
      <w:proofErr w:type="spellStart"/>
      <w:r w:rsidRPr="002D1E0C">
        <w:rPr>
          <w:lang w:val="fr-BE"/>
        </w:rPr>
        <w:t>eget</w:t>
      </w:r>
      <w:proofErr w:type="spellEnd"/>
      <w:r w:rsidRPr="002D1E0C">
        <w:rPr>
          <w:lang w:val="fr-BE"/>
        </w:rPr>
        <w:t xml:space="preserve"> i</w:t>
      </w:r>
      <w:r w:rsidRPr="00F30CF2">
        <w:rPr>
          <w:lang w:val="fr-BE"/>
        </w:rPr>
        <w:t xml:space="preserve">psum vitae </w:t>
      </w:r>
      <w:proofErr w:type="spellStart"/>
      <w:r w:rsidRPr="00F30CF2">
        <w:rPr>
          <w:lang w:val="fr-BE"/>
        </w:rPr>
        <w:t>risus</w:t>
      </w:r>
      <w:proofErr w:type="spellEnd"/>
      <w:r w:rsidRPr="00F30CF2">
        <w:rPr>
          <w:lang w:val="fr-BE"/>
        </w:rPr>
        <w:t xml:space="preserve"> bibendum </w:t>
      </w:r>
      <w:proofErr w:type="spellStart"/>
      <w:r w:rsidRPr="00F30CF2">
        <w:rPr>
          <w:lang w:val="fr-BE"/>
        </w:rPr>
        <w:t>consequat</w:t>
      </w:r>
      <w:proofErr w:type="spellEnd"/>
      <w:r w:rsidRPr="00F30CF2">
        <w:rPr>
          <w:lang w:val="fr-BE"/>
        </w:rPr>
        <w:t xml:space="preserve"> et vitae </w:t>
      </w:r>
      <w:proofErr w:type="spellStart"/>
      <w:r w:rsidRPr="00F30CF2">
        <w:rPr>
          <w:lang w:val="fr-BE"/>
        </w:rPr>
        <w:t>mauris</w:t>
      </w:r>
      <w:proofErr w:type="spellEnd"/>
      <w:r w:rsidRPr="00F30CF2">
        <w:rPr>
          <w:lang w:val="fr-BE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9E00CD">
        <w:t>Aliquam</w:t>
      </w:r>
      <w:proofErr w:type="spellEnd"/>
      <w:r w:rsidRPr="009E00CD">
        <w:t xml:space="preserve"> </w:t>
      </w:r>
      <w:proofErr w:type="spellStart"/>
      <w:r w:rsidRPr="009E00CD">
        <w:t>eget</w:t>
      </w:r>
      <w:proofErr w:type="spellEnd"/>
      <w:r w:rsidRPr="009E00CD">
        <w:t xml:space="preserve"> pulvinar </w:t>
      </w:r>
    </w:p>
    <w:p w14:paraId="0CCD80DD" w14:textId="77777777" w:rsidR="00391F37" w:rsidRDefault="00391F37" w:rsidP="00391F37">
      <w:r w:rsidRPr="009E00CD">
        <w:t xml:space="preserve">Lorem ipsum </w:t>
      </w:r>
      <w:proofErr w:type="spellStart"/>
      <w:r w:rsidRPr="009E00CD">
        <w:t>dolor</w:t>
      </w:r>
      <w:proofErr w:type="spellEnd"/>
      <w:r w:rsidRPr="009E00CD">
        <w:t xml:space="preserve"> sit </w:t>
      </w:r>
      <w:proofErr w:type="spellStart"/>
      <w:r w:rsidRPr="009E00CD">
        <w:t>amet</w:t>
      </w:r>
      <w:proofErr w:type="spellEnd"/>
      <w:r w:rsidRPr="009E00CD">
        <w:t xml:space="preserve">, </w:t>
      </w:r>
      <w:proofErr w:type="spellStart"/>
      <w:r w:rsidRPr="009E00CD">
        <w:t>consectetur</w:t>
      </w:r>
      <w:proofErr w:type="spellEnd"/>
      <w:r w:rsidRPr="009E00CD">
        <w:t xml:space="preserve"> </w:t>
      </w:r>
      <w:proofErr w:type="spellStart"/>
      <w:r w:rsidRPr="009E00CD">
        <w:t>adipiscing</w:t>
      </w:r>
      <w:proofErr w:type="spellEnd"/>
      <w:r w:rsidRPr="009E00CD">
        <w:t xml:space="preserve"> </w:t>
      </w:r>
      <w:proofErr w:type="spellStart"/>
      <w:r w:rsidRPr="009E00CD">
        <w:t>elit</w:t>
      </w:r>
      <w:proofErr w:type="spellEnd"/>
      <w:r w:rsidRPr="009E00CD">
        <w:t xml:space="preserve">. </w:t>
      </w:r>
      <w:proofErr w:type="spellStart"/>
      <w:r w:rsidRPr="00F30CF2">
        <w:rPr>
          <w:lang w:val="fr-FR"/>
        </w:rPr>
        <w:t>Fusce</w:t>
      </w:r>
      <w:proofErr w:type="spellEnd"/>
      <w:r w:rsidRPr="00F30CF2">
        <w:rPr>
          <w:lang w:val="fr-FR"/>
        </w:rPr>
        <w:t xml:space="preserve"> </w:t>
      </w:r>
      <w:proofErr w:type="spellStart"/>
      <w:r w:rsidRPr="00F30CF2">
        <w:rPr>
          <w:lang w:val="fr-FR"/>
        </w:rPr>
        <w:t>eget</w:t>
      </w:r>
      <w:proofErr w:type="spellEnd"/>
      <w:r w:rsidRPr="00F30CF2">
        <w:rPr>
          <w:lang w:val="fr-FR"/>
        </w:rPr>
        <w:t xml:space="preserve"> ipsum vitae </w:t>
      </w:r>
      <w:proofErr w:type="spellStart"/>
      <w:r w:rsidRPr="00F30CF2">
        <w:rPr>
          <w:lang w:val="fr-FR"/>
        </w:rPr>
        <w:t>risus</w:t>
      </w:r>
      <w:proofErr w:type="spellEnd"/>
      <w:r w:rsidRPr="00F30CF2">
        <w:rPr>
          <w:lang w:val="fr-FR"/>
        </w:rPr>
        <w:t xml:space="preserve"> bibendum </w:t>
      </w:r>
      <w:proofErr w:type="spellStart"/>
      <w:r w:rsidRPr="00F30CF2">
        <w:rPr>
          <w:lang w:val="fr-FR"/>
        </w:rPr>
        <w:t>consequat</w:t>
      </w:r>
      <w:proofErr w:type="spellEnd"/>
      <w:r w:rsidRPr="00F30CF2">
        <w:rPr>
          <w:lang w:val="fr-FR"/>
        </w:rPr>
        <w:t xml:space="preserve"> et vitae </w:t>
      </w:r>
      <w:proofErr w:type="spellStart"/>
      <w:r w:rsidRPr="00F30CF2">
        <w:rPr>
          <w:lang w:val="fr-FR"/>
        </w:rPr>
        <w:t>mauris</w:t>
      </w:r>
      <w:proofErr w:type="spellEnd"/>
      <w:r w:rsidRPr="00F30CF2">
        <w:rPr>
          <w:lang w:val="fr-FR"/>
        </w:rPr>
        <w:t xml:space="preserve">. </w:t>
      </w:r>
      <w:r w:rsidRPr="004C041C">
        <w:rPr>
          <w:lang w:val="fr-FR"/>
        </w:rPr>
        <w:t xml:space="preserve">Duis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velit</w:t>
      </w:r>
      <w:proofErr w:type="spellEnd"/>
      <w:r w:rsidRPr="004C041C">
        <w:rPr>
          <w:lang w:val="fr-FR"/>
        </w:rPr>
        <w:t xml:space="preserve">, </w:t>
      </w:r>
      <w:proofErr w:type="spellStart"/>
      <w:r w:rsidRPr="004C041C">
        <w:rPr>
          <w:lang w:val="fr-FR"/>
        </w:rPr>
        <w:t>aliquet</w:t>
      </w:r>
      <w:proofErr w:type="spellEnd"/>
      <w:r w:rsidRPr="004C041C">
        <w:rPr>
          <w:lang w:val="fr-FR"/>
        </w:rPr>
        <w:t xml:space="preserve"> id </w:t>
      </w:r>
      <w:proofErr w:type="spellStart"/>
      <w:r w:rsidRPr="004C041C">
        <w:rPr>
          <w:lang w:val="fr-FR"/>
        </w:rPr>
        <w:t>egestas</w:t>
      </w:r>
      <w:proofErr w:type="spellEnd"/>
      <w:r w:rsidRPr="004C041C">
        <w:rPr>
          <w:lang w:val="fr-FR"/>
        </w:rPr>
        <w:t xml:space="preserve"> id, </w:t>
      </w:r>
      <w:proofErr w:type="spellStart"/>
      <w:r w:rsidRPr="004C041C">
        <w:rPr>
          <w:lang w:val="fr-FR"/>
        </w:rPr>
        <w:t>porttitor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quis</w:t>
      </w:r>
      <w:proofErr w:type="spellEnd"/>
      <w:r w:rsidRPr="004C041C">
        <w:rPr>
          <w:lang w:val="fr-FR"/>
        </w:rPr>
        <w:t xml:space="preserve"> </w:t>
      </w:r>
      <w:proofErr w:type="spellStart"/>
      <w:r w:rsidRPr="004C041C">
        <w:rPr>
          <w:lang w:val="fr-FR"/>
        </w:rPr>
        <w:t>lectus</w:t>
      </w:r>
      <w:proofErr w:type="spellEnd"/>
      <w:r w:rsidRPr="004C041C">
        <w:rPr>
          <w:lang w:val="fr-FR"/>
        </w:rPr>
        <w:t xml:space="preserve">. </w:t>
      </w:r>
      <w:proofErr w:type="spellStart"/>
      <w:r w:rsidRPr="004C041C">
        <w:t>Aliquam</w:t>
      </w:r>
      <w:proofErr w:type="spellEnd"/>
      <w:r w:rsidRPr="004C041C">
        <w:t xml:space="preserve"> </w:t>
      </w:r>
      <w:proofErr w:type="spellStart"/>
      <w:r w:rsidRPr="004C041C">
        <w:t>eget</w:t>
      </w:r>
      <w:proofErr w:type="spellEnd"/>
      <w:r w:rsidRPr="004C041C">
        <w:t xml:space="preserve"> pulvinar </w:t>
      </w:r>
      <w:proofErr w:type="spellStart"/>
      <w:r w:rsidRPr="004C041C">
        <w:t>sem</w:t>
      </w:r>
      <w:proofErr w:type="spellEnd"/>
    </w:p>
    <w:sectPr w:rsidR="00391F37" w:rsidSect="00E5549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1985" w:right="1985" w:bottom="2126" w:left="1985" w:header="720" w:footer="720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8C41B" w14:textId="77777777" w:rsidR="00D07F13" w:rsidRPr="001E0D0A" w:rsidRDefault="00D07F13" w:rsidP="001E0D0A">
      <w:r>
        <w:separator/>
      </w:r>
    </w:p>
    <w:p w14:paraId="6C480F61" w14:textId="77777777" w:rsidR="00D07F13" w:rsidRDefault="00D07F13"/>
    <w:p w14:paraId="2382F8B2" w14:textId="77777777" w:rsidR="00D07F13" w:rsidRDefault="00D07F13"/>
  </w:endnote>
  <w:endnote w:type="continuationSeparator" w:id="0">
    <w:p w14:paraId="6F9D5FEE" w14:textId="77777777" w:rsidR="00D07F13" w:rsidRPr="001E0D0A" w:rsidRDefault="00D07F13" w:rsidP="001E0D0A">
      <w:r>
        <w:continuationSeparator/>
      </w:r>
    </w:p>
    <w:p w14:paraId="03763190" w14:textId="77777777" w:rsidR="00D07F13" w:rsidRDefault="00D07F13"/>
    <w:p w14:paraId="68581DC7" w14:textId="77777777" w:rsidR="00D07F13" w:rsidRDefault="00D07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99D56" w14:textId="77777777" w:rsidR="00524984" w:rsidRDefault="00524984">
    <w:pPr>
      <w:tabs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  <w:tab w:val="left" w:pos="10368"/>
      </w:tabs>
      <w:rPr>
        <w:lang w:bidi="x-none"/>
      </w:rPr>
    </w:pPr>
  </w:p>
  <w:p w14:paraId="0365CEB4" w14:textId="77777777" w:rsidR="00524984" w:rsidRDefault="00524984"/>
  <w:p w14:paraId="73B7766D" w14:textId="77777777" w:rsidR="00524984" w:rsidRDefault="00524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3387131"/>
      <w:docPartObj>
        <w:docPartGallery w:val="Page Numbers (Bottom of Page)"/>
        <w:docPartUnique/>
      </w:docPartObj>
    </w:sdtPr>
    <w:sdtEndPr>
      <w:rPr>
        <w:rStyle w:val="FooterChar"/>
      </w:rPr>
    </w:sdtEndPr>
    <w:sdtContent>
      <w:p w14:paraId="24818955" w14:textId="77777777" w:rsidR="00524984" w:rsidRPr="00B20D62" w:rsidRDefault="00524984" w:rsidP="00E55497">
        <w:pPr>
          <w:jc w:val="center"/>
          <w:rPr>
            <w:rStyle w:val="FooterChar"/>
          </w:rPr>
        </w:pPr>
        <w:r w:rsidRPr="00B20D62">
          <w:rPr>
            <w:rStyle w:val="FooterChar"/>
          </w:rPr>
          <w:fldChar w:fldCharType="begin"/>
        </w:r>
        <w:r w:rsidRPr="00B20D62">
          <w:rPr>
            <w:rStyle w:val="FooterChar"/>
          </w:rPr>
          <w:instrText xml:space="preserve"> PAGE   \* MERGEFORMAT </w:instrText>
        </w:r>
        <w:r w:rsidRPr="00B20D62">
          <w:rPr>
            <w:rStyle w:val="FooterChar"/>
          </w:rPr>
          <w:fldChar w:fldCharType="separate"/>
        </w:r>
        <w:r w:rsidR="006B4162">
          <w:rPr>
            <w:rStyle w:val="FooterChar"/>
            <w:noProof/>
          </w:rPr>
          <w:t>14</w:t>
        </w:r>
        <w:r w:rsidRPr="00B20D62">
          <w:rPr>
            <w:rStyle w:val="FooterCha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9649" w14:textId="77777777" w:rsidR="00D246A7" w:rsidRDefault="00D246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702A" w14:textId="77777777" w:rsidR="00D07F13" w:rsidRDefault="00D07F13" w:rsidP="000C02D5">
      <w:pPr>
        <w:ind w:firstLine="0"/>
      </w:pPr>
      <w:r>
        <w:separator/>
      </w:r>
    </w:p>
  </w:footnote>
  <w:footnote w:type="continuationSeparator" w:id="0">
    <w:p w14:paraId="61B0B084" w14:textId="77777777" w:rsidR="00D07F13" w:rsidRDefault="00D07F13" w:rsidP="000C02D5">
      <w:pPr>
        <w:ind w:firstLine="0"/>
      </w:pPr>
      <w:r>
        <w:continuationSeparator/>
      </w:r>
    </w:p>
  </w:footnote>
  <w:footnote w:type="continuationNotice" w:id="1">
    <w:p w14:paraId="45C67133" w14:textId="77777777" w:rsidR="00D07F13" w:rsidRPr="000C02D5" w:rsidRDefault="00D07F13" w:rsidP="000C02D5">
      <w:pPr>
        <w:pStyle w:val="Normalnoindentfirstparagraphafteraheading"/>
        <w:rPr>
          <w:lang w:val="fr-BE"/>
        </w:rPr>
      </w:pPr>
    </w:p>
  </w:footnote>
  <w:footnote w:id="2">
    <w:p w14:paraId="4B9CC33B" w14:textId="77777777" w:rsidR="00BE7B0E" w:rsidRPr="006E326C" w:rsidRDefault="00BE7B0E" w:rsidP="00BE7B0E">
      <w:pPr>
        <w:pStyle w:val="FootnoteText"/>
      </w:pPr>
      <w:r w:rsidRPr="006E326C">
        <w:t>(</w:t>
      </w:r>
      <w:r w:rsidRPr="006E326C">
        <w:rPr>
          <w:rStyle w:val="FootnoteReference"/>
        </w:rPr>
        <w:footnoteRef/>
      </w:r>
      <w:r w:rsidRPr="006E326C">
        <w:t>)</w:t>
      </w:r>
      <w:r>
        <w:tab/>
      </w:r>
      <w:r w:rsidRPr="006E326C">
        <w:t>Footnote text</w:t>
      </w:r>
      <w:r w:rsidR="007932B5">
        <w:t>.</w:t>
      </w:r>
    </w:p>
  </w:footnote>
  <w:footnote w:id="3">
    <w:p w14:paraId="57FA892C" w14:textId="77777777" w:rsidR="00BE7B0E" w:rsidRPr="006E326C" w:rsidRDefault="00BE7B0E" w:rsidP="00BE7B0E">
      <w:pPr>
        <w:pStyle w:val="FootnoteText"/>
      </w:pPr>
      <w:r w:rsidRPr="006E326C">
        <w:t>(</w:t>
      </w:r>
      <w:r w:rsidRPr="006E326C">
        <w:rPr>
          <w:rStyle w:val="FootnoteReference"/>
        </w:rPr>
        <w:footnoteRef/>
      </w:r>
      <w:r w:rsidRPr="006E326C">
        <w:t>)</w:t>
      </w:r>
      <w:r>
        <w:tab/>
      </w:r>
      <w:r w:rsidRPr="006E326C">
        <w:t>Footnote text</w:t>
      </w:r>
      <w:r>
        <w:t xml:space="preserve">. </w:t>
      </w:r>
    </w:p>
  </w:footnote>
  <w:footnote w:id="4">
    <w:p w14:paraId="416D358D" w14:textId="77777777" w:rsidR="00D84795" w:rsidRPr="006E326C" w:rsidRDefault="00D84795" w:rsidP="00D84795">
      <w:pPr>
        <w:pStyle w:val="FootnoteText"/>
      </w:pPr>
      <w:r w:rsidRPr="006E326C">
        <w:t>(</w:t>
      </w:r>
      <w:r w:rsidRPr="006E326C">
        <w:rPr>
          <w:rStyle w:val="FootnoteReference"/>
        </w:rPr>
        <w:footnoteRef/>
      </w:r>
      <w:r w:rsidRPr="006E326C">
        <w:t>)</w:t>
      </w:r>
      <w:r>
        <w:tab/>
      </w:r>
      <w:r w:rsidRPr="006E326C">
        <w:t>Footnote text</w:t>
      </w:r>
      <w:r w:rsidR="00DA1734">
        <w:t>.</w:t>
      </w:r>
    </w:p>
  </w:footnote>
  <w:footnote w:id="5">
    <w:p w14:paraId="15AC3087" w14:textId="77777777" w:rsidR="00D84795" w:rsidRPr="006E326C" w:rsidRDefault="00D84795" w:rsidP="00D84795">
      <w:pPr>
        <w:pStyle w:val="FootnoteText"/>
      </w:pPr>
      <w:r w:rsidRPr="006E326C">
        <w:t>(</w:t>
      </w:r>
      <w:r w:rsidRPr="006E326C">
        <w:rPr>
          <w:rStyle w:val="FootnoteReference"/>
        </w:rPr>
        <w:footnoteRef/>
      </w:r>
      <w:r w:rsidRPr="006E326C">
        <w:t>)</w:t>
      </w:r>
      <w:r>
        <w:tab/>
      </w:r>
      <w:r w:rsidRPr="006E326C">
        <w:t>Footnote text</w:t>
      </w:r>
      <w:r w:rsidR="00DA173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DA45A" w14:textId="77777777" w:rsidR="00524984" w:rsidRPr="00E56ED2" w:rsidRDefault="00524984" w:rsidP="00D37E6B">
    <w:pPr>
      <w:tabs>
        <w:tab w:val="left" w:pos="7938"/>
      </w:tabs>
      <w:jc w:val="right"/>
      <w:rPr>
        <w:rFonts w:cs="Arial"/>
        <w:b/>
        <w:color w:val="0070C0"/>
        <w:sz w:val="32"/>
        <w:szCs w:val="32"/>
        <w:lang w:val="nb-NO" w:eastAsia="nb-NO"/>
      </w:rPr>
    </w:pPr>
    <w:r>
      <w:rPr>
        <w:rFonts w:cs="Arial"/>
        <w:b/>
        <w:color w:val="0070C0"/>
        <w:sz w:val="32"/>
        <w:szCs w:val="32"/>
        <w:lang w:eastAsia="nb-NO"/>
      </w:rPr>
      <w:t>Lithuania</w:t>
    </w:r>
  </w:p>
  <w:p w14:paraId="56670BE0" w14:textId="77777777" w:rsidR="00524984" w:rsidRPr="00E56ED2" w:rsidRDefault="00524984" w:rsidP="00D37E6B">
    <w:pPr>
      <w:tabs>
        <w:tab w:val="left" w:pos="7938"/>
      </w:tabs>
      <w:spacing w:after="120"/>
      <w:jc w:val="right"/>
      <w:rPr>
        <w:rFonts w:cs="Arial"/>
        <w:color w:val="0070C0"/>
        <w:lang w:val="nb-NO" w:eastAsia="nb-NO"/>
      </w:rPr>
    </w:pPr>
    <w:r w:rsidRPr="00E56ED2">
      <w:rPr>
        <w:rFonts w:cs="Arial"/>
        <w:color w:val="0070C0"/>
        <w:lang w:val="nb-NO" w:eastAsia="nb-NO"/>
      </w:rPr>
      <w:t xml:space="preserve">Spotlight </w:t>
    </w:r>
    <w:r w:rsidRPr="00E56ED2">
      <w:rPr>
        <w:rFonts w:cs="Arial"/>
        <w:color w:val="0070C0"/>
        <w:lang w:eastAsia="nb-NO"/>
      </w:rPr>
      <w:t>on</w:t>
    </w:r>
    <w:r w:rsidRPr="00E56ED2">
      <w:rPr>
        <w:rFonts w:cs="Arial"/>
        <w:color w:val="0070C0"/>
        <w:lang w:val="nb-NO" w:eastAsia="nb-NO"/>
      </w:rPr>
      <w:t xml:space="preserve"> VET</w:t>
    </w:r>
  </w:p>
  <w:tbl>
    <w:tblPr>
      <w:tblpPr w:leftFromText="180" w:rightFromText="180" w:vertAnchor="page" w:horzAnchor="margin" w:tblpY="545"/>
      <w:tblW w:w="55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9"/>
      <w:gridCol w:w="2882"/>
      <w:gridCol w:w="1960"/>
    </w:tblGrid>
    <w:tr w:rsidR="00524984" w:rsidRPr="00E56ED2" w14:paraId="05ED46C1" w14:textId="77777777" w:rsidTr="00D37E6B">
      <w:trPr>
        <w:trHeight w:val="632"/>
      </w:trPr>
      <w:tc>
        <w:tcPr>
          <w:tcW w:w="70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3F81E4" w14:textId="77777777" w:rsidR="00524984" w:rsidRPr="00E56ED2" w:rsidRDefault="00524984" w:rsidP="00D37E6B">
          <w:pPr>
            <w:spacing w:after="200" w:line="276" w:lineRule="auto"/>
            <w:jc w:val="center"/>
            <w:rPr>
              <w:rFonts w:ascii="Calibri" w:hAnsi="Calibri"/>
              <w:noProof/>
              <w:lang w:val="nb-NO" w:eastAsia="nb-NO"/>
            </w:rPr>
          </w:pPr>
          <w:r w:rsidRPr="00E56ED2">
            <w:rPr>
              <w:rFonts w:ascii="Calibri" w:hAnsi="Calibri"/>
              <w:noProof/>
            </w:rPr>
            <w:drawing>
              <wp:inline distT="0" distB="0" distL="0" distR="0" wp14:anchorId="17F07429" wp14:editId="7EA4FADE">
                <wp:extent cx="295275" cy="209550"/>
                <wp:effectExtent l="0" t="0" r="9525" b="0"/>
                <wp:docPr id="1" name="Picture 1" descr="EU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52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166E8CA" w14:textId="77777777" w:rsidR="00524984" w:rsidRPr="00E56ED2" w:rsidRDefault="00524984" w:rsidP="00D37E6B">
          <w:pPr>
            <w:rPr>
              <w:noProof/>
              <w:szCs w:val="20"/>
            </w:rPr>
          </w:pPr>
          <w:r w:rsidRPr="00E56ED2">
            <w:rPr>
              <w:noProof/>
              <w:sz w:val="20"/>
              <w:szCs w:val="20"/>
            </w:rPr>
            <w:drawing>
              <wp:inline distT="0" distB="0" distL="0" distR="0" wp14:anchorId="1A391CC6" wp14:editId="1C1190CE">
                <wp:extent cx="1647825" cy="276225"/>
                <wp:effectExtent l="0" t="0" r="9525" b="9525"/>
                <wp:docPr id="2" name="Picture 8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6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FD4281" w14:textId="77777777" w:rsidR="00524984" w:rsidRPr="00E56ED2" w:rsidRDefault="00524984" w:rsidP="00D37E6B">
          <w:pPr>
            <w:tabs>
              <w:tab w:val="center" w:pos="4513"/>
              <w:tab w:val="right" w:pos="9026"/>
            </w:tabs>
            <w:rPr>
              <w:rFonts w:ascii="Calibri" w:hAnsi="Calibri"/>
              <w:noProof/>
              <w:lang w:val="nb-NO" w:eastAsia="nb-NO"/>
            </w:rPr>
          </w:pPr>
        </w:p>
      </w:tc>
    </w:tr>
  </w:tbl>
  <w:p w14:paraId="7AC00AAA" w14:textId="77777777" w:rsidR="00524984" w:rsidRPr="00E56ED2" w:rsidRDefault="00524984" w:rsidP="00D37E6B">
    <w:pPr>
      <w:tabs>
        <w:tab w:val="center" w:pos="4513"/>
        <w:tab w:val="right" w:pos="9026"/>
      </w:tabs>
      <w:rPr>
        <w:rFonts w:ascii="Calibri" w:hAnsi="Calibri"/>
        <w:lang w:val="nb-NO" w:eastAsia="nb-NO"/>
      </w:rPr>
    </w:pPr>
    <w:r w:rsidRPr="00E56ED2">
      <w:rPr>
        <w:rFonts w:ascii="Calibri" w:hAnsi="Calibri"/>
        <w:noProof/>
        <w:spacing w:val="-400"/>
      </w:rPr>
      <w:drawing>
        <wp:inline distT="0" distB="0" distL="0" distR="0" wp14:anchorId="68ECDD24" wp14:editId="61EC91A8">
          <wp:extent cx="6257925" cy="171450"/>
          <wp:effectExtent l="0" t="0" r="9525" b="0"/>
          <wp:docPr id="3" name="Picture 9" descr="HeaderBa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eaderBar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92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661092" w14:textId="77777777" w:rsidR="00524984" w:rsidRDefault="00524984"/>
  <w:p w14:paraId="4A9691C5" w14:textId="77777777" w:rsidR="00524984" w:rsidRDefault="005249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C27A" w14:textId="77777777" w:rsidR="00D246A7" w:rsidRDefault="00D246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D0B0" w14:textId="77777777" w:rsidR="00D246A7" w:rsidRDefault="00D246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D46B0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A79E0"/>
    <w:multiLevelType w:val="hybridMultilevel"/>
    <w:tmpl w:val="91E8F6E8"/>
    <w:lvl w:ilvl="0" w:tplc="1B6C5E3E">
      <w:start w:val="1"/>
      <w:numFmt w:val="lowerRoman"/>
      <w:lvlText w:val="%1."/>
      <w:lvlJc w:val="right"/>
      <w:pPr>
        <w:ind w:left="1364" w:hanging="360"/>
      </w:pPr>
      <w:rPr>
        <w:rFonts w:hint="default"/>
        <w:sz w:val="26"/>
        <w:szCs w:val="2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37562"/>
    <w:multiLevelType w:val="hybridMultilevel"/>
    <w:tmpl w:val="5B646F8C"/>
    <w:lvl w:ilvl="0" w:tplc="A9E64B9E">
      <w:start w:val="1"/>
      <w:numFmt w:val="lowerRoman"/>
      <w:lvlText w:val="%1."/>
      <w:lvlJc w:val="left"/>
      <w:pPr>
        <w:ind w:left="213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 w15:restartNumberingAfterBreak="0">
    <w:nsid w:val="03806BAF"/>
    <w:multiLevelType w:val="multilevel"/>
    <w:tmpl w:val="7446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8"/>
        <w:szCs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99293B"/>
    <w:multiLevelType w:val="hybridMultilevel"/>
    <w:tmpl w:val="D67E6220"/>
    <w:lvl w:ilvl="0" w:tplc="58F2C5CE">
      <w:start w:val="1"/>
      <w:numFmt w:val="lowerRoman"/>
      <w:lvlText w:val="%1."/>
      <w:lvlJc w:val="right"/>
      <w:pPr>
        <w:ind w:left="1364" w:hanging="360"/>
      </w:pPr>
      <w:rPr>
        <w:rFonts w:hint="default"/>
        <w:sz w:val="26"/>
        <w:szCs w:val="2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C32A8"/>
    <w:multiLevelType w:val="hybridMultilevel"/>
    <w:tmpl w:val="14044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676267"/>
    <w:multiLevelType w:val="hybridMultilevel"/>
    <w:tmpl w:val="89D42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D2A50"/>
    <w:multiLevelType w:val="hybridMultilevel"/>
    <w:tmpl w:val="73B6B268"/>
    <w:lvl w:ilvl="0" w:tplc="B808B70E">
      <w:start w:val="1"/>
      <w:numFmt w:val="upperLetter"/>
      <w:lvlText w:val="%1."/>
      <w:lvlJc w:val="left"/>
      <w:pPr>
        <w:ind w:left="502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0157CB"/>
    <w:multiLevelType w:val="multilevel"/>
    <w:tmpl w:val="28C0C096"/>
    <w:lvl w:ilvl="0">
      <w:start w:val="1"/>
      <w:numFmt w:val="decimal"/>
      <w:pStyle w:val="ListNumber1"/>
      <w:lvlText w:val="%1."/>
      <w:lvlJc w:val="left"/>
      <w:pPr>
        <w:tabs>
          <w:tab w:val="num" w:pos="822"/>
        </w:tabs>
        <w:ind w:left="822" w:hanging="482"/>
      </w:pPr>
      <w:rPr>
        <w:rFonts w:hint="default"/>
      </w:rPr>
    </w:lvl>
    <w:lvl w:ilvl="1">
      <w:start w:val="1"/>
      <w:numFmt w:val="lowerLetter"/>
      <w:pStyle w:val="ListNumber1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7725FA4"/>
    <w:multiLevelType w:val="hybridMultilevel"/>
    <w:tmpl w:val="8FD204AC"/>
    <w:lvl w:ilvl="0" w:tplc="72FED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897312B"/>
    <w:multiLevelType w:val="hybridMultilevel"/>
    <w:tmpl w:val="0E58C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B2217B"/>
    <w:multiLevelType w:val="hybridMultilevel"/>
    <w:tmpl w:val="EA3CB2A6"/>
    <w:lvl w:ilvl="0" w:tplc="22F80CDA">
      <w:start w:val="1"/>
      <w:numFmt w:val="decimal"/>
      <w:lvlText w:val="ANNEX %1."/>
      <w:lvlJc w:val="left"/>
      <w:pPr>
        <w:ind w:left="1495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C73851"/>
    <w:multiLevelType w:val="multilevel"/>
    <w:tmpl w:val="19F65E9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C7C1E49"/>
    <w:multiLevelType w:val="multilevel"/>
    <w:tmpl w:val="90AA4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8F5029"/>
    <w:multiLevelType w:val="hybridMultilevel"/>
    <w:tmpl w:val="110EB296"/>
    <w:lvl w:ilvl="0" w:tplc="5C98C640">
      <w:start w:val="1"/>
      <w:numFmt w:val="lowerRoman"/>
      <w:lvlText w:val="%1."/>
      <w:lvlJc w:val="right"/>
      <w:pPr>
        <w:ind w:left="1364" w:hanging="360"/>
      </w:pPr>
      <w:rPr>
        <w:rFonts w:hint="default"/>
        <w:sz w:val="26"/>
        <w:szCs w:val="2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EE0BAD"/>
    <w:multiLevelType w:val="multilevel"/>
    <w:tmpl w:val="730859C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EA331C4"/>
    <w:multiLevelType w:val="hybridMultilevel"/>
    <w:tmpl w:val="6958F34A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EA46678"/>
    <w:multiLevelType w:val="multilevel"/>
    <w:tmpl w:val="193EA2A6"/>
    <w:name w:val="Default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EA57EC0"/>
    <w:multiLevelType w:val="hybridMultilevel"/>
    <w:tmpl w:val="E432D824"/>
    <w:lvl w:ilvl="0" w:tplc="91701AC6">
      <w:start w:val="1"/>
      <w:numFmt w:val="low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6F4173"/>
    <w:multiLevelType w:val="hybridMultilevel"/>
    <w:tmpl w:val="323EE2F6"/>
    <w:lvl w:ilvl="0" w:tplc="04090001">
      <w:start w:val="1"/>
      <w:numFmt w:val="bullet"/>
      <w:pStyle w:val="List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1141198B"/>
    <w:multiLevelType w:val="hybridMultilevel"/>
    <w:tmpl w:val="E8D4CF88"/>
    <w:lvl w:ilvl="0" w:tplc="2DB2762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604102"/>
    <w:multiLevelType w:val="hybridMultilevel"/>
    <w:tmpl w:val="71BA4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A3561D"/>
    <w:multiLevelType w:val="hybridMultilevel"/>
    <w:tmpl w:val="69BA9B7C"/>
    <w:lvl w:ilvl="0" w:tplc="E3723130">
      <w:start w:val="1"/>
      <w:numFmt w:val="decimal"/>
      <w:lvlText w:val="%1."/>
      <w:lvlJc w:val="left"/>
      <w:pPr>
        <w:ind w:left="1077" w:hanging="360"/>
      </w:pPr>
      <w:rPr>
        <w:i w:val="0"/>
        <w:iCs/>
      </w:rPr>
    </w:lvl>
    <w:lvl w:ilvl="1" w:tplc="56FC5AF6">
      <w:start w:val="1"/>
      <w:numFmt w:val="lowerLetter"/>
      <w:lvlText w:val="%2."/>
      <w:lvlJc w:val="left"/>
      <w:pPr>
        <w:ind w:left="1797" w:hanging="360"/>
      </w:pPr>
      <w:rPr>
        <w:i w:val="0"/>
        <w:iCs w:val="0"/>
      </w:r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11AB028B"/>
    <w:multiLevelType w:val="hybridMultilevel"/>
    <w:tmpl w:val="79F40244"/>
    <w:lvl w:ilvl="0" w:tplc="E1DEB804">
      <w:start w:val="1"/>
      <w:numFmt w:val="lowerRoman"/>
      <w:lvlText w:val="%1."/>
      <w:lvlJc w:val="right"/>
      <w:pPr>
        <w:ind w:left="1364" w:hanging="360"/>
      </w:pPr>
      <w:rPr>
        <w:rFonts w:hint="default"/>
        <w:sz w:val="26"/>
        <w:szCs w:val="2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E6616B"/>
    <w:multiLevelType w:val="multilevel"/>
    <w:tmpl w:val="EB26B71C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16515391"/>
    <w:multiLevelType w:val="hybridMultilevel"/>
    <w:tmpl w:val="55562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4B077D"/>
    <w:multiLevelType w:val="hybridMultilevel"/>
    <w:tmpl w:val="4EE2B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9725BAD"/>
    <w:multiLevelType w:val="hybridMultilevel"/>
    <w:tmpl w:val="6930E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920453"/>
    <w:multiLevelType w:val="hybridMultilevel"/>
    <w:tmpl w:val="97F0386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B751C12"/>
    <w:multiLevelType w:val="hybridMultilevel"/>
    <w:tmpl w:val="15E09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BAF4CBB"/>
    <w:multiLevelType w:val="multilevel"/>
    <w:tmpl w:val="2E26DCBE"/>
    <w:lvl w:ilvl="0">
      <w:start w:val="1"/>
      <w:numFmt w:val="decimal"/>
      <w:lvlRestart w:val="0"/>
      <w:pStyle w:val="ListNumber4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4Level2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1BF944DB"/>
    <w:multiLevelType w:val="hybridMultilevel"/>
    <w:tmpl w:val="9BDA9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FE1262"/>
    <w:multiLevelType w:val="hybridMultilevel"/>
    <w:tmpl w:val="CE7C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DE210FC"/>
    <w:multiLevelType w:val="hybridMultilevel"/>
    <w:tmpl w:val="ACE68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252D61"/>
    <w:multiLevelType w:val="hybridMultilevel"/>
    <w:tmpl w:val="C3B219A8"/>
    <w:lvl w:ilvl="0" w:tplc="2084EE48">
      <w:start w:val="1"/>
      <w:numFmt w:val="lowerRoman"/>
      <w:lvlText w:val="%1."/>
      <w:lvlJc w:val="left"/>
      <w:pPr>
        <w:ind w:left="14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2" w:hanging="360"/>
      </w:pPr>
    </w:lvl>
    <w:lvl w:ilvl="2" w:tplc="0405001B" w:tentative="1">
      <w:start w:val="1"/>
      <w:numFmt w:val="lowerRoman"/>
      <w:lvlText w:val="%3."/>
      <w:lvlJc w:val="right"/>
      <w:pPr>
        <w:ind w:left="2502" w:hanging="180"/>
      </w:pPr>
    </w:lvl>
    <w:lvl w:ilvl="3" w:tplc="0405000F" w:tentative="1">
      <w:start w:val="1"/>
      <w:numFmt w:val="decimal"/>
      <w:lvlText w:val="%4."/>
      <w:lvlJc w:val="left"/>
      <w:pPr>
        <w:ind w:left="3222" w:hanging="360"/>
      </w:pPr>
    </w:lvl>
    <w:lvl w:ilvl="4" w:tplc="04050019" w:tentative="1">
      <w:start w:val="1"/>
      <w:numFmt w:val="lowerLetter"/>
      <w:lvlText w:val="%5."/>
      <w:lvlJc w:val="left"/>
      <w:pPr>
        <w:ind w:left="3942" w:hanging="360"/>
      </w:pPr>
    </w:lvl>
    <w:lvl w:ilvl="5" w:tplc="0405001B" w:tentative="1">
      <w:start w:val="1"/>
      <w:numFmt w:val="lowerRoman"/>
      <w:lvlText w:val="%6."/>
      <w:lvlJc w:val="right"/>
      <w:pPr>
        <w:ind w:left="4662" w:hanging="180"/>
      </w:pPr>
    </w:lvl>
    <w:lvl w:ilvl="6" w:tplc="0405000F" w:tentative="1">
      <w:start w:val="1"/>
      <w:numFmt w:val="decimal"/>
      <w:lvlText w:val="%7."/>
      <w:lvlJc w:val="left"/>
      <w:pPr>
        <w:ind w:left="5382" w:hanging="360"/>
      </w:pPr>
    </w:lvl>
    <w:lvl w:ilvl="7" w:tplc="04050019" w:tentative="1">
      <w:start w:val="1"/>
      <w:numFmt w:val="lowerLetter"/>
      <w:lvlText w:val="%8."/>
      <w:lvlJc w:val="left"/>
      <w:pPr>
        <w:ind w:left="6102" w:hanging="360"/>
      </w:pPr>
    </w:lvl>
    <w:lvl w:ilvl="8" w:tplc="040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5" w15:restartNumberingAfterBreak="0">
    <w:nsid w:val="1E8B7357"/>
    <w:multiLevelType w:val="hybridMultilevel"/>
    <w:tmpl w:val="5A8AE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F203344"/>
    <w:multiLevelType w:val="multilevel"/>
    <w:tmpl w:val="730859C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09E04CD"/>
    <w:multiLevelType w:val="hybridMultilevel"/>
    <w:tmpl w:val="CC322892"/>
    <w:lvl w:ilvl="0" w:tplc="2D2680F6">
      <w:start w:val="1"/>
      <w:numFmt w:val="decimal"/>
      <w:lvlText w:val="Chapter 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2E1E11"/>
    <w:multiLevelType w:val="singleLevel"/>
    <w:tmpl w:val="990AACBE"/>
    <w:name w:val="List Bullet 3"/>
    <w:lvl w:ilvl="0">
      <w:start w:val="1"/>
      <w:numFmt w:val="bullet"/>
      <w:lvlRestart w:val="0"/>
      <w:lvlText w:val=""/>
      <w:lvlJc w:val="left"/>
      <w:pPr>
        <w:tabs>
          <w:tab w:val="num" w:pos="1304"/>
        </w:tabs>
        <w:ind w:left="2199" w:hanging="283"/>
      </w:pPr>
      <w:rPr>
        <w:rFonts w:ascii="Symbol" w:hAnsi="Symbol" w:hint="default"/>
      </w:rPr>
    </w:lvl>
  </w:abstractNum>
  <w:abstractNum w:abstractNumId="39" w15:restartNumberingAfterBreak="0">
    <w:nsid w:val="25B54BE3"/>
    <w:multiLevelType w:val="hybridMultilevel"/>
    <w:tmpl w:val="D3748B96"/>
    <w:lvl w:ilvl="0" w:tplc="D6482236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0" w15:restartNumberingAfterBreak="0">
    <w:nsid w:val="27483911"/>
    <w:multiLevelType w:val="hybridMultilevel"/>
    <w:tmpl w:val="86D63D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64022C"/>
    <w:multiLevelType w:val="hybridMultilevel"/>
    <w:tmpl w:val="04A6C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F70071"/>
    <w:multiLevelType w:val="hybridMultilevel"/>
    <w:tmpl w:val="4EB267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B1049CD"/>
    <w:multiLevelType w:val="hybridMultilevel"/>
    <w:tmpl w:val="EEB657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4774F7"/>
    <w:multiLevelType w:val="hybridMultilevel"/>
    <w:tmpl w:val="DF9CFD2E"/>
    <w:lvl w:ilvl="0" w:tplc="847856A4">
      <w:start w:val="1"/>
      <w:numFmt w:val="decimal"/>
      <w:pStyle w:val="Annex1"/>
      <w:lvlText w:val="Annex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pStyle w:val="Annex3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E664B"/>
    <w:multiLevelType w:val="hybridMultilevel"/>
    <w:tmpl w:val="3DEE5B04"/>
    <w:lvl w:ilvl="0" w:tplc="86A637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2EBB0033"/>
    <w:multiLevelType w:val="hybridMultilevel"/>
    <w:tmpl w:val="82FA2450"/>
    <w:lvl w:ilvl="0" w:tplc="86A637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FB73007"/>
    <w:multiLevelType w:val="hybridMultilevel"/>
    <w:tmpl w:val="A9A21CF6"/>
    <w:lvl w:ilvl="0" w:tplc="4B821DFC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 w15:restartNumberingAfterBreak="0">
    <w:nsid w:val="333C33CC"/>
    <w:multiLevelType w:val="singleLevel"/>
    <w:tmpl w:val="CC5EB40A"/>
    <w:lvl w:ilvl="0">
      <w:start w:val="1"/>
      <w:numFmt w:val="bullet"/>
      <w:lvlRestart w:val="0"/>
      <w:pStyle w:val="ListDash4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49" w15:restartNumberingAfterBreak="0">
    <w:nsid w:val="33561C71"/>
    <w:multiLevelType w:val="hybridMultilevel"/>
    <w:tmpl w:val="4B848270"/>
    <w:lvl w:ilvl="0" w:tplc="995266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359B45F6"/>
    <w:multiLevelType w:val="multilevel"/>
    <w:tmpl w:val="CEBA4BAE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52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288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35A5426E"/>
    <w:multiLevelType w:val="hybridMultilevel"/>
    <w:tmpl w:val="561E4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E22396"/>
    <w:multiLevelType w:val="singleLevel"/>
    <w:tmpl w:val="01D48590"/>
    <w:lvl w:ilvl="0">
      <w:start w:val="1"/>
      <w:numFmt w:val="bullet"/>
      <w:lvlRestart w:val="0"/>
      <w:pStyle w:val="ListDash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53" w15:restartNumberingAfterBreak="0">
    <w:nsid w:val="38694203"/>
    <w:multiLevelType w:val="hybridMultilevel"/>
    <w:tmpl w:val="81844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ACB3D1E"/>
    <w:multiLevelType w:val="hybridMultilevel"/>
    <w:tmpl w:val="6E4610B4"/>
    <w:lvl w:ilvl="0" w:tplc="F10CF62A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2CBA3FC8">
      <w:numFmt w:val="bullet"/>
      <w:lvlText w:val="·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B2673C2"/>
    <w:multiLevelType w:val="multilevel"/>
    <w:tmpl w:val="1F3E07AA"/>
    <w:lvl w:ilvl="0">
      <w:start w:val="1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CCC17BA"/>
    <w:multiLevelType w:val="singleLevel"/>
    <w:tmpl w:val="719CE20A"/>
    <w:lvl w:ilvl="0">
      <w:start w:val="1"/>
      <w:numFmt w:val="bullet"/>
      <w:lvlRestart w:val="0"/>
      <w:pStyle w:val="ListDash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57" w15:restartNumberingAfterBreak="0">
    <w:nsid w:val="3D290491"/>
    <w:multiLevelType w:val="multilevel"/>
    <w:tmpl w:val="20D4B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upperRoman"/>
      <w:lvlText w:val="%2."/>
      <w:lvlJc w:val="right"/>
      <w:pPr>
        <w:ind w:left="1440" w:hanging="360"/>
      </w:pPr>
      <w:rPr>
        <w:rFonts w:ascii="Cambria" w:hAnsi="Cambria" w:hint="default"/>
        <w:i w:val="0"/>
        <w:color w:val="365F91"/>
        <w:sz w:val="32"/>
        <w:szCs w:val="3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D441131"/>
    <w:multiLevelType w:val="hybridMultilevel"/>
    <w:tmpl w:val="4DC85B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DD55AD7"/>
    <w:multiLevelType w:val="hybridMultilevel"/>
    <w:tmpl w:val="D534D3B0"/>
    <w:lvl w:ilvl="0" w:tplc="4568F7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477A1E"/>
    <w:multiLevelType w:val="multilevel"/>
    <w:tmpl w:val="65D2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EA907DD"/>
    <w:multiLevelType w:val="hybridMultilevel"/>
    <w:tmpl w:val="9FC82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F5E39DF"/>
    <w:multiLevelType w:val="multilevel"/>
    <w:tmpl w:val="E246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F6A7929"/>
    <w:multiLevelType w:val="hybridMultilevel"/>
    <w:tmpl w:val="D1506A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01A5B88"/>
    <w:multiLevelType w:val="multilevel"/>
    <w:tmpl w:val="DBAAA46A"/>
    <w:lvl w:ilvl="0">
      <w:start w:val="1"/>
      <w:numFmt w:val="decimal"/>
      <w:pStyle w:val="Heading1"/>
      <w:lvlText w:val="Chapter %1.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003399"/>
        <w:sz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34"/>
        </w:tabs>
        <w:ind w:left="173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94"/>
        </w:tabs>
        <w:ind w:left="20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14"/>
        </w:tabs>
        <w:ind w:left="2814" w:hanging="360"/>
      </w:pPr>
      <w:rPr>
        <w:rFonts w:hint="default"/>
      </w:rPr>
    </w:lvl>
  </w:abstractNum>
  <w:abstractNum w:abstractNumId="65" w15:restartNumberingAfterBreak="0">
    <w:nsid w:val="403F68C7"/>
    <w:multiLevelType w:val="hybridMultilevel"/>
    <w:tmpl w:val="F69A2890"/>
    <w:lvl w:ilvl="0" w:tplc="8FEA8F02">
      <w:start w:val="1"/>
      <w:numFmt w:val="decimal"/>
      <w:lvlText w:val="%1."/>
      <w:lvlJc w:val="left"/>
      <w:pPr>
        <w:ind w:left="1077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6" w15:restartNumberingAfterBreak="0">
    <w:nsid w:val="41B929B8"/>
    <w:multiLevelType w:val="multilevel"/>
    <w:tmpl w:val="29DA01D2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1C14D19"/>
    <w:multiLevelType w:val="multilevel"/>
    <w:tmpl w:val="6886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2BA21EF"/>
    <w:multiLevelType w:val="multilevel"/>
    <w:tmpl w:val="4AD2DF5E"/>
    <w:lvl w:ilvl="0">
      <w:start w:val="1"/>
      <w:numFmt w:val="decimal"/>
      <w:lvlRestart w:val="0"/>
      <w:pStyle w:val="ListNumber2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2Level2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9" w15:restartNumberingAfterBreak="0">
    <w:nsid w:val="42BD1C95"/>
    <w:multiLevelType w:val="multilevel"/>
    <w:tmpl w:val="66D0AE8C"/>
    <w:lvl w:ilvl="0">
      <w:start w:val="1"/>
      <w:numFmt w:val="lowerLetter"/>
      <w:pStyle w:val="ListNumber"/>
      <w:lvlText w:val="(%1)"/>
      <w:lvlJc w:val="left"/>
      <w:pPr>
        <w:tabs>
          <w:tab w:val="num" w:pos="720"/>
        </w:tabs>
        <w:ind w:left="454" w:hanging="454"/>
      </w:pPr>
    </w:lvl>
    <w:lvl w:ilvl="1">
      <w:start w:val="1"/>
      <w:numFmt w:val="lowerRoman"/>
      <w:pStyle w:val="ListNumberLevel2"/>
      <w:lvlText w:val="(%2)"/>
      <w:lvlJc w:val="left"/>
      <w:pPr>
        <w:tabs>
          <w:tab w:val="num" w:pos="1534"/>
        </w:tabs>
        <w:ind w:left="964" w:hanging="510"/>
      </w:pPr>
    </w:lvl>
    <w:lvl w:ilvl="2">
      <w:start w:val="1"/>
      <w:numFmt w:val="bullet"/>
      <w:pStyle w:val="ListNumberLevel2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</w:rPr>
    </w:lvl>
    <w:lvl w:ilvl="3">
      <w:start w:val="1"/>
      <w:numFmt w:val="bullet"/>
      <w:lvlText w:val="–"/>
      <w:lvlJc w:val="left"/>
      <w:pPr>
        <w:tabs>
          <w:tab w:val="num" w:pos="2268"/>
        </w:tabs>
        <w:ind w:left="2268" w:hanging="567"/>
      </w:pPr>
      <w:rPr>
        <w:rFonts w:ascii="Times New Roman" w:hAnsi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0" w15:restartNumberingAfterBreak="0">
    <w:nsid w:val="435B4BD5"/>
    <w:multiLevelType w:val="singleLevel"/>
    <w:tmpl w:val="499EA5E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71" w15:restartNumberingAfterBreak="0">
    <w:nsid w:val="43C35762"/>
    <w:multiLevelType w:val="multilevel"/>
    <w:tmpl w:val="9B242D8A"/>
    <w:lvl w:ilvl="0">
      <w:start w:val="1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4750360"/>
    <w:multiLevelType w:val="hybridMultilevel"/>
    <w:tmpl w:val="CAC204F8"/>
    <w:lvl w:ilvl="0" w:tplc="CB46C84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456619A9"/>
    <w:multiLevelType w:val="hybridMultilevel"/>
    <w:tmpl w:val="D0FE5D7E"/>
    <w:lvl w:ilvl="0" w:tplc="C0D06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002A80" w:tentative="1">
      <w:start w:val="1"/>
      <w:numFmt w:val="lowerLetter"/>
      <w:lvlText w:val="%2."/>
      <w:lvlJc w:val="left"/>
      <w:pPr>
        <w:ind w:left="1440" w:hanging="360"/>
      </w:pPr>
    </w:lvl>
    <w:lvl w:ilvl="2" w:tplc="C1709846" w:tentative="1">
      <w:start w:val="1"/>
      <w:numFmt w:val="lowerRoman"/>
      <w:lvlText w:val="%3."/>
      <w:lvlJc w:val="right"/>
      <w:pPr>
        <w:ind w:left="2160" w:hanging="180"/>
      </w:pPr>
    </w:lvl>
    <w:lvl w:ilvl="3" w:tplc="1CE83902" w:tentative="1">
      <w:start w:val="1"/>
      <w:numFmt w:val="decimal"/>
      <w:lvlText w:val="%4."/>
      <w:lvlJc w:val="left"/>
      <w:pPr>
        <w:ind w:left="2880" w:hanging="360"/>
      </w:pPr>
    </w:lvl>
    <w:lvl w:ilvl="4" w:tplc="4D30A278" w:tentative="1">
      <w:start w:val="1"/>
      <w:numFmt w:val="lowerLetter"/>
      <w:lvlText w:val="%5."/>
      <w:lvlJc w:val="left"/>
      <w:pPr>
        <w:ind w:left="3600" w:hanging="360"/>
      </w:pPr>
    </w:lvl>
    <w:lvl w:ilvl="5" w:tplc="75D4B98C" w:tentative="1">
      <w:start w:val="1"/>
      <w:numFmt w:val="lowerRoman"/>
      <w:lvlText w:val="%6."/>
      <w:lvlJc w:val="right"/>
      <w:pPr>
        <w:ind w:left="4320" w:hanging="180"/>
      </w:pPr>
    </w:lvl>
    <w:lvl w:ilvl="6" w:tplc="D5EC6F0A" w:tentative="1">
      <w:start w:val="1"/>
      <w:numFmt w:val="decimal"/>
      <w:lvlText w:val="%7."/>
      <w:lvlJc w:val="left"/>
      <w:pPr>
        <w:ind w:left="5040" w:hanging="360"/>
      </w:pPr>
    </w:lvl>
    <w:lvl w:ilvl="7" w:tplc="689E0698" w:tentative="1">
      <w:start w:val="1"/>
      <w:numFmt w:val="lowerLetter"/>
      <w:lvlText w:val="%8."/>
      <w:lvlJc w:val="left"/>
      <w:pPr>
        <w:ind w:left="5760" w:hanging="360"/>
      </w:pPr>
    </w:lvl>
    <w:lvl w:ilvl="8" w:tplc="5EF44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730C09"/>
    <w:multiLevelType w:val="hybridMultilevel"/>
    <w:tmpl w:val="4DDC6514"/>
    <w:lvl w:ilvl="0" w:tplc="380C9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2CBA6E" w:tentative="1">
      <w:start w:val="1"/>
      <w:numFmt w:val="lowerLetter"/>
      <w:lvlText w:val="%2."/>
      <w:lvlJc w:val="left"/>
      <w:pPr>
        <w:ind w:left="1440" w:hanging="360"/>
      </w:pPr>
    </w:lvl>
    <w:lvl w:ilvl="2" w:tplc="7C02F09C" w:tentative="1">
      <w:start w:val="1"/>
      <w:numFmt w:val="lowerRoman"/>
      <w:lvlText w:val="%3."/>
      <w:lvlJc w:val="right"/>
      <w:pPr>
        <w:ind w:left="2160" w:hanging="180"/>
      </w:pPr>
    </w:lvl>
    <w:lvl w:ilvl="3" w:tplc="21BC99A4" w:tentative="1">
      <w:start w:val="1"/>
      <w:numFmt w:val="decimal"/>
      <w:lvlText w:val="%4."/>
      <w:lvlJc w:val="left"/>
      <w:pPr>
        <w:ind w:left="2880" w:hanging="360"/>
      </w:pPr>
    </w:lvl>
    <w:lvl w:ilvl="4" w:tplc="A4CE0816" w:tentative="1">
      <w:start w:val="1"/>
      <w:numFmt w:val="lowerLetter"/>
      <w:lvlText w:val="%5."/>
      <w:lvlJc w:val="left"/>
      <w:pPr>
        <w:ind w:left="3600" w:hanging="360"/>
      </w:pPr>
    </w:lvl>
    <w:lvl w:ilvl="5" w:tplc="6EF64B2A" w:tentative="1">
      <w:start w:val="1"/>
      <w:numFmt w:val="lowerRoman"/>
      <w:lvlText w:val="%6."/>
      <w:lvlJc w:val="right"/>
      <w:pPr>
        <w:ind w:left="4320" w:hanging="180"/>
      </w:pPr>
    </w:lvl>
    <w:lvl w:ilvl="6" w:tplc="F732E128" w:tentative="1">
      <w:start w:val="1"/>
      <w:numFmt w:val="decimal"/>
      <w:lvlText w:val="%7."/>
      <w:lvlJc w:val="left"/>
      <w:pPr>
        <w:ind w:left="5040" w:hanging="360"/>
      </w:pPr>
    </w:lvl>
    <w:lvl w:ilvl="7" w:tplc="37CE2130" w:tentative="1">
      <w:start w:val="1"/>
      <w:numFmt w:val="lowerLetter"/>
      <w:lvlText w:val="%8."/>
      <w:lvlJc w:val="left"/>
      <w:pPr>
        <w:ind w:left="5760" w:hanging="360"/>
      </w:pPr>
    </w:lvl>
    <w:lvl w:ilvl="8" w:tplc="916C7A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380CB5"/>
    <w:multiLevelType w:val="hybridMultilevel"/>
    <w:tmpl w:val="489A886E"/>
    <w:lvl w:ilvl="0" w:tplc="E564B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E690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3A4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AC9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A45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CACF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39EC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B6DB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4E631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7F82799"/>
    <w:multiLevelType w:val="hybridMultilevel"/>
    <w:tmpl w:val="BE462FF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8343F0D"/>
    <w:multiLevelType w:val="hybridMultilevel"/>
    <w:tmpl w:val="B2D8B296"/>
    <w:lvl w:ilvl="0" w:tplc="7A4AD55E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9AF0632C">
      <w:start w:val="1"/>
      <w:numFmt w:val="lowerRoman"/>
      <w:lvlText w:val="%2."/>
      <w:lvlJc w:val="right"/>
      <w:pPr>
        <w:ind w:left="1364" w:hanging="360"/>
      </w:pPr>
      <w:rPr>
        <w:rFonts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485C3CCB"/>
    <w:multiLevelType w:val="hybridMultilevel"/>
    <w:tmpl w:val="0178BD68"/>
    <w:lvl w:ilvl="0" w:tplc="DE1A46C6">
      <w:start w:val="1"/>
      <w:numFmt w:val="lowerRoman"/>
      <w:lvlText w:val="%1."/>
      <w:lvlJc w:val="right"/>
      <w:pPr>
        <w:ind w:left="1364" w:hanging="360"/>
      </w:pPr>
      <w:rPr>
        <w:rFonts w:hint="default"/>
        <w:sz w:val="26"/>
        <w:szCs w:val="2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99D535E"/>
    <w:multiLevelType w:val="hybridMultilevel"/>
    <w:tmpl w:val="E81CFB30"/>
    <w:lvl w:ilvl="0" w:tplc="D4CE8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12AD0E" w:tentative="1">
      <w:start w:val="1"/>
      <w:numFmt w:val="lowerLetter"/>
      <w:lvlText w:val="%2."/>
      <w:lvlJc w:val="left"/>
      <w:pPr>
        <w:ind w:left="1440" w:hanging="360"/>
      </w:pPr>
    </w:lvl>
    <w:lvl w:ilvl="2" w:tplc="6A6AD9CE" w:tentative="1">
      <w:start w:val="1"/>
      <w:numFmt w:val="lowerRoman"/>
      <w:lvlText w:val="%3."/>
      <w:lvlJc w:val="right"/>
      <w:pPr>
        <w:ind w:left="2160" w:hanging="180"/>
      </w:pPr>
    </w:lvl>
    <w:lvl w:ilvl="3" w:tplc="4DF66F2C" w:tentative="1">
      <w:start w:val="1"/>
      <w:numFmt w:val="decimal"/>
      <w:lvlText w:val="%4."/>
      <w:lvlJc w:val="left"/>
      <w:pPr>
        <w:ind w:left="2880" w:hanging="360"/>
      </w:pPr>
    </w:lvl>
    <w:lvl w:ilvl="4" w:tplc="4F1E830A" w:tentative="1">
      <w:start w:val="1"/>
      <w:numFmt w:val="lowerLetter"/>
      <w:lvlText w:val="%5."/>
      <w:lvlJc w:val="left"/>
      <w:pPr>
        <w:ind w:left="3600" w:hanging="360"/>
      </w:pPr>
    </w:lvl>
    <w:lvl w:ilvl="5" w:tplc="9E72F318" w:tentative="1">
      <w:start w:val="1"/>
      <w:numFmt w:val="lowerRoman"/>
      <w:lvlText w:val="%6."/>
      <w:lvlJc w:val="right"/>
      <w:pPr>
        <w:ind w:left="4320" w:hanging="180"/>
      </w:pPr>
    </w:lvl>
    <w:lvl w:ilvl="6" w:tplc="7BAA9D8A" w:tentative="1">
      <w:start w:val="1"/>
      <w:numFmt w:val="decimal"/>
      <w:lvlText w:val="%7."/>
      <w:lvlJc w:val="left"/>
      <w:pPr>
        <w:ind w:left="5040" w:hanging="360"/>
      </w:pPr>
    </w:lvl>
    <w:lvl w:ilvl="7" w:tplc="4D6467FA" w:tentative="1">
      <w:start w:val="1"/>
      <w:numFmt w:val="lowerLetter"/>
      <w:lvlText w:val="%8."/>
      <w:lvlJc w:val="left"/>
      <w:pPr>
        <w:ind w:left="5760" w:hanging="360"/>
      </w:pPr>
    </w:lvl>
    <w:lvl w:ilvl="8" w:tplc="7D9AE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9C14549"/>
    <w:multiLevelType w:val="hybridMultilevel"/>
    <w:tmpl w:val="A0CAEC28"/>
    <w:lvl w:ilvl="0" w:tplc="D1D68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C104DF1"/>
    <w:multiLevelType w:val="hybridMultilevel"/>
    <w:tmpl w:val="6A5A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EA7324F"/>
    <w:multiLevelType w:val="hybridMultilevel"/>
    <w:tmpl w:val="BC5ED9A6"/>
    <w:lvl w:ilvl="0" w:tplc="49F24FE6">
      <w:start w:val="1"/>
      <w:numFmt w:val="bullet"/>
      <w:pStyle w:val="ListNumberLevel3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83" w15:restartNumberingAfterBreak="0">
    <w:nsid w:val="4EB54415"/>
    <w:multiLevelType w:val="hybridMultilevel"/>
    <w:tmpl w:val="9A1CC492"/>
    <w:lvl w:ilvl="0" w:tplc="5F7A38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78C43C8" w:tentative="1">
      <w:start w:val="1"/>
      <w:numFmt w:val="lowerLetter"/>
      <w:lvlText w:val="%2."/>
      <w:lvlJc w:val="left"/>
      <w:pPr>
        <w:ind w:left="1440" w:hanging="360"/>
      </w:pPr>
    </w:lvl>
    <w:lvl w:ilvl="2" w:tplc="E5D831F6" w:tentative="1">
      <w:start w:val="1"/>
      <w:numFmt w:val="lowerRoman"/>
      <w:lvlText w:val="%3."/>
      <w:lvlJc w:val="right"/>
      <w:pPr>
        <w:ind w:left="2160" w:hanging="180"/>
      </w:pPr>
    </w:lvl>
    <w:lvl w:ilvl="3" w:tplc="39502410" w:tentative="1">
      <w:start w:val="1"/>
      <w:numFmt w:val="decimal"/>
      <w:lvlText w:val="%4."/>
      <w:lvlJc w:val="left"/>
      <w:pPr>
        <w:ind w:left="2880" w:hanging="360"/>
      </w:pPr>
    </w:lvl>
    <w:lvl w:ilvl="4" w:tplc="E9306BEC" w:tentative="1">
      <w:start w:val="1"/>
      <w:numFmt w:val="lowerLetter"/>
      <w:lvlText w:val="%5."/>
      <w:lvlJc w:val="left"/>
      <w:pPr>
        <w:ind w:left="3600" w:hanging="360"/>
      </w:pPr>
    </w:lvl>
    <w:lvl w:ilvl="5" w:tplc="9502F3C8" w:tentative="1">
      <w:start w:val="1"/>
      <w:numFmt w:val="lowerRoman"/>
      <w:lvlText w:val="%6."/>
      <w:lvlJc w:val="right"/>
      <w:pPr>
        <w:ind w:left="4320" w:hanging="180"/>
      </w:pPr>
    </w:lvl>
    <w:lvl w:ilvl="6" w:tplc="DA4E6FE2" w:tentative="1">
      <w:start w:val="1"/>
      <w:numFmt w:val="decimal"/>
      <w:lvlText w:val="%7."/>
      <w:lvlJc w:val="left"/>
      <w:pPr>
        <w:ind w:left="5040" w:hanging="360"/>
      </w:pPr>
    </w:lvl>
    <w:lvl w:ilvl="7" w:tplc="A75AC5B4" w:tentative="1">
      <w:start w:val="1"/>
      <w:numFmt w:val="lowerLetter"/>
      <w:lvlText w:val="%8."/>
      <w:lvlJc w:val="left"/>
      <w:pPr>
        <w:ind w:left="5760" w:hanging="360"/>
      </w:pPr>
    </w:lvl>
    <w:lvl w:ilvl="8" w:tplc="03D697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F58381B"/>
    <w:multiLevelType w:val="hybridMultilevel"/>
    <w:tmpl w:val="6958F34A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 w15:restartNumberingAfterBreak="0">
    <w:nsid w:val="4FF407F3"/>
    <w:multiLevelType w:val="singleLevel"/>
    <w:tmpl w:val="C1183282"/>
    <w:name w:val="List Bullet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86" w15:restartNumberingAfterBreak="0">
    <w:nsid w:val="50645337"/>
    <w:multiLevelType w:val="multilevel"/>
    <w:tmpl w:val="4894CD1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507C5B45"/>
    <w:multiLevelType w:val="hybridMultilevel"/>
    <w:tmpl w:val="C6E272D2"/>
    <w:lvl w:ilvl="0" w:tplc="624208BE">
      <w:start w:val="1"/>
      <w:numFmt w:val="decimal"/>
      <w:lvlText w:val="%1."/>
      <w:lvlJc w:val="left"/>
      <w:pPr>
        <w:ind w:left="1077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5098156E"/>
    <w:multiLevelType w:val="hybridMultilevel"/>
    <w:tmpl w:val="BB4A9132"/>
    <w:lvl w:ilvl="0" w:tplc="0360F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340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F264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499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0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DECC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89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3C2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A0C3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0A87FE9"/>
    <w:multiLevelType w:val="hybridMultilevel"/>
    <w:tmpl w:val="A29A56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50B33A49"/>
    <w:multiLevelType w:val="singleLevel"/>
    <w:tmpl w:val="999A4C06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91" w15:restartNumberingAfterBreak="0">
    <w:nsid w:val="50BA3C1F"/>
    <w:multiLevelType w:val="hybridMultilevel"/>
    <w:tmpl w:val="47DC4FD2"/>
    <w:lvl w:ilvl="0" w:tplc="ACB04F4C">
      <w:start w:val="20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650869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14F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242D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4A0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A0C5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60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046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525B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17A0218"/>
    <w:multiLevelType w:val="multilevel"/>
    <w:tmpl w:val="EDA2E01E"/>
    <w:lvl w:ilvl="0">
      <w:start w:val="1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27B768D"/>
    <w:multiLevelType w:val="hybridMultilevel"/>
    <w:tmpl w:val="8264C7C0"/>
    <w:lvl w:ilvl="0" w:tplc="9AF06448">
      <w:start w:val="1"/>
      <w:numFmt w:val="lowerRoman"/>
      <w:lvlText w:val="%1."/>
      <w:lvlJc w:val="left"/>
      <w:pPr>
        <w:ind w:left="213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94" w15:restartNumberingAfterBreak="0">
    <w:nsid w:val="527E71A9"/>
    <w:multiLevelType w:val="singleLevel"/>
    <w:tmpl w:val="BD34F238"/>
    <w:lvl w:ilvl="0">
      <w:start w:val="1"/>
      <w:numFmt w:val="bullet"/>
      <w:lvlRestart w:val="0"/>
      <w:pStyle w:val="ListDash1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95" w15:restartNumberingAfterBreak="0">
    <w:nsid w:val="52FC4911"/>
    <w:multiLevelType w:val="multilevel"/>
    <w:tmpl w:val="A8DA3A50"/>
    <w:lvl w:ilvl="0">
      <w:start w:val="1"/>
      <w:numFmt w:val="decimal"/>
      <w:suff w:val="space"/>
      <w:lvlText w:val="Annex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nex2"/>
      <w:lvlText w:val="A%1.%2."/>
      <w:lvlJc w:val="left"/>
      <w:pPr>
        <w:ind w:left="1134" w:hanging="1134"/>
      </w:pPr>
      <w:rPr>
        <w:rFonts w:hint="default"/>
        <w:color w:val="auto"/>
        <w:sz w:val="24"/>
      </w:rPr>
    </w:lvl>
    <w:lvl w:ilvl="2">
      <w:start w:val="1"/>
      <w:numFmt w:val="decimal"/>
      <w:lvlText w:val="A%1.%2.%3."/>
      <w:lvlJc w:val="left"/>
      <w:pPr>
        <w:ind w:left="-284" w:hanging="1134"/>
      </w:pPr>
      <w:rPr>
        <w:rFonts w:hint="default"/>
        <w:color w:val="003399"/>
        <w:sz w:val="18"/>
      </w:rPr>
    </w:lvl>
    <w:lvl w:ilvl="3">
      <w:start w:val="1"/>
      <w:numFmt w:val="decimal"/>
      <w:lvlText w:val="A%1.%2.%3.%4."/>
      <w:lvlJc w:val="left"/>
      <w:pPr>
        <w:ind w:left="-454" w:hanging="9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-45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54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54" w:hanging="9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54" w:hanging="9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54" w:hanging="964"/>
      </w:pPr>
      <w:rPr>
        <w:rFonts w:hint="default"/>
      </w:rPr>
    </w:lvl>
  </w:abstractNum>
  <w:abstractNum w:abstractNumId="96" w15:restartNumberingAfterBreak="0">
    <w:nsid w:val="5323304C"/>
    <w:multiLevelType w:val="multilevel"/>
    <w:tmpl w:val="129064AA"/>
    <w:lvl w:ilvl="0">
      <w:start w:val="1"/>
      <w:numFmt w:val="decimal"/>
      <w:lvlRestart w:val="0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7" w15:restartNumberingAfterBreak="0">
    <w:nsid w:val="53873A81"/>
    <w:multiLevelType w:val="hybridMultilevel"/>
    <w:tmpl w:val="FB7A1D34"/>
    <w:lvl w:ilvl="0" w:tplc="47F29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66D62DD"/>
    <w:multiLevelType w:val="hybridMultilevel"/>
    <w:tmpl w:val="A538EA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6D86FDE"/>
    <w:multiLevelType w:val="hybridMultilevel"/>
    <w:tmpl w:val="9C90B886"/>
    <w:lvl w:ilvl="0" w:tplc="7CD6B104">
      <w:start w:val="1"/>
      <w:numFmt w:val="bullet"/>
      <w:pStyle w:val="ListBullet3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9E72EE3"/>
    <w:multiLevelType w:val="multilevel"/>
    <w:tmpl w:val="730859C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9E8502D"/>
    <w:multiLevelType w:val="hybridMultilevel"/>
    <w:tmpl w:val="0742EB1E"/>
    <w:lvl w:ilvl="0" w:tplc="9EEEB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9F90018"/>
    <w:multiLevelType w:val="hybridMultilevel"/>
    <w:tmpl w:val="78CE012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AA533F3"/>
    <w:multiLevelType w:val="hybridMultilevel"/>
    <w:tmpl w:val="A7D87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C5F045B"/>
    <w:multiLevelType w:val="hybridMultilevel"/>
    <w:tmpl w:val="86CA6CAC"/>
    <w:lvl w:ilvl="0" w:tplc="FDE4BE64">
      <w:start w:val="1"/>
      <w:numFmt w:val="lowerRoman"/>
      <w:lvlText w:val="%1."/>
      <w:lvlJc w:val="right"/>
      <w:pPr>
        <w:ind w:left="1364" w:hanging="360"/>
      </w:pPr>
      <w:rPr>
        <w:rFonts w:hint="default"/>
        <w:sz w:val="26"/>
        <w:szCs w:val="2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C9D4F7B"/>
    <w:multiLevelType w:val="multilevel"/>
    <w:tmpl w:val="E246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D055D77"/>
    <w:multiLevelType w:val="multilevel"/>
    <w:tmpl w:val="EF82FE66"/>
    <w:lvl w:ilvl="0">
      <w:start w:val="1"/>
      <w:numFmt w:val="decimal"/>
      <w:lvlRestart w:val="0"/>
      <w:pStyle w:val="ListNumber3"/>
      <w:lvlText w:val="%1."/>
      <w:lvlJc w:val="left"/>
      <w:pPr>
        <w:tabs>
          <w:tab w:val="num" w:pos="822"/>
        </w:tabs>
        <w:ind w:left="822" w:hanging="482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1304"/>
        </w:tabs>
        <w:ind w:left="1304" w:hanging="482"/>
      </w:pPr>
    </w:lvl>
    <w:lvl w:ilvl="2">
      <w:start w:val="1"/>
      <w:numFmt w:val="bullet"/>
      <w:pStyle w:val="ListNumber3Level2"/>
      <w:lvlText w:val="-"/>
      <w:lvlJc w:val="left"/>
      <w:pPr>
        <w:tabs>
          <w:tab w:val="num" w:pos="1786"/>
        </w:tabs>
        <w:ind w:left="1786" w:hanging="482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482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7" w15:restartNumberingAfterBreak="0">
    <w:nsid w:val="5EF6558A"/>
    <w:multiLevelType w:val="multilevel"/>
    <w:tmpl w:val="A5088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5F7308AB"/>
    <w:multiLevelType w:val="multilevel"/>
    <w:tmpl w:val="EAD21A20"/>
    <w:lvl w:ilvl="0">
      <w:start w:val="1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b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3270E1F"/>
    <w:multiLevelType w:val="hybridMultilevel"/>
    <w:tmpl w:val="DB641C8E"/>
    <w:lvl w:ilvl="0" w:tplc="0413000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3446199"/>
    <w:multiLevelType w:val="multilevel"/>
    <w:tmpl w:val="F7DEAF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4375773"/>
    <w:multiLevelType w:val="hybridMultilevel"/>
    <w:tmpl w:val="D12AE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B77A50"/>
    <w:multiLevelType w:val="hybridMultilevel"/>
    <w:tmpl w:val="1FA2D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4D74E88"/>
    <w:multiLevelType w:val="hybridMultilevel"/>
    <w:tmpl w:val="83F60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4DE60CE"/>
    <w:multiLevelType w:val="hybridMultilevel"/>
    <w:tmpl w:val="6084FD82"/>
    <w:lvl w:ilvl="0" w:tplc="30686172">
      <w:start w:val="1"/>
      <w:numFmt w:val="bullet"/>
      <w:pStyle w:val="Table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6"/>
      </w:rPr>
    </w:lvl>
    <w:lvl w:ilvl="1" w:tplc="D0B65B1A">
      <w:start w:val="1"/>
      <w:numFmt w:val="bullet"/>
      <w:lvlText w:val=""/>
      <w:lvlJc w:val="left"/>
      <w:pPr>
        <w:tabs>
          <w:tab w:val="num" w:pos="768"/>
        </w:tabs>
        <w:ind w:left="1080" w:firstLine="0"/>
      </w:pPr>
      <w:rPr>
        <w:rFonts w:ascii="Symbol" w:hAnsi="Symbol" w:hint="default"/>
        <w:sz w:val="16"/>
      </w:rPr>
    </w:lvl>
    <w:lvl w:ilvl="2" w:tplc="5D9C83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CB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4462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F676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627E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921D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D824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6201D74"/>
    <w:multiLevelType w:val="hybridMultilevel"/>
    <w:tmpl w:val="511064F2"/>
    <w:lvl w:ilvl="0" w:tplc="F25A1548">
      <w:start w:val="1"/>
      <w:numFmt w:val="decimal"/>
      <w:lvlText w:val="%1."/>
      <w:lvlJc w:val="left"/>
      <w:pPr>
        <w:ind w:left="1077" w:hanging="360"/>
      </w:pPr>
      <w:rPr>
        <w:i w:val="0"/>
        <w:iCs/>
      </w:rPr>
    </w:lvl>
    <w:lvl w:ilvl="1" w:tplc="04A8050E" w:tentative="1">
      <w:start w:val="1"/>
      <w:numFmt w:val="lowerLetter"/>
      <w:lvlText w:val="%2."/>
      <w:lvlJc w:val="left"/>
      <w:pPr>
        <w:ind w:left="1797" w:hanging="360"/>
      </w:pPr>
    </w:lvl>
    <w:lvl w:ilvl="2" w:tplc="3BBCF546" w:tentative="1">
      <w:start w:val="1"/>
      <w:numFmt w:val="lowerRoman"/>
      <w:lvlText w:val="%3."/>
      <w:lvlJc w:val="right"/>
      <w:pPr>
        <w:ind w:left="2517" w:hanging="180"/>
      </w:pPr>
    </w:lvl>
    <w:lvl w:ilvl="3" w:tplc="040699D2" w:tentative="1">
      <w:start w:val="1"/>
      <w:numFmt w:val="decimal"/>
      <w:lvlText w:val="%4."/>
      <w:lvlJc w:val="left"/>
      <w:pPr>
        <w:ind w:left="3237" w:hanging="360"/>
      </w:pPr>
    </w:lvl>
    <w:lvl w:ilvl="4" w:tplc="91C0EEA4" w:tentative="1">
      <w:start w:val="1"/>
      <w:numFmt w:val="lowerLetter"/>
      <w:lvlText w:val="%5."/>
      <w:lvlJc w:val="left"/>
      <w:pPr>
        <w:ind w:left="3957" w:hanging="360"/>
      </w:pPr>
    </w:lvl>
    <w:lvl w:ilvl="5" w:tplc="B4A4A3DC" w:tentative="1">
      <w:start w:val="1"/>
      <w:numFmt w:val="lowerRoman"/>
      <w:lvlText w:val="%6."/>
      <w:lvlJc w:val="right"/>
      <w:pPr>
        <w:ind w:left="4677" w:hanging="180"/>
      </w:pPr>
    </w:lvl>
    <w:lvl w:ilvl="6" w:tplc="B7C6B2F6" w:tentative="1">
      <w:start w:val="1"/>
      <w:numFmt w:val="decimal"/>
      <w:lvlText w:val="%7."/>
      <w:lvlJc w:val="left"/>
      <w:pPr>
        <w:ind w:left="5397" w:hanging="360"/>
      </w:pPr>
    </w:lvl>
    <w:lvl w:ilvl="7" w:tplc="0EF8B418" w:tentative="1">
      <w:start w:val="1"/>
      <w:numFmt w:val="lowerLetter"/>
      <w:lvlText w:val="%8."/>
      <w:lvlJc w:val="left"/>
      <w:pPr>
        <w:ind w:left="6117" w:hanging="360"/>
      </w:pPr>
    </w:lvl>
    <w:lvl w:ilvl="8" w:tplc="A6D49166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67BC6347"/>
    <w:multiLevelType w:val="hybridMultilevel"/>
    <w:tmpl w:val="A8FA2B32"/>
    <w:lvl w:ilvl="0" w:tplc="857A2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06F3A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196D3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D4E1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110A7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05851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B832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A3638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3263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84434B1"/>
    <w:multiLevelType w:val="singleLevel"/>
    <w:tmpl w:val="26446A42"/>
    <w:name w:val="List Bullet 1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18" w15:restartNumberingAfterBreak="0">
    <w:nsid w:val="6A99427C"/>
    <w:multiLevelType w:val="multilevel"/>
    <w:tmpl w:val="F7DEAF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AD37567"/>
    <w:multiLevelType w:val="hybridMultilevel"/>
    <w:tmpl w:val="6C567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B1D146D"/>
    <w:multiLevelType w:val="hybridMultilevel"/>
    <w:tmpl w:val="BD8A05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C0A01E8"/>
    <w:multiLevelType w:val="multilevel"/>
    <w:tmpl w:val="6D54B136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C704048"/>
    <w:multiLevelType w:val="hybridMultilevel"/>
    <w:tmpl w:val="4D1CB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D5B1729"/>
    <w:multiLevelType w:val="hybridMultilevel"/>
    <w:tmpl w:val="82B4B5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D6041E9"/>
    <w:multiLevelType w:val="hybridMultilevel"/>
    <w:tmpl w:val="91B076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E5E68C1"/>
    <w:multiLevelType w:val="multilevel"/>
    <w:tmpl w:val="F0020C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upperLetter"/>
      <w:lvlText w:val="%2."/>
      <w:lvlJc w:val="right"/>
      <w:pPr>
        <w:tabs>
          <w:tab w:val="num" w:pos="1353"/>
        </w:tabs>
        <w:ind w:left="1353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6" w15:restartNumberingAfterBreak="0">
    <w:nsid w:val="6EF02A43"/>
    <w:multiLevelType w:val="hybridMultilevel"/>
    <w:tmpl w:val="F8C2C070"/>
    <w:lvl w:ilvl="0" w:tplc="A484C64E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11573E1"/>
    <w:multiLevelType w:val="hybridMultilevel"/>
    <w:tmpl w:val="C4AEFACC"/>
    <w:lvl w:ilvl="0" w:tplc="42B480C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6B04F5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681EE6A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4637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A285F1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22433A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A0632F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8BF84FE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5826D3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8" w15:restartNumberingAfterBreak="0">
    <w:nsid w:val="71187BE4"/>
    <w:multiLevelType w:val="multilevel"/>
    <w:tmpl w:val="F7DEAFD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71691BAF"/>
    <w:multiLevelType w:val="hybridMultilevel"/>
    <w:tmpl w:val="8F4CFE28"/>
    <w:lvl w:ilvl="0" w:tplc="2DCA12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18418FA"/>
    <w:multiLevelType w:val="hybridMultilevel"/>
    <w:tmpl w:val="6958F34A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728948CA"/>
    <w:multiLevelType w:val="multilevel"/>
    <w:tmpl w:val="29DA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32D4D9C"/>
    <w:multiLevelType w:val="multilevel"/>
    <w:tmpl w:val="2D709698"/>
    <w:lvl w:ilvl="0">
      <w:start w:val="1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hint="default"/>
        <w:i w:val="0"/>
        <w:color w:val="365F91"/>
        <w:sz w:val="32"/>
        <w:szCs w:val="32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Theme="minorHAnsi" w:hAnsiTheme="minorHAnsi" w:hint="default"/>
        <w:i w:val="0"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344553F"/>
    <w:multiLevelType w:val="hybridMultilevel"/>
    <w:tmpl w:val="0FB6298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4" w15:restartNumberingAfterBreak="0">
    <w:nsid w:val="73AA1B9A"/>
    <w:multiLevelType w:val="hybridMultilevel"/>
    <w:tmpl w:val="3B523C86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4B5199D"/>
    <w:multiLevelType w:val="hybridMultilevel"/>
    <w:tmpl w:val="9EBAC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4DA2885"/>
    <w:multiLevelType w:val="hybridMultilevel"/>
    <w:tmpl w:val="44BA0598"/>
    <w:lvl w:ilvl="0" w:tplc="1DF8FF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668D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062C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2004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76E3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FA4E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9C3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F82E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A805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5580589"/>
    <w:multiLevelType w:val="hybridMultilevel"/>
    <w:tmpl w:val="2B20B6F8"/>
    <w:lvl w:ilvl="0" w:tplc="7786B98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17E10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508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D40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8CC2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4288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1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C47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4E5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69A42F6"/>
    <w:multiLevelType w:val="hybridMultilevel"/>
    <w:tmpl w:val="28663AC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76BC648D"/>
    <w:multiLevelType w:val="hybridMultilevel"/>
    <w:tmpl w:val="6958F34A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0" w15:restartNumberingAfterBreak="0">
    <w:nsid w:val="7704383D"/>
    <w:multiLevelType w:val="singleLevel"/>
    <w:tmpl w:val="8E165F4E"/>
    <w:name w:val="TOC Heading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1" w15:restartNumberingAfterBreak="0">
    <w:nsid w:val="77C75D57"/>
    <w:multiLevelType w:val="singleLevel"/>
    <w:tmpl w:val="B0CCFF04"/>
    <w:lvl w:ilvl="0">
      <w:start w:val="1"/>
      <w:numFmt w:val="bullet"/>
      <w:lvlRestart w:val="0"/>
      <w:pStyle w:val="ListDash3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/>
      </w:rPr>
    </w:lvl>
  </w:abstractNum>
  <w:abstractNum w:abstractNumId="142" w15:restartNumberingAfterBreak="0">
    <w:nsid w:val="78BF11EC"/>
    <w:multiLevelType w:val="multilevel"/>
    <w:tmpl w:val="72C66EC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AAA2215"/>
    <w:multiLevelType w:val="hybridMultilevel"/>
    <w:tmpl w:val="873A5D0E"/>
    <w:lvl w:ilvl="0" w:tplc="55DC3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B2C08BE"/>
    <w:multiLevelType w:val="hybridMultilevel"/>
    <w:tmpl w:val="16422416"/>
    <w:lvl w:ilvl="0" w:tplc="5F64D4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32B864" w:tentative="1">
      <w:start w:val="1"/>
      <w:numFmt w:val="lowerLetter"/>
      <w:lvlText w:val="%2."/>
      <w:lvlJc w:val="left"/>
      <w:pPr>
        <w:ind w:left="1440" w:hanging="360"/>
      </w:pPr>
    </w:lvl>
    <w:lvl w:ilvl="2" w:tplc="4BDC8BCC" w:tentative="1">
      <w:start w:val="1"/>
      <w:numFmt w:val="lowerRoman"/>
      <w:lvlText w:val="%3."/>
      <w:lvlJc w:val="right"/>
      <w:pPr>
        <w:ind w:left="2160" w:hanging="180"/>
      </w:pPr>
    </w:lvl>
    <w:lvl w:ilvl="3" w:tplc="A404ACC8" w:tentative="1">
      <w:start w:val="1"/>
      <w:numFmt w:val="decimal"/>
      <w:lvlText w:val="%4."/>
      <w:lvlJc w:val="left"/>
      <w:pPr>
        <w:ind w:left="2880" w:hanging="360"/>
      </w:pPr>
    </w:lvl>
    <w:lvl w:ilvl="4" w:tplc="007622C8" w:tentative="1">
      <w:start w:val="1"/>
      <w:numFmt w:val="lowerLetter"/>
      <w:lvlText w:val="%5."/>
      <w:lvlJc w:val="left"/>
      <w:pPr>
        <w:ind w:left="3600" w:hanging="360"/>
      </w:pPr>
    </w:lvl>
    <w:lvl w:ilvl="5" w:tplc="D996ECBE" w:tentative="1">
      <w:start w:val="1"/>
      <w:numFmt w:val="lowerRoman"/>
      <w:lvlText w:val="%6."/>
      <w:lvlJc w:val="right"/>
      <w:pPr>
        <w:ind w:left="4320" w:hanging="180"/>
      </w:pPr>
    </w:lvl>
    <w:lvl w:ilvl="6" w:tplc="B414FE06" w:tentative="1">
      <w:start w:val="1"/>
      <w:numFmt w:val="decimal"/>
      <w:lvlText w:val="%7."/>
      <w:lvlJc w:val="left"/>
      <w:pPr>
        <w:ind w:left="5040" w:hanging="360"/>
      </w:pPr>
    </w:lvl>
    <w:lvl w:ilvl="7" w:tplc="C284E926" w:tentative="1">
      <w:start w:val="1"/>
      <w:numFmt w:val="lowerLetter"/>
      <w:lvlText w:val="%8."/>
      <w:lvlJc w:val="left"/>
      <w:pPr>
        <w:ind w:left="5760" w:hanging="360"/>
      </w:pPr>
    </w:lvl>
    <w:lvl w:ilvl="8" w:tplc="0A362C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314776"/>
    <w:multiLevelType w:val="hybridMultilevel"/>
    <w:tmpl w:val="FE3022AE"/>
    <w:lvl w:ilvl="0" w:tplc="CF5EC60E">
      <w:start w:val="1"/>
      <w:numFmt w:val="decimal"/>
      <w:lvlText w:val="%1."/>
      <w:lvlJc w:val="left"/>
      <w:pPr>
        <w:ind w:left="1077" w:hanging="360"/>
      </w:pPr>
      <w:rPr>
        <w:i w:val="0"/>
        <w:iCs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6" w15:restartNumberingAfterBreak="0">
    <w:nsid w:val="7B7B002B"/>
    <w:multiLevelType w:val="hybridMultilevel"/>
    <w:tmpl w:val="65AAB9A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9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MS Mincho" w:hAnsi="Arial" w:cs="Arial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2"/>
      <w:numFmt w:val="lowerRoman"/>
      <w:lvlText w:val="(%4)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CA76E4D"/>
    <w:multiLevelType w:val="hybridMultilevel"/>
    <w:tmpl w:val="BEDA23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CD30585"/>
    <w:multiLevelType w:val="hybridMultilevel"/>
    <w:tmpl w:val="4FB417C4"/>
    <w:lvl w:ilvl="0" w:tplc="A484C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CFD52CD"/>
    <w:multiLevelType w:val="hybridMultilevel"/>
    <w:tmpl w:val="B69862E0"/>
    <w:lvl w:ilvl="0" w:tplc="611E2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F5E19D9"/>
    <w:multiLevelType w:val="hybridMultilevel"/>
    <w:tmpl w:val="9788EC42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1034">
    <w:abstractNumId w:val="64"/>
  </w:num>
  <w:num w:numId="2" w16cid:durableId="1850562761">
    <w:abstractNumId w:val="19"/>
  </w:num>
  <w:num w:numId="3" w16cid:durableId="298464167">
    <w:abstractNumId w:val="90"/>
  </w:num>
  <w:num w:numId="4" w16cid:durableId="1678921529">
    <w:abstractNumId w:val="99"/>
  </w:num>
  <w:num w:numId="5" w16cid:durableId="878516355">
    <w:abstractNumId w:val="70"/>
  </w:num>
  <w:num w:numId="6" w16cid:durableId="2145924560">
    <w:abstractNumId w:val="94"/>
  </w:num>
  <w:num w:numId="7" w16cid:durableId="173614266">
    <w:abstractNumId w:val="52"/>
  </w:num>
  <w:num w:numId="8" w16cid:durableId="1678727190">
    <w:abstractNumId w:val="141"/>
  </w:num>
  <w:num w:numId="9" w16cid:durableId="74908351">
    <w:abstractNumId w:val="48"/>
  </w:num>
  <w:num w:numId="10" w16cid:durableId="435370359">
    <w:abstractNumId w:val="69"/>
  </w:num>
  <w:num w:numId="11" w16cid:durableId="334457869">
    <w:abstractNumId w:val="96"/>
  </w:num>
  <w:num w:numId="12" w16cid:durableId="532042477">
    <w:abstractNumId w:val="8"/>
  </w:num>
  <w:num w:numId="13" w16cid:durableId="61031071">
    <w:abstractNumId w:val="68"/>
  </w:num>
  <w:num w:numId="14" w16cid:durableId="1853302898">
    <w:abstractNumId w:val="106"/>
  </w:num>
  <w:num w:numId="15" w16cid:durableId="902253188">
    <w:abstractNumId w:val="30"/>
  </w:num>
  <w:num w:numId="16" w16cid:durableId="1614484470">
    <w:abstractNumId w:val="114"/>
  </w:num>
  <w:num w:numId="17" w16cid:durableId="1274439255">
    <w:abstractNumId w:val="56"/>
  </w:num>
  <w:num w:numId="18" w16cid:durableId="1387531901">
    <w:abstractNumId w:val="11"/>
  </w:num>
  <w:num w:numId="19" w16cid:durableId="49664927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436710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710135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953378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687787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258666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793126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18052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5531379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870232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327177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357790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3854224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537193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6843410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9322960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322215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75475622">
    <w:abstractNumId w:val="127"/>
  </w:num>
  <w:num w:numId="37" w16cid:durableId="67129470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3308742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026447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9900352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31966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3534743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240939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7167776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5223978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6557561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4709230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1329646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415879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3927198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714360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933934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799647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2691038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930284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95213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7678681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960889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220509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6038624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0062643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7107590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2883045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5710378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72641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6904931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46361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5005754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6105102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92800392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6281549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21393172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164975597">
    <w:abstractNumId w:val="95"/>
  </w:num>
  <w:num w:numId="74" w16cid:durableId="1100181678">
    <w:abstractNumId w:val="95"/>
  </w:num>
  <w:num w:numId="75" w16cid:durableId="695547208">
    <w:abstractNumId w:val="95"/>
  </w:num>
  <w:num w:numId="76" w16cid:durableId="1572735504">
    <w:abstractNumId w:val="95"/>
  </w:num>
  <w:num w:numId="77" w16cid:durableId="573899900">
    <w:abstractNumId w:val="64"/>
  </w:num>
  <w:num w:numId="78" w16cid:durableId="1068764681">
    <w:abstractNumId w:val="64"/>
  </w:num>
  <w:num w:numId="79" w16cid:durableId="1439569692">
    <w:abstractNumId w:val="64"/>
  </w:num>
  <w:num w:numId="80" w16cid:durableId="1318076240">
    <w:abstractNumId w:val="64"/>
  </w:num>
  <w:num w:numId="81" w16cid:durableId="1317415883">
    <w:abstractNumId w:val="95"/>
  </w:num>
  <w:num w:numId="82" w16cid:durableId="1535652577">
    <w:abstractNumId w:val="95"/>
  </w:num>
  <w:num w:numId="83" w16cid:durableId="1331179685">
    <w:abstractNumId w:val="95"/>
  </w:num>
  <w:num w:numId="84" w16cid:durableId="130170385">
    <w:abstractNumId w:val="95"/>
  </w:num>
  <w:num w:numId="85" w16cid:durableId="1261178070">
    <w:abstractNumId w:val="64"/>
  </w:num>
  <w:num w:numId="86" w16cid:durableId="2090157331">
    <w:abstractNumId w:val="64"/>
  </w:num>
  <w:num w:numId="87" w16cid:durableId="1932616188">
    <w:abstractNumId w:val="64"/>
  </w:num>
  <w:num w:numId="88" w16cid:durableId="401753896">
    <w:abstractNumId w:val="64"/>
  </w:num>
  <w:num w:numId="89" w16cid:durableId="121459901">
    <w:abstractNumId w:val="95"/>
  </w:num>
  <w:num w:numId="90" w16cid:durableId="943154145">
    <w:abstractNumId w:val="98"/>
  </w:num>
  <w:num w:numId="91" w16cid:durableId="138382461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209855571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151095392">
    <w:abstractNumId w:val="103"/>
  </w:num>
  <w:num w:numId="94" w16cid:durableId="2062096471">
    <w:abstractNumId w:val="102"/>
  </w:num>
  <w:num w:numId="95" w16cid:durableId="614676865">
    <w:abstractNumId w:val="63"/>
  </w:num>
  <w:num w:numId="96" w16cid:durableId="1738748723">
    <w:abstractNumId w:val="84"/>
  </w:num>
  <w:num w:numId="97" w16cid:durableId="442725654">
    <w:abstractNumId w:val="39"/>
  </w:num>
  <w:num w:numId="98" w16cid:durableId="778112304">
    <w:abstractNumId w:val="9"/>
  </w:num>
  <w:num w:numId="99" w16cid:durableId="607928950">
    <w:abstractNumId w:val="7"/>
  </w:num>
  <w:num w:numId="100" w16cid:durableId="48651165">
    <w:abstractNumId w:val="134"/>
  </w:num>
  <w:num w:numId="101" w16cid:durableId="686057562">
    <w:abstractNumId w:val="61"/>
  </w:num>
  <w:num w:numId="102" w16cid:durableId="1744986837">
    <w:abstractNumId w:val="81"/>
  </w:num>
  <w:num w:numId="103" w16cid:durableId="1820998529">
    <w:abstractNumId w:val="125"/>
  </w:num>
  <w:num w:numId="104" w16cid:durableId="112017563">
    <w:abstractNumId w:val="131"/>
  </w:num>
  <w:num w:numId="105" w16cid:durableId="1007172739">
    <w:abstractNumId w:val="51"/>
  </w:num>
  <w:num w:numId="106" w16cid:durableId="87969262">
    <w:abstractNumId w:val="66"/>
  </w:num>
  <w:num w:numId="107" w16cid:durableId="698355798">
    <w:abstractNumId w:val="33"/>
  </w:num>
  <w:num w:numId="108" w16cid:durableId="963654477">
    <w:abstractNumId w:val="3"/>
  </w:num>
  <w:num w:numId="109" w16cid:durableId="384524243">
    <w:abstractNumId w:val="76"/>
  </w:num>
  <w:num w:numId="110" w16cid:durableId="1977105273">
    <w:abstractNumId w:val="97"/>
  </w:num>
  <w:num w:numId="111" w16cid:durableId="1507862703">
    <w:abstractNumId w:val="138"/>
  </w:num>
  <w:num w:numId="112" w16cid:durableId="229273768">
    <w:abstractNumId w:val="28"/>
  </w:num>
  <w:num w:numId="113" w16cid:durableId="597831780">
    <w:abstractNumId w:val="10"/>
  </w:num>
  <w:num w:numId="114" w16cid:durableId="1499542184">
    <w:abstractNumId w:val="29"/>
  </w:num>
  <w:num w:numId="115" w16cid:durableId="719015224">
    <w:abstractNumId w:val="105"/>
  </w:num>
  <w:num w:numId="116" w16cid:durableId="298539741">
    <w:abstractNumId w:val="62"/>
  </w:num>
  <w:num w:numId="117" w16cid:durableId="739911967">
    <w:abstractNumId w:val="20"/>
  </w:num>
  <w:num w:numId="118" w16cid:durableId="1833795000">
    <w:abstractNumId w:val="6"/>
  </w:num>
  <w:num w:numId="119" w16cid:durableId="1069839563">
    <w:abstractNumId w:val="135"/>
  </w:num>
  <w:num w:numId="120" w16cid:durableId="2086562078">
    <w:abstractNumId w:val="27"/>
  </w:num>
  <w:num w:numId="121" w16cid:durableId="2099785479">
    <w:abstractNumId w:val="46"/>
  </w:num>
  <w:num w:numId="122" w16cid:durableId="449861848">
    <w:abstractNumId w:val="49"/>
  </w:num>
  <w:num w:numId="123" w16cid:durableId="1030913929">
    <w:abstractNumId w:val="0"/>
  </w:num>
  <w:num w:numId="124" w16cid:durableId="1465537275">
    <w:abstractNumId w:val="146"/>
  </w:num>
  <w:num w:numId="125" w16cid:durableId="1902010812">
    <w:abstractNumId w:val="136"/>
  </w:num>
  <w:num w:numId="126" w16cid:durableId="299850692">
    <w:abstractNumId w:val="129"/>
  </w:num>
  <w:num w:numId="127" w16cid:durableId="424620845">
    <w:abstractNumId w:val="89"/>
  </w:num>
  <w:num w:numId="128" w16cid:durableId="463623283">
    <w:abstractNumId w:val="109"/>
  </w:num>
  <w:num w:numId="129" w16cid:durableId="66615643">
    <w:abstractNumId w:val="147"/>
  </w:num>
  <w:num w:numId="130" w16cid:durableId="1038092126">
    <w:abstractNumId w:val="101"/>
  </w:num>
  <w:num w:numId="131" w16cid:durableId="1845048310">
    <w:abstractNumId w:val="137"/>
  </w:num>
  <w:num w:numId="132" w16cid:durableId="258490237">
    <w:abstractNumId w:val="145"/>
  </w:num>
  <w:num w:numId="133" w16cid:durableId="684406870">
    <w:abstractNumId w:val="21"/>
  </w:num>
  <w:num w:numId="134" w16cid:durableId="1364867918">
    <w:abstractNumId w:val="107"/>
  </w:num>
  <w:num w:numId="135" w16cid:durableId="2110153453">
    <w:abstractNumId w:val="60"/>
  </w:num>
  <w:num w:numId="136" w16cid:durableId="1978367965">
    <w:abstractNumId w:val="67"/>
  </w:num>
  <w:num w:numId="137" w16cid:durableId="604968555">
    <w:abstractNumId w:val="40"/>
  </w:num>
  <w:num w:numId="138" w16cid:durableId="1073622274">
    <w:abstractNumId w:val="122"/>
  </w:num>
  <w:num w:numId="139" w16cid:durableId="1109085958">
    <w:abstractNumId w:val="91"/>
  </w:num>
  <w:num w:numId="140" w16cid:durableId="1200363723">
    <w:abstractNumId w:val="148"/>
  </w:num>
  <w:num w:numId="141" w16cid:durableId="689913993">
    <w:abstractNumId w:val="83"/>
  </w:num>
  <w:num w:numId="142" w16cid:durableId="278146943">
    <w:abstractNumId w:val="74"/>
  </w:num>
  <w:num w:numId="143" w16cid:durableId="1050960790">
    <w:abstractNumId w:val="31"/>
  </w:num>
  <w:num w:numId="144" w16cid:durableId="1840533878">
    <w:abstractNumId w:val="149"/>
  </w:num>
  <w:num w:numId="145" w16cid:durableId="1991783782">
    <w:abstractNumId w:val="144"/>
  </w:num>
  <w:num w:numId="146" w16cid:durableId="1194658639">
    <w:abstractNumId w:val="72"/>
  </w:num>
  <w:num w:numId="147" w16cid:durableId="1857843818">
    <w:abstractNumId w:val="13"/>
  </w:num>
  <w:num w:numId="148" w16cid:durableId="37704057">
    <w:abstractNumId w:val="87"/>
  </w:num>
  <w:num w:numId="149" w16cid:durableId="381297984">
    <w:abstractNumId w:val="22"/>
  </w:num>
  <w:num w:numId="150" w16cid:durableId="112482764">
    <w:abstractNumId w:val="115"/>
  </w:num>
  <w:num w:numId="151" w16cid:durableId="15084382">
    <w:abstractNumId w:val="65"/>
  </w:num>
  <w:num w:numId="152" w16cid:durableId="1195968089">
    <w:abstractNumId w:val="41"/>
  </w:num>
  <w:num w:numId="153" w16cid:durableId="2025354721">
    <w:abstractNumId w:val="43"/>
  </w:num>
  <w:num w:numId="154" w16cid:durableId="1278097111">
    <w:abstractNumId w:val="113"/>
  </w:num>
  <w:num w:numId="155" w16cid:durableId="1220169358">
    <w:abstractNumId w:val="143"/>
  </w:num>
  <w:num w:numId="156" w16cid:durableId="790823270">
    <w:abstractNumId w:val="150"/>
  </w:num>
  <w:num w:numId="157" w16cid:durableId="1665208447">
    <w:abstractNumId w:val="42"/>
  </w:num>
  <w:num w:numId="158" w16cid:durableId="662583685">
    <w:abstractNumId w:val="54"/>
  </w:num>
  <w:num w:numId="159" w16cid:durableId="400712351">
    <w:abstractNumId w:val="88"/>
  </w:num>
  <w:num w:numId="160" w16cid:durableId="200627378">
    <w:abstractNumId w:val="58"/>
  </w:num>
  <w:num w:numId="161" w16cid:durableId="1489319515">
    <w:abstractNumId w:val="116"/>
  </w:num>
  <w:num w:numId="162" w16cid:durableId="864292202">
    <w:abstractNumId w:val="75"/>
  </w:num>
  <w:num w:numId="163" w16cid:durableId="1259364612">
    <w:abstractNumId w:val="73"/>
  </w:num>
  <w:num w:numId="164" w16cid:durableId="1812364525">
    <w:abstractNumId w:val="124"/>
  </w:num>
  <w:num w:numId="165" w16cid:durableId="736787028">
    <w:abstractNumId w:val="5"/>
  </w:num>
  <w:num w:numId="166" w16cid:durableId="1810704534">
    <w:abstractNumId w:val="25"/>
  </w:num>
  <w:num w:numId="167" w16cid:durableId="1499689846">
    <w:abstractNumId w:val="111"/>
  </w:num>
  <w:num w:numId="168" w16cid:durableId="1758474457">
    <w:abstractNumId w:val="79"/>
  </w:num>
  <w:num w:numId="169" w16cid:durableId="624820524">
    <w:abstractNumId w:val="32"/>
  </w:num>
  <w:num w:numId="170" w16cid:durableId="636179085">
    <w:abstractNumId w:val="53"/>
  </w:num>
  <w:num w:numId="171" w16cid:durableId="1096361150">
    <w:abstractNumId w:val="77"/>
  </w:num>
  <w:num w:numId="172" w16cid:durableId="262960319">
    <w:abstractNumId w:val="139"/>
  </w:num>
  <w:num w:numId="173" w16cid:durableId="1165782186">
    <w:abstractNumId w:val="16"/>
  </w:num>
  <w:num w:numId="174" w16cid:durableId="1338725918">
    <w:abstractNumId w:val="130"/>
  </w:num>
  <w:num w:numId="175" w16cid:durableId="663049266">
    <w:abstractNumId w:val="57"/>
  </w:num>
  <w:num w:numId="176" w16cid:durableId="1618414746">
    <w:abstractNumId w:val="128"/>
  </w:num>
  <w:num w:numId="177" w16cid:durableId="317466989">
    <w:abstractNumId w:val="119"/>
  </w:num>
  <w:num w:numId="178" w16cid:durableId="315964321">
    <w:abstractNumId w:val="112"/>
  </w:num>
  <w:num w:numId="179" w16cid:durableId="16008267">
    <w:abstractNumId w:val="35"/>
  </w:num>
  <w:num w:numId="180" w16cid:durableId="1560049505">
    <w:abstractNumId w:val="120"/>
  </w:num>
  <w:num w:numId="181" w16cid:durableId="1437405990">
    <w:abstractNumId w:val="78"/>
  </w:num>
  <w:num w:numId="182" w16cid:durableId="1094134638">
    <w:abstractNumId w:val="1"/>
  </w:num>
  <w:num w:numId="183" w16cid:durableId="1868709801">
    <w:abstractNumId w:val="4"/>
  </w:num>
  <w:num w:numId="184" w16cid:durableId="1112283824">
    <w:abstractNumId w:val="14"/>
  </w:num>
  <w:num w:numId="185" w16cid:durableId="1734156245">
    <w:abstractNumId w:val="104"/>
  </w:num>
  <w:num w:numId="186" w16cid:durableId="1498885583">
    <w:abstractNumId w:val="23"/>
  </w:num>
  <w:num w:numId="187" w16cid:durableId="582690733">
    <w:abstractNumId w:val="15"/>
  </w:num>
  <w:num w:numId="188" w16cid:durableId="461315083">
    <w:abstractNumId w:val="80"/>
  </w:num>
  <w:num w:numId="189" w16cid:durableId="1089234608">
    <w:abstractNumId w:val="126"/>
  </w:num>
  <w:num w:numId="190" w16cid:durableId="1543011213">
    <w:abstractNumId w:val="18"/>
  </w:num>
  <w:num w:numId="191" w16cid:durableId="1200896533">
    <w:abstractNumId w:val="133"/>
  </w:num>
  <w:num w:numId="192" w16cid:durableId="1135105480">
    <w:abstractNumId w:val="26"/>
  </w:num>
  <w:num w:numId="193" w16cid:durableId="435372656">
    <w:abstractNumId w:val="45"/>
  </w:num>
  <w:num w:numId="194" w16cid:durableId="871109310">
    <w:abstractNumId w:val="92"/>
  </w:num>
  <w:num w:numId="195" w16cid:durableId="108210566">
    <w:abstractNumId w:val="92"/>
    <w:lvlOverride w:ilvl="0">
      <w:lvl w:ilvl="0">
        <w:start w:val="14"/>
        <w:numFmt w:val="upperRoman"/>
        <w:lvlText w:val="%1."/>
        <w:lvlJc w:val="right"/>
        <w:pPr>
          <w:tabs>
            <w:tab w:val="num" w:pos="720"/>
          </w:tabs>
          <w:ind w:left="720" w:hanging="360"/>
        </w:pPr>
        <w:rPr>
          <w:rFonts w:ascii="Calibri" w:hAnsi="Calibri" w:hint="default"/>
          <w:i w:val="0"/>
          <w:color w:val="365F91"/>
          <w:sz w:val="32"/>
          <w:szCs w:val="32"/>
        </w:rPr>
      </w:lvl>
    </w:lvlOverride>
    <w:lvlOverride w:ilvl="1">
      <w:lvl w:ilvl="1">
        <w:start w:val="1"/>
        <w:numFmt w:val="decimal"/>
        <w:lvlText w:val="%2."/>
        <w:lvlJc w:val="right"/>
        <w:pPr>
          <w:ind w:left="1440" w:hanging="360"/>
        </w:pPr>
        <w:rPr>
          <w:rFonts w:asciiTheme="minorHAnsi" w:hAnsiTheme="minorHAnsi" w:hint="default"/>
          <w:i w:val="0"/>
          <w:color w:val="auto"/>
          <w:sz w:val="28"/>
          <w:szCs w:val="28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196" w16cid:durableId="1521161661">
    <w:abstractNumId w:val="132"/>
  </w:num>
  <w:num w:numId="197" w16cid:durableId="329409909">
    <w:abstractNumId w:val="55"/>
  </w:num>
  <w:num w:numId="198" w16cid:durableId="2006088696">
    <w:abstractNumId w:val="71"/>
  </w:num>
  <w:num w:numId="199" w16cid:durableId="133909622">
    <w:abstractNumId w:val="108"/>
  </w:num>
  <w:num w:numId="200" w16cid:durableId="662972533">
    <w:abstractNumId w:val="34"/>
  </w:num>
  <w:num w:numId="201" w16cid:durableId="1891458642">
    <w:abstractNumId w:val="2"/>
  </w:num>
  <w:num w:numId="202" w16cid:durableId="764497522">
    <w:abstractNumId w:val="93"/>
  </w:num>
  <w:num w:numId="203" w16cid:durableId="1938173971">
    <w:abstractNumId w:val="47"/>
  </w:num>
  <w:num w:numId="204" w16cid:durableId="807208382">
    <w:abstractNumId w:val="24"/>
  </w:num>
  <w:num w:numId="205" w16cid:durableId="273682361">
    <w:abstractNumId w:val="86"/>
  </w:num>
  <w:num w:numId="206" w16cid:durableId="235282560">
    <w:abstractNumId w:val="12"/>
  </w:num>
  <w:num w:numId="207" w16cid:durableId="1077441857">
    <w:abstractNumId w:val="121"/>
  </w:num>
  <w:num w:numId="208" w16cid:durableId="833453693">
    <w:abstractNumId w:val="142"/>
  </w:num>
  <w:num w:numId="209" w16cid:durableId="2116362494">
    <w:abstractNumId w:val="59"/>
  </w:num>
  <w:num w:numId="210" w16cid:durableId="1988510613">
    <w:abstractNumId w:val="118"/>
  </w:num>
  <w:num w:numId="211" w16cid:durableId="424158501">
    <w:abstractNumId w:val="123"/>
  </w:num>
  <w:num w:numId="212" w16cid:durableId="1384673927">
    <w:abstractNumId w:val="100"/>
  </w:num>
  <w:num w:numId="213" w16cid:durableId="912006505">
    <w:abstractNumId w:val="110"/>
  </w:num>
  <w:num w:numId="214" w16cid:durableId="2040423564">
    <w:abstractNumId w:val="36"/>
  </w:num>
  <w:num w:numId="215" w16cid:durableId="158125825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 w16cid:durableId="16952325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 w16cid:durableId="192545156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305617602">
    <w:abstractNumId w:val="64"/>
    <w:lvlOverride w:ilvl="0">
      <w:lvl w:ilvl="0">
        <w:start w:val="1"/>
        <w:numFmt w:val="decimal"/>
        <w:pStyle w:val="Heading1"/>
        <w:lvlText w:val="Chapter %1."/>
        <w:lvlJc w:val="left"/>
        <w:pPr>
          <w:tabs>
            <w:tab w:val="num" w:pos="0"/>
          </w:tabs>
          <w:ind w:left="0" w:firstLine="0"/>
        </w:pPr>
        <w:rPr>
          <w:rFonts w:cs="Times New Roman" w:hint="default"/>
          <w:b w:val="0"/>
          <w:bCs w:val="0"/>
          <w:i w:val="0"/>
          <w:iCs w:val="0"/>
          <w:caps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  <w:b w:val="0"/>
          <w:i w:val="0"/>
          <w:color w:val="000000"/>
          <w:sz w:val="24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tabs>
            <w:tab w:val="num" w:pos="1277"/>
          </w:tabs>
          <w:ind w:left="1277" w:hanging="851"/>
        </w:pPr>
        <w:rPr>
          <w:rFonts w:hint="default"/>
          <w:b/>
          <w:i w:val="0"/>
          <w:color w:val="003399"/>
          <w:sz w:val="18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  <w:i w:val="0"/>
          <w:sz w:val="18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374"/>
          </w:tabs>
          <w:ind w:left="13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734"/>
          </w:tabs>
          <w:ind w:left="1734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094"/>
          </w:tabs>
          <w:ind w:left="209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454"/>
          </w:tabs>
          <w:ind w:left="245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2814"/>
          </w:tabs>
          <w:ind w:left="2814" w:hanging="360"/>
        </w:pPr>
        <w:rPr>
          <w:rFonts w:hint="default"/>
        </w:rPr>
      </w:lvl>
    </w:lvlOverride>
  </w:num>
  <w:num w:numId="219" w16cid:durableId="143643714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577909557">
    <w:abstractNumId w:val="82"/>
  </w:num>
  <w:num w:numId="221" w16cid:durableId="421297851">
    <w:abstractNumId w:val="37"/>
  </w:num>
  <w:num w:numId="222" w16cid:durableId="359010215">
    <w:abstractNumId w:val="44"/>
  </w:num>
  <w:num w:numId="223" w16cid:durableId="170413773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4" w16cid:durableId="1199198714">
    <w:abstractNumId w:val="64"/>
  </w:num>
  <w:numIdMacAtCleanup w:val="2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Copylist_Path" w:val="\\at100\user\WK\EUROLOOK\ELV4\Copylist.v41\Cedefop\Templates"/>
    <w:docVar w:name="VSSDB_IniPath" w:val="\\at100\user\wovo\EUROLOOK\vss\srcsafe.ini"/>
    <w:docVar w:name="VSSDB_ProjectPath" w:val="$/Eurolook/SRC/Templates/Cedefop/NOT/"/>
  </w:docVars>
  <w:rsids>
    <w:rsidRoot w:val="00D07F13"/>
    <w:rsid w:val="00000893"/>
    <w:rsid w:val="00001AAC"/>
    <w:rsid w:val="0000391A"/>
    <w:rsid w:val="0000602B"/>
    <w:rsid w:val="00007230"/>
    <w:rsid w:val="00013C7B"/>
    <w:rsid w:val="000267C6"/>
    <w:rsid w:val="00030B78"/>
    <w:rsid w:val="00043D07"/>
    <w:rsid w:val="00045AC8"/>
    <w:rsid w:val="00052F26"/>
    <w:rsid w:val="000576EE"/>
    <w:rsid w:val="00061F1F"/>
    <w:rsid w:val="000654B2"/>
    <w:rsid w:val="0006580A"/>
    <w:rsid w:val="000669E3"/>
    <w:rsid w:val="000707AB"/>
    <w:rsid w:val="00081D97"/>
    <w:rsid w:val="00084879"/>
    <w:rsid w:val="000866FA"/>
    <w:rsid w:val="00090FEE"/>
    <w:rsid w:val="00092207"/>
    <w:rsid w:val="00092E10"/>
    <w:rsid w:val="000948D7"/>
    <w:rsid w:val="000A37BE"/>
    <w:rsid w:val="000A3818"/>
    <w:rsid w:val="000B65F3"/>
    <w:rsid w:val="000C02D5"/>
    <w:rsid w:val="000E2A56"/>
    <w:rsid w:val="000E34B8"/>
    <w:rsid w:val="000E40EB"/>
    <w:rsid w:val="000E7866"/>
    <w:rsid w:val="000F3FE3"/>
    <w:rsid w:val="000F4156"/>
    <w:rsid w:val="000F5611"/>
    <w:rsid w:val="00100673"/>
    <w:rsid w:val="001031F0"/>
    <w:rsid w:val="00103921"/>
    <w:rsid w:val="0011305B"/>
    <w:rsid w:val="0011532B"/>
    <w:rsid w:val="00116F47"/>
    <w:rsid w:val="0011799F"/>
    <w:rsid w:val="00127372"/>
    <w:rsid w:val="00131135"/>
    <w:rsid w:val="00135988"/>
    <w:rsid w:val="001374A4"/>
    <w:rsid w:val="00141BBD"/>
    <w:rsid w:val="00145B77"/>
    <w:rsid w:val="00150029"/>
    <w:rsid w:val="00151AC3"/>
    <w:rsid w:val="001551D2"/>
    <w:rsid w:val="00160EBF"/>
    <w:rsid w:val="001617B4"/>
    <w:rsid w:val="0016419E"/>
    <w:rsid w:val="0016536B"/>
    <w:rsid w:val="0016703F"/>
    <w:rsid w:val="00171324"/>
    <w:rsid w:val="00175425"/>
    <w:rsid w:val="00175C2D"/>
    <w:rsid w:val="0018440E"/>
    <w:rsid w:val="00185B01"/>
    <w:rsid w:val="00190409"/>
    <w:rsid w:val="00191777"/>
    <w:rsid w:val="00193925"/>
    <w:rsid w:val="001970CB"/>
    <w:rsid w:val="001A1A15"/>
    <w:rsid w:val="001A60CD"/>
    <w:rsid w:val="001A686A"/>
    <w:rsid w:val="001B10DF"/>
    <w:rsid w:val="001B324B"/>
    <w:rsid w:val="001B7355"/>
    <w:rsid w:val="001C3482"/>
    <w:rsid w:val="001C6AFC"/>
    <w:rsid w:val="001C7BD1"/>
    <w:rsid w:val="001D36B5"/>
    <w:rsid w:val="001D4360"/>
    <w:rsid w:val="001D43B1"/>
    <w:rsid w:val="001D5CE4"/>
    <w:rsid w:val="001D795E"/>
    <w:rsid w:val="001E0D0A"/>
    <w:rsid w:val="001E3A16"/>
    <w:rsid w:val="001E6013"/>
    <w:rsid w:val="001E763E"/>
    <w:rsid w:val="001F08BA"/>
    <w:rsid w:val="00202FCA"/>
    <w:rsid w:val="002035C7"/>
    <w:rsid w:val="002152C3"/>
    <w:rsid w:val="00217CC2"/>
    <w:rsid w:val="00221737"/>
    <w:rsid w:val="00225874"/>
    <w:rsid w:val="00227656"/>
    <w:rsid w:val="00227825"/>
    <w:rsid w:val="00231E50"/>
    <w:rsid w:val="00237F20"/>
    <w:rsid w:val="00240DD1"/>
    <w:rsid w:val="00241D8C"/>
    <w:rsid w:val="0024267D"/>
    <w:rsid w:val="00243B1C"/>
    <w:rsid w:val="00247A57"/>
    <w:rsid w:val="00250682"/>
    <w:rsid w:val="00263394"/>
    <w:rsid w:val="00264302"/>
    <w:rsid w:val="002665AE"/>
    <w:rsid w:val="002671A7"/>
    <w:rsid w:val="00270E46"/>
    <w:rsid w:val="00272289"/>
    <w:rsid w:val="00272F73"/>
    <w:rsid w:val="0027311B"/>
    <w:rsid w:val="0027316B"/>
    <w:rsid w:val="00273CDE"/>
    <w:rsid w:val="0027701F"/>
    <w:rsid w:val="00281AF9"/>
    <w:rsid w:val="00281F7F"/>
    <w:rsid w:val="00283843"/>
    <w:rsid w:val="00285C79"/>
    <w:rsid w:val="002861D5"/>
    <w:rsid w:val="00290E7A"/>
    <w:rsid w:val="00293172"/>
    <w:rsid w:val="002A28BA"/>
    <w:rsid w:val="002A569D"/>
    <w:rsid w:val="002A5C58"/>
    <w:rsid w:val="002B446A"/>
    <w:rsid w:val="002C25C7"/>
    <w:rsid w:val="002C2A6A"/>
    <w:rsid w:val="002D1E0C"/>
    <w:rsid w:val="002E3AFD"/>
    <w:rsid w:val="002E614D"/>
    <w:rsid w:val="002F1AD7"/>
    <w:rsid w:val="002F288B"/>
    <w:rsid w:val="002F28C7"/>
    <w:rsid w:val="002F58A2"/>
    <w:rsid w:val="002F7194"/>
    <w:rsid w:val="00302DB1"/>
    <w:rsid w:val="003049C6"/>
    <w:rsid w:val="00307311"/>
    <w:rsid w:val="003111A7"/>
    <w:rsid w:val="003153CC"/>
    <w:rsid w:val="0031602F"/>
    <w:rsid w:val="00317042"/>
    <w:rsid w:val="003177FE"/>
    <w:rsid w:val="00320AFB"/>
    <w:rsid w:val="003226E4"/>
    <w:rsid w:val="00326EEF"/>
    <w:rsid w:val="0033162B"/>
    <w:rsid w:val="0033248C"/>
    <w:rsid w:val="0033507A"/>
    <w:rsid w:val="00342909"/>
    <w:rsid w:val="00346371"/>
    <w:rsid w:val="00346FBD"/>
    <w:rsid w:val="00360015"/>
    <w:rsid w:val="00365409"/>
    <w:rsid w:val="003660AB"/>
    <w:rsid w:val="003727C7"/>
    <w:rsid w:val="00373BE1"/>
    <w:rsid w:val="00374393"/>
    <w:rsid w:val="00374557"/>
    <w:rsid w:val="0037552D"/>
    <w:rsid w:val="003757BB"/>
    <w:rsid w:val="00375FB5"/>
    <w:rsid w:val="00376AFE"/>
    <w:rsid w:val="003800AE"/>
    <w:rsid w:val="00380868"/>
    <w:rsid w:val="00382BED"/>
    <w:rsid w:val="003847E6"/>
    <w:rsid w:val="00385FDF"/>
    <w:rsid w:val="00391F37"/>
    <w:rsid w:val="0039422D"/>
    <w:rsid w:val="003A3DCE"/>
    <w:rsid w:val="003A5DE5"/>
    <w:rsid w:val="003B2F81"/>
    <w:rsid w:val="003B41BE"/>
    <w:rsid w:val="003B69FC"/>
    <w:rsid w:val="003B7B5F"/>
    <w:rsid w:val="003C0AA2"/>
    <w:rsid w:val="003C6636"/>
    <w:rsid w:val="003D0812"/>
    <w:rsid w:val="003D494C"/>
    <w:rsid w:val="003D6CDF"/>
    <w:rsid w:val="003E0134"/>
    <w:rsid w:val="00402708"/>
    <w:rsid w:val="00402DFF"/>
    <w:rsid w:val="00402FC3"/>
    <w:rsid w:val="004073AA"/>
    <w:rsid w:val="004106FC"/>
    <w:rsid w:val="00413BB8"/>
    <w:rsid w:val="00416B13"/>
    <w:rsid w:val="00420DBC"/>
    <w:rsid w:val="00422EA2"/>
    <w:rsid w:val="0042356B"/>
    <w:rsid w:val="00432D53"/>
    <w:rsid w:val="00451386"/>
    <w:rsid w:val="0045451F"/>
    <w:rsid w:val="00454EE6"/>
    <w:rsid w:val="00454F91"/>
    <w:rsid w:val="004739F9"/>
    <w:rsid w:val="00473F34"/>
    <w:rsid w:val="00475285"/>
    <w:rsid w:val="00475FBC"/>
    <w:rsid w:val="00480A8F"/>
    <w:rsid w:val="00481697"/>
    <w:rsid w:val="0048524E"/>
    <w:rsid w:val="00486504"/>
    <w:rsid w:val="00486BB9"/>
    <w:rsid w:val="00492F21"/>
    <w:rsid w:val="00496C5D"/>
    <w:rsid w:val="004A299C"/>
    <w:rsid w:val="004A476E"/>
    <w:rsid w:val="004A4C8A"/>
    <w:rsid w:val="004B4351"/>
    <w:rsid w:val="004C041C"/>
    <w:rsid w:val="004C4279"/>
    <w:rsid w:val="004C66DC"/>
    <w:rsid w:val="004D04A4"/>
    <w:rsid w:val="004E5B08"/>
    <w:rsid w:val="004F721B"/>
    <w:rsid w:val="004F7E51"/>
    <w:rsid w:val="00500BEA"/>
    <w:rsid w:val="005053EA"/>
    <w:rsid w:val="00507132"/>
    <w:rsid w:val="00507D33"/>
    <w:rsid w:val="00507E6D"/>
    <w:rsid w:val="00510CA1"/>
    <w:rsid w:val="005142B4"/>
    <w:rsid w:val="00517520"/>
    <w:rsid w:val="00523A51"/>
    <w:rsid w:val="00523DF7"/>
    <w:rsid w:val="00524984"/>
    <w:rsid w:val="00530876"/>
    <w:rsid w:val="005341BE"/>
    <w:rsid w:val="00535849"/>
    <w:rsid w:val="00535B0E"/>
    <w:rsid w:val="00542B62"/>
    <w:rsid w:val="00550B99"/>
    <w:rsid w:val="00551F18"/>
    <w:rsid w:val="00553142"/>
    <w:rsid w:val="00557419"/>
    <w:rsid w:val="00561E12"/>
    <w:rsid w:val="00563339"/>
    <w:rsid w:val="005706D8"/>
    <w:rsid w:val="00571844"/>
    <w:rsid w:val="005724C3"/>
    <w:rsid w:val="005766A1"/>
    <w:rsid w:val="0058295E"/>
    <w:rsid w:val="005901C1"/>
    <w:rsid w:val="005A04B7"/>
    <w:rsid w:val="005A411A"/>
    <w:rsid w:val="005A7D18"/>
    <w:rsid w:val="005B23E5"/>
    <w:rsid w:val="005B331C"/>
    <w:rsid w:val="005B4417"/>
    <w:rsid w:val="005C405E"/>
    <w:rsid w:val="005C5608"/>
    <w:rsid w:val="005C5F63"/>
    <w:rsid w:val="005D1137"/>
    <w:rsid w:val="005D1B79"/>
    <w:rsid w:val="005D70EB"/>
    <w:rsid w:val="005D7AED"/>
    <w:rsid w:val="005E291D"/>
    <w:rsid w:val="005E438D"/>
    <w:rsid w:val="005E5A90"/>
    <w:rsid w:val="005E6123"/>
    <w:rsid w:val="005F0C0F"/>
    <w:rsid w:val="005F3714"/>
    <w:rsid w:val="005F3987"/>
    <w:rsid w:val="005F48A7"/>
    <w:rsid w:val="00600C0E"/>
    <w:rsid w:val="006055E3"/>
    <w:rsid w:val="00611784"/>
    <w:rsid w:val="00611F7B"/>
    <w:rsid w:val="00614CAC"/>
    <w:rsid w:val="00616E20"/>
    <w:rsid w:val="00622F9C"/>
    <w:rsid w:val="006256E7"/>
    <w:rsid w:val="00636ACC"/>
    <w:rsid w:val="00636C24"/>
    <w:rsid w:val="0063786D"/>
    <w:rsid w:val="0064000C"/>
    <w:rsid w:val="00643E29"/>
    <w:rsid w:val="00644310"/>
    <w:rsid w:val="00644435"/>
    <w:rsid w:val="00650FE0"/>
    <w:rsid w:val="006511EF"/>
    <w:rsid w:val="0066041B"/>
    <w:rsid w:val="00660517"/>
    <w:rsid w:val="006605BB"/>
    <w:rsid w:val="00662D61"/>
    <w:rsid w:val="006638AD"/>
    <w:rsid w:val="0066429B"/>
    <w:rsid w:val="006668D4"/>
    <w:rsid w:val="00667F8C"/>
    <w:rsid w:val="0067141B"/>
    <w:rsid w:val="00671F1B"/>
    <w:rsid w:val="00674A11"/>
    <w:rsid w:val="006755BA"/>
    <w:rsid w:val="00677FD0"/>
    <w:rsid w:val="006833F2"/>
    <w:rsid w:val="006909FF"/>
    <w:rsid w:val="00694660"/>
    <w:rsid w:val="006A1D32"/>
    <w:rsid w:val="006A2B38"/>
    <w:rsid w:val="006A3759"/>
    <w:rsid w:val="006A48D2"/>
    <w:rsid w:val="006A731B"/>
    <w:rsid w:val="006B3C8D"/>
    <w:rsid w:val="006B4162"/>
    <w:rsid w:val="006B7512"/>
    <w:rsid w:val="006C0212"/>
    <w:rsid w:val="006C2901"/>
    <w:rsid w:val="006C2DD9"/>
    <w:rsid w:val="006C4B58"/>
    <w:rsid w:val="006D211E"/>
    <w:rsid w:val="006D3149"/>
    <w:rsid w:val="006D42C4"/>
    <w:rsid w:val="006D709D"/>
    <w:rsid w:val="006E0424"/>
    <w:rsid w:val="006E1F35"/>
    <w:rsid w:val="006E326C"/>
    <w:rsid w:val="006E3405"/>
    <w:rsid w:val="006F024E"/>
    <w:rsid w:val="006F4C3F"/>
    <w:rsid w:val="006F7053"/>
    <w:rsid w:val="007000BF"/>
    <w:rsid w:val="00702711"/>
    <w:rsid w:val="00711A5E"/>
    <w:rsid w:val="00715B83"/>
    <w:rsid w:val="00716112"/>
    <w:rsid w:val="0072124C"/>
    <w:rsid w:val="00722736"/>
    <w:rsid w:val="0072619E"/>
    <w:rsid w:val="00727975"/>
    <w:rsid w:val="00732615"/>
    <w:rsid w:val="0073486C"/>
    <w:rsid w:val="00735119"/>
    <w:rsid w:val="00736B09"/>
    <w:rsid w:val="00737865"/>
    <w:rsid w:val="00742C27"/>
    <w:rsid w:val="0074408A"/>
    <w:rsid w:val="007614FA"/>
    <w:rsid w:val="00765572"/>
    <w:rsid w:val="00765B6D"/>
    <w:rsid w:val="00766697"/>
    <w:rsid w:val="00767E0A"/>
    <w:rsid w:val="00772C57"/>
    <w:rsid w:val="00776FA5"/>
    <w:rsid w:val="00785E0C"/>
    <w:rsid w:val="00786D9F"/>
    <w:rsid w:val="00787E3C"/>
    <w:rsid w:val="00793039"/>
    <w:rsid w:val="007932B5"/>
    <w:rsid w:val="00794E48"/>
    <w:rsid w:val="007958FC"/>
    <w:rsid w:val="007A0E57"/>
    <w:rsid w:val="007A1AAF"/>
    <w:rsid w:val="007A77F8"/>
    <w:rsid w:val="007B00B0"/>
    <w:rsid w:val="007B1E51"/>
    <w:rsid w:val="007B6644"/>
    <w:rsid w:val="007C0CEA"/>
    <w:rsid w:val="007C438B"/>
    <w:rsid w:val="007C7160"/>
    <w:rsid w:val="007E4C0C"/>
    <w:rsid w:val="007F2139"/>
    <w:rsid w:val="007F69C5"/>
    <w:rsid w:val="007F7D0F"/>
    <w:rsid w:val="00805AD2"/>
    <w:rsid w:val="00806B8A"/>
    <w:rsid w:val="00816C39"/>
    <w:rsid w:val="00833A0E"/>
    <w:rsid w:val="008468F3"/>
    <w:rsid w:val="00847D36"/>
    <w:rsid w:val="0085248E"/>
    <w:rsid w:val="00854E92"/>
    <w:rsid w:val="0085676F"/>
    <w:rsid w:val="00857051"/>
    <w:rsid w:val="00861B44"/>
    <w:rsid w:val="00862A0E"/>
    <w:rsid w:val="00864713"/>
    <w:rsid w:val="00865FBF"/>
    <w:rsid w:val="00866AC5"/>
    <w:rsid w:val="00873834"/>
    <w:rsid w:val="00875A10"/>
    <w:rsid w:val="0087613E"/>
    <w:rsid w:val="0088187D"/>
    <w:rsid w:val="00893C67"/>
    <w:rsid w:val="00894A39"/>
    <w:rsid w:val="00896E1B"/>
    <w:rsid w:val="008A074A"/>
    <w:rsid w:val="008A3BF9"/>
    <w:rsid w:val="008B1F00"/>
    <w:rsid w:val="008B3556"/>
    <w:rsid w:val="008B3560"/>
    <w:rsid w:val="008B465D"/>
    <w:rsid w:val="008C07A4"/>
    <w:rsid w:val="008C20F8"/>
    <w:rsid w:val="008C24F3"/>
    <w:rsid w:val="008C33E2"/>
    <w:rsid w:val="008C5E5C"/>
    <w:rsid w:val="008C71B3"/>
    <w:rsid w:val="008D0630"/>
    <w:rsid w:val="008D6D56"/>
    <w:rsid w:val="008D6E89"/>
    <w:rsid w:val="008E21B9"/>
    <w:rsid w:val="008E2BC2"/>
    <w:rsid w:val="008E4B19"/>
    <w:rsid w:val="008F1690"/>
    <w:rsid w:val="008F2F1A"/>
    <w:rsid w:val="008F3673"/>
    <w:rsid w:val="008F4035"/>
    <w:rsid w:val="00900948"/>
    <w:rsid w:val="00903E7F"/>
    <w:rsid w:val="009045F4"/>
    <w:rsid w:val="00906251"/>
    <w:rsid w:val="00907B5A"/>
    <w:rsid w:val="00910403"/>
    <w:rsid w:val="00914C72"/>
    <w:rsid w:val="00915161"/>
    <w:rsid w:val="00922071"/>
    <w:rsid w:val="009245CE"/>
    <w:rsid w:val="00930C3E"/>
    <w:rsid w:val="00931A06"/>
    <w:rsid w:val="00936961"/>
    <w:rsid w:val="0094075C"/>
    <w:rsid w:val="00942C73"/>
    <w:rsid w:val="00946D30"/>
    <w:rsid w:val="00957E14"/>
    <w:rsid w:val="00960C54"/>
    <w:rsid w:val="00962C43"/>
    <w:rsid w:val="00965CB2"/>
    <w:rsid w:val="009732A4"/>
    <w:rsid w:val="009755AE"/>
    <w:rsid w:val="00975D58"/>
    <w:rsid w:val="009762D8"/>
    <w:rsid w:val="00982128"/>
    <w:rsid w:val="0098709A"/>
    <w:rsid w:val="00992D7E"/>
    <w:rsid w:val="009A5CA3"/>
    <w:rsid w:val="009B0207"/>
    <w:rsid w:val="009B0DBC"/>
    <w:rsid w:val="009B1573"/>
    <w:rsid w:val="009B1732"/>
    <w:rsid w:val="009B5450"/>
    <w:rsid w:val="009B5C04"/>
    <w:rsid w:val="009B5F64"/>
    <w:rsid w:val="009B6480"/>
    <w:rsid w:val="009C50E5"/>
    <w:rsid w:val="009D2C42"/>
    <w:rsid w:val="009D37BF"/>
    <w:rsid w:val="009D3FD2"/>
    <w:rsid w:val="009D5345"/>
    <w:rsid w:val="009D5840"/>
    <w:rsid w:val="009D5EAB"/>
    <w:rsid w:val="009E00CD"/>
    <w:rsid w:val="009E317F"/>
    <w:rsid w:val="009E7BD9"/>
    <w:rsid w:val="009F1726"/>
    <w:rsid w:val="009F46C3"/>
    <w:rsid w:val="009F6BD0"/>
    <w:rsid w:val="00A051CD"/>
    <w:rsid w:val="00A13358"/>
    <w:rsid w:val="00A21CC9"/>
    <w:rsid w:val="00A24369"/>
    <w:rsid w:val="00A245A5"/>
    <w:rsid w:val="00A24978"/>
    <w:rsid w:val="00A24EF4"/>
    <w:rsid w:val="00A25509"/>
    <w:rsid w:val="00A26BE6"/>
    <w:rsid w:val="00A3067D"/>
    <w:rsid w:val="00A32D5E"/>
    <w:rsid w:val="00A345B9"/>
    <w:rsid w:val="00A36B6C"/>
    <w:rsid w:val="00A40A51"/>
    <w:rsid w:val="00A43986"/>
    <w:rsid w:val="00A43DFE"/>
    <w:rsid w:val="00A4620C"/>
    <w:rsid w:val="00A54074"/>
    <w:rsid w:val="00A624FE"/>
    <w:rsid w:val="00A6325F"/>
    <w:rsid w:val="00A64713"/>
    <w:rsid w:val="00A647BC"/>
    <w:rsid w:val="00A65A17"/>
    <w:rsid w:val="00A670D0"/>
    <w:rsid w:val="00A81566"/>
    <w:rsid w:val="00A825CE"/>
    <w:rsid w:val="00A85457"/>
    <w:rsid w:val="00A97290"/>
    <w:rsid w:val="00AA7A1D"/>
    <w:rsid w:val="00AB25CF"/>
    <w:rsid w:val="00AB5028"/>
    <w:rsid w:val="00AB5519"/>
    <w:rsid w:val="00AC0EC8"/>
    <w:rsid w:val="00AC3B3F"/>
    <w:rsid w:val="00AD18D7"/>
    <w:rsid w:val="00AD7361"/>
    <w:rsid w:val="00AD7724"/>
    <w:rsid w:val="00AF226D"/>
    <w:rsid w:val="00AF4BA8"/>
    <w:rsid w:val="00AF59BF"/>
    <w:rsid w:val="00AF6681"/>
    <w:rsid w:val="00B00931"/>
    <w:rsid w:val="00B013DC"/>
    <w:rsid w:val="00B04895"/>
    <w:rsid w:val="00B06287"/>
    <w:rsid w:val="00B1346B"/>
    <w:rsid w:val="00B152FB"/>
    <w:rsid w:val="00B16321"/>
    <w:rsid w:val="00B20D62"/>
    <w:rsid w:val="00B20FCC"/>
    <w:rsid w:val="00B213D6"/>
    <w:rsid w:val="00B22FD2"/>
    <w:rsid w:val="00B25571"/>
    <w:rsid w:val="00B26522"/>
    <w:rsid w:val="00B3053F"/>
    <w:rsid w:val="00B33731"/>
    <w:rsid w:val="00B36472"/>
    <w:rsid w:val="00B36AA1"/>
    <w:rsid w:val="00B452BD"/>
    <w:rsid w:val="00B45B7B"/>
    <w:rsid w:val="00B504FA"/>
    <w:rsid w:val="00B57D5E"/>
    <w:rsid w:val="00B66783"/>
    <w:rsid w:val="00B66A0B"/>
    <w:rsid w:val="00B71ECA"/>
    <w:rsid w:val="00B74572"/>
    <w:rsid w:val="00B74803"/>
    <w:rsid w:val="00B75299"/>
    <w:rsid w:val="00B75E37"/>
    <w:rsid w:val="00B81205"/>
    <w:rsid w:val="00B8404C"/>
    <w:rsid w:val="00B95978"/>
    <w:rsid w:val="00B96084"/>
    <w:rsid w:val="00B965BB"/>
    <w:rsid w:val="00B965CF"/>
    <w:rsid w:val="00BA0531"/>
    <w:rsid w:val="00BA0F14"/>
    <w:rsid w:val="00BA3202"/>
    <w:rsid w:val="00BA3F84"/>
    <w:rsid w:val="00BA7AAC"/>
    <w:rsid w:val="00BB3C76"/>
    <w:rsid w:val="00BB742A"/>
    <w:rsid w:val="00BC2E7B"/>
    <w:rsid w:val="00BC6036"/>
    <w:rsid w:val="00BD1B5A"/>
    <w:rsid w:val="00BD4BD2"/>
    <w:rsid w:val="00BD56A0"/>
    <w:rsid w:val="00BD66C8"/>
    <w:rsid w:val="00BE4E46"/>
    <w:rsid w:val="00BE51E0"/>
    <w:rsid w:val="00BE7A1E"/>
    <w:rsid w:val="00BE7B0E"/>
    <w:rsid w:val="00BF13EB"/>
    <w:rsid w:val="00BF2BF0"/>
    <w:rsid w:val="00BF4B30"/>
    <w:rsid w:val="00BF775C"/>
    <w:rsid w:val="00C00797"/>
    <w:rsid w:val="00C03B27"/>
    <w:rsid w:val="00C04AF6"/>
    <w:rsid w:val="00C071D0"/>
    <w:rsid w:val="00C13DBD"/>
    <w:rsid w:val="00C1431B"/>
    <w:rsid w:val="00C166FE"/>
    <w:rsid w:val="00C23402"/>
    <w:rsid w:val="00C30170"/>
    <w:rsid w:val="00C30839"/>
    <w:rsid w:val="00C3488B"/>
    <w:rsid w:val="00C3607C"/>
    <w:rsid w:val="00C36B26"/>
    <w:rsid w:val="00C41EBE"/>
    <w:rsid w:val="00C45572"/>
    <w:rsid w:val="00C47B86"/>
    <w:rsid w:val="00C50D4E"/>
    <w:rsid w:val="00C53CA3"/>
    <w:rsid w:val="00C55924"/>
    <w:rsid w:val="00C6426F"/>
    <w:rsid w:val="00C64808"/>
    <w:rsid w:val="00C67489"/>
    <w:rsid w:val="00C67EE5"/>
    <w:rsid w:val="00C71724"/>
    <w:rsid w:val="00C7444E"/>
    <w:rsid w:val="00C7766B"/>
    <w:rsid w:val="00C840D7"/>
    <w:rsid w:val="00C86C7D"/>
    <w:rsid w:val="00C87001"/>
    <w:rsid w:val="00C96153"/>
    <w:rsid w:val="00CA4259"/>
    <w:rsid w:val="00CA5023"/>
    <w:rsid w:val="00CA66F6"/>
    <w:rsid w:val="00CB0CC6"/>
    <w:rsid w:val="00CB2E84"/>
    <w:rsid w:val="00CB39C0"/>
    <w:rsid w:val="00CB5689"/>
    <w:rsid w:val="00CB5C94"/>
    <w:rsid w:val="00CB6F56"/>
    <w:rsid w:val="00CC0D2D"/>
    <w:rsid w:val="00CD1F36"/>
    <w:rsid w:val="00CD68F7"/>
    <w:rsid w:val="00CE20AD"/>
    <w:rsid w:val="00CF47D4"/>
    <w:rsid w:val="00CF6F5E"/>
    <w:rsid w:val="00CF77B0"/>
    <w:rsid w:val="00D0055C"/>
    <w:rsid w:val="00D045F9"/>
    <w:rsid w:val="00D07612"/>
    <w:rsid w:val="00D0768A"/>
    <w:rsid w:val="00D07F13"/>
    <w:rsid w:val="00D103F3"/>
    <w:rsid w:val="00D1175E"/>
    <w:rsid w:val="00D11838"/>
    <w:rsid w:val="00D149EB"/>
    <w:rsid w:val="00D2100A"/>
    <w:rsid w:val="00D219CA"/>
    <w:rsid w:val="00D246A7"/>
    <w:rsid w:val="00D25F18"/>
    <w:rsid w:val="00D317D2"/>
    <w:rsid w:val="00D329EB"/>
    <w:rsid w:val="00D36657"/>
    <w:rsid w:val="00D366FB"/>
    <w:rsid w:val="00D37E6B"/>
    <w:rsid w:val="00D52029"/>
    <w:rsid w:val="00D522D3"/>
    <w:rsid w:val="00D5245B"/>
    <w:rsid w:val="00D564A6"/>
    <w:rsid w:val="00D57D9D"/>
    <w:rsid w:val="00D76B7F"/>
    <w:rsid w:val="00D77B60"/>
    <w:rsid w:val="00D820EE"/>
    <w:rsid w:val="00D84795"/>
    <w:rsid w:val="00D84AA0"/>
    <w:rsid w:val="00D87868"/>
    <w:rsid w:val="00D917BB"/>
    <w:rsid w:val="00D9633B"/>
    <w:rsid w:val="00D96BE1"/>
    <w:rsid w:val="00D977CC"/>
    <w:rsid w:val="00DA0194"/>
    <w:rsid w:val="00DA16C4"/>
    <w:rsid w:val="00DA1734"/>
    <w:rsid w:val="00DA21B6"/>
    <w:rsid w:val="00DA4504"/>
    <w:rsid w:val="00DB232C"/>
    <w:rsid w:val="00DB49A5"/>
    <w:rsid w:val="00DC1A6E"/>
    <w:rsid w:val="00DC282D"/>
    <w:rsid w:val="00DC46BD"/>
    <w:rsid w:val="00DC4FF7"/>
    <w:rsid w:val="00DC59EB"/>
    <w:rsid w:val="00DD030D"/>
    <w:rsid w:val="00DD1609"/>
    <w:rsid w:val="00DD2448"/>
    <w:rsid w:val="00DE0EC8"/>
    <w:rsid w:val="00DE3748"/>
    <w:rsid w:val="00DE41C4"/>
    <w:rsid w:val="00DF073B"/>
    <w:rsid w:val="00DF3522"/>
    <w:rsid w:val="00DF4C83"/>
    <w:rsid w:val="00E029D3"/>
    <w:rsid w:val="00E0334D"/>
    <w:rsid w:val="00E03ED7"/>
    <w:rsid w:val="00E045BB"/>
    <w:rsid w:val="00E119F1"/>
    <w:rsid w:val="00E12EE0"/>
    <w:rsid w:val="00E13B8E"/>
    <w:rsid w:val="00E2408B"/>
    <w:rsid w:val="00E2560E"/>
    <w:rsid w:val="00E2588A"/>
    <w:rsid w:val="00E31143"/>
    <w:rsid w:val="00E36C38"/>
    <w:rsid w:val="00E421E0"/>
    <w:rsid w:val="00E45111"/>
    <w:rsid w:val="00E50262"/>
    <w:rsid w:val="00E51551"/>
    <w:rsid w:val="00E515DE"/>
    <w:rsid w:val="00E53117"/>
    <w:rsid w:val="00E55497"/>
    <w:rsid w:val="00E617B4"/>
    <w:rsid w:val="00E6545B"/>
    <w:rsid w:val="00E747F1"/>
    <w:rsid w:val="00E74840"/>
    <w:rsid w:val="00E82482"/>
    <w:rsid w:val="00E838F9"/>
    <w:rsid w:val="00E92D3C"/>
    <w:rsid w:val="00E9346D"/>
    <w:rsid w:val="00E9360F"/>
    <w:rsid w:val="00E947C9"/>
    <w:rsid w:val="00E955C4"/>
    <w:rsid w:val="00E96760"/>
    <w:rsid w:val="00EA15AD"/>
    <w:rsid w:val="00EA4E01"/>
    <w:rsid w:val="00EB1A9B"/>
    <w:rsid w:val="00EB5B0F"/>
    <w:rsid w:val="00EC13C1"/>
    <w:rsid w:val="00EC1AAE"/>
    <w:rsid w:val="00EC329C"/>
    <w:rsid w:val="00EC646A"/>
    <w:rsid w:val="00EC64EF"/>
    <w:rsid w:val="00EC788B"/>
    <w:rsid w:val="00ED0750"/>
    <w:rsid w:val="00EF09B5"/>
    <w:rsid w:val="00EF360A"/>
    <w:rsid w:val="00F20300"/>
    <w:rsid w:val="00F21713"/>
    <w:rsid w:val="00F2481E"/>
    <w:rsid w:val="00F30CF2"/>
    <w:rsid w:val="00F33127"/>
    <w:rsid w:val="00F35E3D"/>
    <w:rsid w:val="00F37412"/>
    <w:rsid w:val="00F409A2"/>
    <w:rsid w:val="00F43357"/>
    <w:rsid w:val="00F460D2"/>
    <w:rsid w:val="00F51B48"/>
    <w:rsid w:val="00F525A4"/>
    <w:rsid w:val="00F53FDD"/>
    <w:rsid w:val="00F651F6"/>
    <w:rsid w:val="00F660E8"/>
    <w:rsid w:val="00F71BB4"/>
    <w:rsid w:val="00F725AA"/>
    <w:rsid w:val="00F75BE8"/>
    <w:rsid w:val="00F76984"/>
    <w:rsid w:val="00F77BAD"/>
    <w:rsid w:val="00F815B6"/>
    <w:rsid w:val="00F82C0D"/>
    <w:rsid w:val="00F9004D"/>
    <w:rsid w:val="00F9425E"/>
    <w:rsid w:val="00F94988"/>
    <w:rsid w:val="00F9674C"/>
    <w:rsid w:val="00F97AEF"/>
    <w:rsid w:val="00FA1226"/>
    <w:rsid w:val="00FA4A5B"/>
    <w:rsid w:val="00FB03C6"/>
    <w:rsid w:val="00FB079F"/>
    <w:rsid w:val="00FB1E03"/>
    <w:rsid w:val="00FB3E37"/>
    <w:rsid w:val="00FB698D"/>
    <w:rsid w:val="00FB7DB1"/>
    <w:rsid w:val="00FC0C6D"/>
    <w:rsid w:val="00FC1A9E"/>
    <w:rsid w:val="00FC2836"/>
    <w:rsid w:val="00FC5226"/>
    <w:rsid w:val="00FC6236"/>
    <w:rsid w:val="00FC787A"/>
    <w:rsid w:val="00FD0813"/>
    <w:rsid w:val="00FD7530"/>
    <w:rsid w:val="00FE13AD"/>
    <w:rsid w:val="00FE1944"/>
    <w:rsid w:val="00FE46F4"/>
    <w:rsid w:val="00FE6404"/>
    <w:rsid w:val="00FF125C"/>
    <w:rsid w:val="00FF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EA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qFormat="1"/>
    <w:lsdException w:name="heading 3" w:locked="0" w:uiPriority="9" w:qFormat="1"/>
    <w:lsdException w:name="heading 4" w:locked="0" w:uiPriority="9" w:qFormat="1"/>
    <w:lsdException w:name="heading 5" w:locked="0" w:uiPriority="0" w:qFormat="1"/>
    <w:lsdException w:name="heading 6" w:locked="0" w:uiPriority="0" w:qFormat="1"/>
    <w:lsdException w:name="heading 7" w:locked="0" w:uiPriority="0" w:qFormat="1"/>
    <w:lsdException w:name="heading 8" w:locked="0" w:uiPriority="0" w:qFormat="1"/>
    <w:lsdException w:name="heading 9" w:locked="0" w:uiPriority="0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locked="0" w:semiHidden="1" w:uiPriority="39"/>
    <w:lsdException w:name="toc 2" w:locked="0" w:semiHidden="1" w:uiPriority="39"/>
    <w:lsdException w:name="toc 3" w:locked="0" w:semiHidden="1" w:uiPriority="39"/>
    <w:lsdException w:name="toc 4" w:locked="0" w:semiHidden="1" w:uiPriority="39"/>
    <w:lsdException w:name="toc 5" w:locked="0" w:semiHidden="1" w:uiPriority="39" w:unhideWhenUsed="1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locked="0" w:semiHidden="1" w:uiPriority="0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/>
    <w:lsdException w:name="caption" w:locked="0" w:uiPriority="35" w:qFormat="1"/>
    <w:lsdException w:name="table of figures" w:locked="0" w:semiHidden="1" w:unhideWhenUsed="1"/>
    <w:lsdException w:name="envelope address" w:semiHidden="1"/>
    <w:lsdException w:name="envelope return" w:semiHidden="1"/>
    <w:lsdException w:name="footnote reference" w:locked="0" w:semiHidden="1" w:unhideWhenUsed="1"/>
    <w:lsdException w:name="annotation reference" w:semiHidden="1"/>
    <w:lsdException w:name="line number" w:locked="0" w:semiHidden="1" w:uiPriority="0" w:unhideWhenUsed="1"/>
    <w:lsdException w:name="page number" w:locked="0" w:semiHidden="1" w:uiPriority="0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/>
    <w:lsdException w:name="toa heading" w:semiHidden="1"/>
    <w:lsdException w:name="List" w:semiHidden="1"/>
    <w:lsdException w:name="List Bullet" w:locked="0" w:semiHidden="1" w:uiPriority="0" w:unhideWhenUsed="1"/>
    <w:lsdException w:name="List Number" w:locked="0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locked="0" w:semiHidden="1" w:uiPriority="0" w:unhideWhenUsed="1"/>
    <w:lsdException w:name="List Bullet 3" w:locked="0" w:semiHidden="1" w:uiPriority="0" w:unhideWhenUsed="1"/>
    <w:lsdException w:name="List Bullet 4" w:locked="0" w:semiHidden="1" w:uiPriority="0" w:unhideWhenUsed="1"/>
    <w:lsdException w:name="List Bullet 5" w:semiHidden="1"/>
    <w:lsdException w:name="List Number 2" w:locked="0" w:semiHidden="1" w:uiPriority="0" w:unhideWhenUsed="1"/>
    <w:lsdException w:name="List Number 3" w:locked="0" w:semiHidden="1" w:uiPriority="0" w:unhideWhenUsed="1"/>
    <w:lsdException w:name="List Number 4" w:locked="0" w:semiHidden="1" w:uiPriority="0" w:unhideWhenUsed="1"/>
    <w:lsdException w:name="List Number 5" w:semiHidden="1"/>
    <w:lsdException w:name="Title" w:locked="0" w:uiPriority="0" w:qFormat="1"/>
    <w:lsdException w:name="Closing" w:locked="0" w:semiHidden="1" w:unhideWhenUsed="1"/>
    <w:lsdException w:name="Signature" w:locked="0" w:semiHidden="1" w:uiPriority="0" w:unhideWhenUsed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locked="0" w:semiHidden="1" w:uiPriority="0" w:unhideWhenUsed="1"/>
    <w:lsdException w:name="Date" w:locked="0" w:semiHidden="1" w:unhideWhenUsed="1"/>
    <w:lsdException w:name="Body Text First Indent" w:semiHidden="1"/>
    <w:lsdException w:name="Body Text First Indent 2" w:semiHidden="1"/>
    <w:lsdException w:name="Note Heading" w:locked="0" w:semiHidden="1" w:uiPriority="0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 w:semiHidden="1" w:unhideWhenUsed="1"/>
    <w:lsdException w:name="FollowedHyperlink" w:semiHidden="1" w:unhideWhenUsed="1"/>
    <w:lsdException w:name="Strong" w:locked="0" w:uiPriority="22" w:qFormat="1"/>
    <w:lsdException w:name="Emphasis" w:semiHidden="1" w:uiPriority="20" w:qFormat="1"/>
    <w:lsdException w:name="Document Map" w:semiHidden="1"/>
    <w:lsdException w:name="Plain Text" w:locked="0" w:semiHidden="1" w:uiPriority="0" w:unhideWhenUsed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locked="0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0" w:qFormat="1"/>
    <w:lsdException w:name="Quote" w:locked="0" w:uiPriority="0" w:qFormat="1"/>
    <w:lsdException w:name="Intense Quote" w:locked="0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0" w:qFormat="1"/>
    <w:lsdException w:name="Intense Emphasis" w:locked="0" w:uiPriority="0" w:qFormat="1"/>
    <w:lsdException w:name="Subtle Reference" w:locked="0" w:uiPriority="0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locked="0" w:uiPriority="0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rsid w:val="00AB25CF"/>
    <w:pPr>
      <w:spacing w:line="320" w:lineRule="exact"/>
      <w:ind w:firstLine="454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Text1"/>
    <w:link w:val="Heading1Char"/>
    <w:qFormat/>
    <w:rsid w:val="006B4162"/>
    <w:pPr>
      <w:pageBreakBefore/>
      <w:numPr>
        <w:numId w:val="224"/>
      </w:numPr>
      <w:spacing w:line="240" w:lineRule="auto"/>
      <w:outlineLvl w:val="0"/>
    </w:pPr>
    <w:rPr>
      <w:color w:val="000000"/>
      <w:sz w:val="40"/>
      <w:szCs w:val="20"/>
      <w:lang w:eastAsia="el-GR"/>
    </w:rPr>
  </w:style>
  <w:style w:type="paragraph" w:styleId="Heading2">
    <w:name w:val="heading 2"/>
    <w:basedOn w:val="Normalnoindentfirstparagraphafteraheading"/>
    <w:next w:val="Normalnoindentfirstparagraphafteraheading"/>
    <w:link w:val="Heading2Char"/>
    <w:uiPriority w:val="99"/>
    <w:qFormat/>
    <w:rsid w:val="00BE7B0E"/>
    <w:pPr>
      <w:keepNext/>
      <w:numPr>
        <w:ilvl w:val="1"/>
        <w:numId w:val="224"/>
      </w:numPr>
      <w:spacing w:before="600" w:after="120" w:line="380" w:lineRule="exact"/>
      <w:jc w:val="left"/>
      <w:outlineLvl w:val="1"/>
    </w:pPr>
    <w:rPr>
      <w:color w:val="003399"/>
      <w:sz w:val="32"/>
      <w:lang w:eastAsia="el-GR"/>
    </w:rPr>
  </w:style>
  <w:style w:type="paragraph" w:styleId="Heading3">
    <w:name w:val="heading 3"/>
    <w:basedOn w:val="Normalnoindentfirstparagraphafteraheading"/>
    <w:next w:val="Normalnoindentfirstparagraphafteraheading"/>
    <w:link w:val="Heading3Char"/>
    <w:uiPriority w:val="9"/>
    <w:qFormat/>
    <w:rsid w:val="00346371"/>
    <w:pPr>
      <w:keepNext/>
      <w:numPr>
        <w:ilvl w:val="2"/>
        <w:numId w:val="224"/>
      </w:numPr>
      <w:spacing w:before="280"/>
      <w:outlineLvl w:val="2"/>
    </w:pPr>
    <w:rPr>
      <w:b/>
      <w:spacing w:val="-2"/>
      <w:lang w:eastAsia="el-GR"/>
    </w:rPr>
  </w:style>
  <w:style w:type="paragraph" w:styleId="Heading4">
    <w:name w:val="heading 4"/>
    <w:basedOn w:val="Normalnoindentfirstparagraphafteraheading"/>
    <w:next w:val="Normalnoindentfirstparagraphafteraheading"/>
    <w:link w:val="Heading4Char"/>
    <w:uiPriority w:val="9"/>
    <w:qFormat/>
    <w:rsid w:val="001C6AFC"/>
    <w:pPr>
      <w:keepNext/>
      <w:numPr>
        <w:ilvl w:val="3"/>
        <w:numId w:val="224"/>
      </w:numPr>
      <w:spacing w:before="340" w:after="40" w:line="280" w:lineRule="exact"/>
      <w:jc w:val="left"/>
      <w:outlineLvl w:val="3"/>
    </w:pPr>
    <w:rPr>
      <w:i/>
      <w:lang w:eastAsia="el-GR"/>
    </w:rPr>
  </w:style>
  <w:style w:type="paragraph" w:styleId="Heading5">
    <w:name w:val="heading 5"/>
    <w:basedOn w:val="Normalnoindentfirstparagraphafteraheading"/>
    <w:next w:val="Normalnoindentfirstparagraphafteraheading"/>
    <w:link w:val="Heading5Char"/>
    <w:rsid w:val="00D11838"/>
    <w:pPr>
      <w:keepNext/>
      <w:tabs>
        <w:tab w:val="num" w:pos="0"/>
      </w:tabs>
      <w:spacing w:before="280"/>
      <w:jc w:val="left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semiHidden/>
    <w:qFormat/>
    <w:locked/>
    <w:rsid w:val="005B4417"/>
    <w:pPr>
      <w:tabs>
        <w:tab w:val="num" w:pos="0"/>
      </w:tabs>
      <w:spacing w:before="240" w:after="60"/>
      <w:outlineLvl w:val="5"/>
    </w:pPr>
    <w:rPr>
      <w:i/>
      <w:szCs w:val="20"/>
    </w:rPr>
  </w:style>
  <w:style w:type="paragraph" w:styleId="Heading7">
    <w:name w:val="heading 7"/>
    <w:basedOn w:val="Normal"/>
    <w:next w:val="Normal"/>
    <w:link w:val="Heading7Char"/>
    <w:semiHidden/>
    <w:qFormat/>
    <w:locked/>
    <w:rsid w:val="005B4417"/>
    <w:pPr>
      <w:tabs>
        <w:tab w:val="num" w:pos="0"/>
      </w:tabs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semiHidden/>
    <w:qFormat/>
    <w:locked/>
    <w:rsid w:val="005B4417"/>
    <w:pPr>
      <w:tabs>
        <w:tab w:val="num" w:pos="0"/>
      </w:tabs>
      <w:spacing w:before="240" w:after="60"/>
      <w:outlineLvl w:val="7"/>
    </w:pPr>
    <w:rPr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qFormat/>
    <w:locked/>
    <w:rsid w:val="005B4417"/>
    <w:pPr>
      <w:tabs>
        <w:tab w:val="num" w:pos="0"/>
      </w:tabs>
      <w:spacing w:before="240" w:after="60"/>
      <w:outlineLvl w:val="8"/>
    </w:pPr>
    <w:rPr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oindentfirstparagraphafteraheading">
    <w:name w:val="Normal no indent (first paragraph after a heading)"/>
    <w:basedOn w:val="Normal"/>
    <w:next w:val="Normal"/>
    <w:link w:val="NormalnoindentfirstparagraphafteraheadingChar"/>
    <w:qFormat/>
    <w:rsid w:val="00D11838"/>
    <w:pPr>
      <w:ind w:firstLine="0"/>
    </w:pPr>
  </w:style>
  <w:style w:type="character" w:customStyle="1" w:styleId="NormalnoindentfirstparagraphafteraheadingChar">
    <w:name w:val="Normal no indent (first paragraph after a heading) Char"/>
    <w:basedOn w:val="DefaultParagraphFont"/>
    <w:link w:val="Normalnoindentfirstparagraphafteraheading"/>
    <w:rsid w:val="00D11838"/>
    <w:rPr>
      <w:rFonts w:ascii="Arial" w:hAnsi="Arial"/>
      <w:sz w:val="22"/>
      <w:szCs w:val="22"/>
    </w:rPr>
  </w:style>
  <w:style w:type="character" w:customStyle="1" w:styleId="Heading1Char">
    <w:name w:val="Heading 1 Char"/>
    <w:link w:val="Heading1"/>
    <w:locked/>
    <w:rsid w:val="006B4162"/>
    <w:rPr>
      <w:rFonts w:ascii="Arial" w:hAnsi="Arial"/>
      <w:color w:val="000000"/>
      <w:sz w:val="40"/>
      <w:lang w:eastAsia="el-GR"/>
    </w:rPr>
  </w:style>
  <w:style w:type="character" w:customStyle="1" w:styleId="Heading2Char">
    <w:name w:val="Heading 2 Char"/>
    <w:link w:val="Heading2"/>
    <w:uiPriority w:val="99"/>
    <w:locked/>
    <w:rsid w:val="00BE7B0E"/>
    <w:rPr>
      <w:rFonts w:ascii="Arial" w:hAnsi="Arial"/>
      <w:color w:val="003399"/>
      <w:sz w:val="32"/>
      <w:szCs w:val="22"/>
      <w:lang w:eastAsia="el-GR"/>
    </w:rPr>
  </w:style>
  <w:style w:type="character" w:customStyle="1" w:styleId="Heading3Char">
    <w:name w:val="Heading 3 Char"/>
    <w:link w:val="Heading3"/>
    <w:uiPriority w:val="9"/>
    <w:locked/>
    <w:rsid w:val="00346371"/>
    <w:rPr>
      <w:rFonts w:ascii="Arial" w:hAnsi="Arial"/>
      <w:b/>
      <w:spacing w:val="-2"/>
      <w:sz w:val="22"/>
      <w:szCs w:val="22"/>
      <w:lang w:eastAsia="el-GR"/>
    </w:rPr>
  </w:style>
  <w:style w:type="character" w:customStyle="1" w:styleId="Heading4Char">
    <w:name w:val="Heading 4 Char"/>
    <w:link w:val="Heading4"/>
    <w:uiPriority w:val="9"/>
    <w:locked/>
    <w:rsid w:val="001C6AFC"/>
    <w:rPr>
      <w:rFonts w:ascii="Arial" w:hAnsi="Arial"/>
      <w:i/>
      <w:sz w:val="22"/>
      <w:szCs w:val="22"/>
      <w:lang w:eastAsia="el-GR"/>
    </w:rPr>
  </w:style>
  <w:style w:type="character" w:customStyle="1" w:styleId="Heading5Char">
    <w:name w:val="Heading 5 Char"/>
    <w:link w:val="Heading5"/>
    <w:rsid w:val="00D11838"/>
    <w:rPr>
      <w:rFonts w:ascii="Arial" w:hAnsi="Arial"/>
      <w:b/>
      <w:sz w:val="22"/>
      <w:szCs w:val="22"/>
    </w:rPr>
  </w:style>
  <w:style w:type="character" w:customStyle="1" w:styleId="Heading6Char">
    <w:name w:val="Heading 6 Char"/>
    <w:link w:val="Heading6"/>
    <w:semiHidden/>
    <w:rsid w:val="00507D33"/>
    <w:rPr>
      <w:rFonts w:ascii="Arial" w:hAnsi="Arial"/>
      <w:i/>
      <w:sz w:val="22"/>
    </w:rPr>
  </w:style>
  <w:style w:type="character" w:customStyle="1" w:styleId="Heading7Char">
    <w:name w:val="Heading 7 Char"/>
    <w:link w:val="Heading7"/>
    <w:semiHidden/>
    <w:rsid w:val="00507D33"/>
    <w:rPr>
      <w:rFonts w:ascii="Arial" w:hAnsi="Arial"/>
    </w:rPr>
  </w:style>
  <w:style w:type="character" w:customStyle="1" w:styleId="Heading8Char">
    <w:name w:val="Heading 8 Char"/>
    <w:link w:val="Heading8"/>
    <w:semiHidden/>
    <w:rsid w:val="00507D33"/>
    <w:rPr>
      <w:rFonts w:ascii="Arial" w:hAnsi="Arial"/>
      <w:i/>
    </w:rPr>
  </w:style>
  <w:style w:type="character" w:customStyle="1" w:styleId="Heading9Char">
    <w:name w:val="Heading 9 Char"/>
    <w:link w:val="Heading9"/>
    <w:semiHidden/>
    <w:rsid w:val="00507D33"/>
    <w:rPr>
      <w:rFonts w:ascii="Arial" w:hAnsi="Arial"/>
      <w:i/>
      <w:sz w:val="18"/>
    </w:rPr>
  </w:style>
  <w:style w:type="paragraph" w:customStyle="1" w:styleId="Text3">
    <w:name w:val="Text 3"/>
    <w:basedOn w:val="Normal"/>
    <w:semiHidden/>
    <w:locked/>
    <w:rsid w:val="005B4417"/>
  </w:style>
  <w:style w:type="paragraph" w:customStyle="1" w:styleId="Text4">
    <w:name w:val="Text 4"/>
    <w:basedOn w:val="Normal"/>
    <w:semiHidden/>
    <w:locked/>
    <w:rsid w:val="005B4417"/>
  </w:style>
  <w:style w:type="paragraph" w:customStyle="1" w:styleId="Text1">
    <w:name w:val="Text 1"/>
    <w:basedOn w:val="Normal"/>
    <w:link w:val="Text1Char"/>
    <w:semiHidden/>
    <w:locked/>
    <w:rsid w:val="005B4417"/>
    <w:pPr>
      <w:spacing w:line="280" w:lineRule="exact"/>
    </w:pPr>
  </w:style>
  <w:style w:type="character" w:customStyle="1" w:styleId="Text1Char">
    <w:name w:val="Text 1 Char"/>
    <w:link w:val="Text1"/>
    <w:semiHidden/>
    <w:rsid w:val="00507D33"/>
    <w:rPr>
      <w:rFonts w:ascii="Arial" w:hAnsi="Arial"/>
      <w:sz w:val="22"/>
      <w:szCs w:val="22"/>
    </w:rPr>
  </w:style>
  <w:style w:type="paragraph" w:customStyle="1" w:styleId="Text2">
    <w:name w:val="Text 2"/>
    <w:basedOn w:val="Normal"/>
    <w:semiHidden/>
    <w:locked/>
    <w:rsid w:val="005B4417"/>
  </w:style>
  <w:style w:type="paragraph" w:styleId="Date">
    <w:name w:val="Date"/>
    <w:basedOn w:val="Normal"/>
    <w:next w:val="References"/>
    <w:link w:val="DateChar"/>
    <w:uiPriority w:val="99"/>
    <w:semiHidden/>
    <w:locked/>
    <w:rsid w:val="005B4417"/>
    <w:rPr>
      <w:rFonts w:cs="Arial"/>
    </w:rPr>
  </w:style>
  <w:style w:type="paragraph" w:customStyle="1" w:styleId="References">
    <w:name w:val="References"/>
    <w:basedOn w:val="Normal"/>
    <w:next w:val="Normal"/>
    <w:uiPriority w:val="99"/>
    <w:semiHidden/>
    <w:locked/>
    <w:rsid w:val="005B4417"/>
    <w:pPr>
      <w:autoSpaceDE w:val="0"/>
      <w:autoSpaceDN w:val="0"/>
      <w:spacing w:line="240" w:lineRule="auto"/>
      <w:jc w:val="right"/>
    </w:pPr>
    <w:rPr>
      <w:rFonts w:cs="Arial"/>
      <w:sz w:val="14"/>
      <w:szCs w:val="14"/>
      <w:lang w:eastAsia="de-DE"/>
    </w:rPr>
  </w:style>
  <w:style w:type="character" w:customStyle="1" w:styleId="DateChar">
    <w:name w:val="Date Char"/>
    <w:link w:val="Date"/>
    <w:uiPriority w:val="99"/>
    <w:semiHidden/>
    <w:locked/>
    <w:rsid w:val="00507D33"/>
    <w:rPr>
      <w:rFonts w:ascii="Arial" w:hAnsi="Arial" w:cs="Arial"/>
      <w:sz w:val="22"/>
      <w:szCs w:val="22"/>
    </w:rPr>
  </w:style>
  <w:style w:type="paragraph" w:customStyle="1" w:styleId="AddressTR">
    <w:name w:val="AddressTR"/>
    <w:basedOn w:val="Normal"/>
    <w:next w:val="Normal"/>
    <w:uiPriority w:val="99"/>
    <w:semiHidden/>
    <w:locked/>
    <w:pPr>
      <w:autoSpaceDE w:val="0"/>
      <w:autoSpaceDN w:val="0"/>
      <w:spacing w:after="720"/>
      <w:ind w:left="5103"/>
    </w:pPr>
    <w:rPr>
      <w:rFonts w:cs="Arial"/>
      <w:lang w:eastAsia="de-DE"/>
    </w:rPr>
  </w:style>
  <w:style w:type="paragraph" w:styleId="Header">
    <w:name w:val="header"/>
    <w:basedOn w:val="Normal"/>
    <w:link w:val="HeaderChar"/>
    <w:uiPriority w:val="99"/>
    <w:rsid w:val="0066429B"/>
    <w:pPr>
      <w:tabs>
        <w:tab w:val="center" w:pos="4153"/>
        <w:tab w:val="right" w:pos="8306"/>
      </w:tabs>
      <w:spacing w:line="240" w:lineRule="auto"/>
      <w:ind w:firstLine="0"/>
    </w:pPr>
    <w:rPr>
      <w:rFonts w:cs="Arial"/>
      <w:sz w:val="20"/>
    </w:rPr>
  </w:style>
  <w:style w:type="character" w:customStyle="1" w:styleId="HeaderChar">
    <w:name w:val="Header Char"/>
    <w:link w:val="Header"/>
    <w:locked/>
    <w:rsid w:val="0066429B"/>
    <w:rPr>
      <w:rFonts w:ascii="Arial" w:hAnsi="Arial" w:cs="Arial"/>
      <w:szCs w:val="22"/>
    </w:rPr>
  </w:style>
  <w:style w:type="paragraph" w:styleId="ListBullet">
    <w:name w:val="List Bullet"/>
    <w:basedOn w:val="Normal"/>
    <w:link w:val="ListBulletChar"/>
    <w:rsid w:val="005B4417"/>
    <w:pPr>
      <w:numPr>
        <w:numId w:val="2"/>
      </w:numPr>
    </w:pPr>
    <w:rPr>
      <w:lang w:eastAsia="el-GR"/>
    </w:rPr>
  </w:style>
  <w:style w:type="character" w:customStyle="1" w:styleId="ListBulletChar">
    <w:name w:val="List Bullet Char"/>
    <w:link w:val="ListBullet"/>
    <w:rsid w:val="005B4417"/>
    <w:rPr>
      <w:rFonts w:ascii="Arial" w:hAnsi="Arial"/>
      <w:sz w:val="22"/>
      <w:szCs w:val="22"/>
      <w:lang w:eastAsia="el-GR"/>
    </w:rPr>
  </w:style>
  <w:style w:type="paragraph" w:styleId="ListBullet2">
    <w:name w:val="List Bullet 2"/>
    <w:basedOn w:val="Text2"/>
    <w:semiHidden/>
    <w:locked/>
    <w:rsid w:val="005B4417"/>
    <w:pPr>
      <w:numPr>
        <w:numId w:val="3"/>
      </w:numPr>
    </w:pPr>
  </w:style>
  <w:style w:type="paragraph" w:styleId="ListBullet3">
    <w:name w:val="List Bullet 3"/>
    <w:basedOn w:val="Text3"/>
    <w:semiHidden/>
    <w:locked/>
    <w:rsid w:val="005B4417"/>
    <w:pPr>
      <w:numPr>
        <w:numId w:val="4"/>
      </w:numPr>
    </w:pPr>
  </w:style>
  <w:style w:type="paragraph" w:styleId="ListBullet4">
    <w:name w:val="List Bullet 4"/>
    <w:basedOn w:val="Text4"/>
    <w:semiHidden/>
    <w:locked/>
    <w:rsid w:val="005B4417"/>
    <w:pPr>
      <w:numPr>
        <w:numId w:val="5"/>
      </w:numPr>
    </w:pPr>
  </w:style>
  <w:style w:type="paragraph" w:styleId="ListNumber">
    <w:name w:val="List Number"/>
    <w:basedOn w:val="Normal"/>
    <w:uiPriority w:val="99"/>
    <w:rsid w:val="005B4417"/>
    <w:pPr>
      <w:numPr>
        <w:numId w:val="10"/>
      </w:numPr>
      <w:tabs>
        <w:tab w:val="left" w:pos="454"/>
      </w:tabs>
    </w:pPr>
    <w:rPr>
      <w:lang w:eastAsia="el-GR"/>
    </w:rPr>
  </w:style>
  <w:style w:type="paragraph" w:styleId="ListNumber2">
    <w:name w:val="List Number 2"/>
    <w:basedOn w:val="Text2"/>
    <w:semiHidden/>
    <w:locked/>
    <w:rsid w:val="005B4417"/>
    <w:pPr>
      <w:numPr>
        <w:numId w:val="13"/>
      </w:numPr>
    </w:pPr>
  </w:style>
  <w:style w:type="paragraph" w:styleId="ListNumber3">
    <w:name w:val="List Number 3"/>
    <w:basedOn w:val="Text3"/>
    <w:semiHidden/>
    <w:locked/>
    <w:rsid w:val="005B4417"/>
    <w:pPr>
      <w:numPr>
        <w:numId w:val="14"/>
      </w:numPr>
    </w:pPr>
  </w:style>
  <w:style w:type="paragraph" w:styleId="ListNumber4">
    <w:name w:val="List Number 4"/>
    <w:basedOn w:val="Text4"/>
    <w:semiHidden/>
    <w:locked/>
    <w:rsid w:val="005B4417"/>
    <w:pPr>
      <w:numPr>
        <w:numId w:val="15"/>
      </w:numPr>
    </w:pPr>
  </w:style>
  <w:style w:type="paragraph" w:styleId="Signature">
    <w:name w:val="Signature"/>
    <w:basedOn w:val="Normal"/>
    <w:link w:val="SignatureChar"/>
    <w:semiHidden/>
    <w:locked/>
    <w:rsid w:val="005B4417"/>
    <w:pPr>
      <w:ind w:left="4320"/>
    </w:pPr>
  </w:style>
  <w:style w:type="character" w:customStyle="1" w:styleId="SignatureChar">
    <w:name w:val="Signature Char"/>
    <w:link w:val="Signature"/>
    <w:semiHidden/>
    <w:locked/>
    <w:rsid w:val="00507D33"/>
    <w:rPr>
      <w:rFonts w:ascii="Arial" w:hAnsi="Arial"/>
      <w:sz w:val="22"/>
      <w:szCs w:val="22"/>
    </w:rPr>
  </w:style>
  <w:style w:type="paragraph" w:customStyle="1" w:styleId="Enclosures">
    <w:name w:val="Enclosures"/>
    <w:basedOn w:val="Normal"/>
    <w:next w:val="Normal"/>
    <w:uiPriority w:val="99"/>
    <w:semiHidden/>
    <w:locked/>
    <w:pPr>
      <w:autoSpaceDE w:val="0"/>
      <w:autoSpaceDN w:val="0"/>
      <w:spacing w:line="240" w:lineRule="exact"/>
      <w:ind w:firstLine="0"/>
      <w:jc w:val="left"/>
    </w:pPr>
    <w:rPr>
      <w:rFonts w:cs="Arial"/>
      <w:sz w:val="18"/>
      <w:lang w:eastAsia="de-DE"/>
    </w:rPr>
  </w:style>
  <w:style w:type="paragraph" w:customStyle="1" w:styleId="Participants">
    <w:name w:val="Participants"/>
    <w:basedOn w:val="Normal"/>
    <w:next w:val="Normal"/>
    <w:uiPriority w:val="99"/>
    <w:semiHidden/>
    <w:locked/>
    <w:rsid w:val="005B4417"/>
    <w:pPr>
      <w:autoSpaceDE w:val="0"/>
      <w:autoSpaceDN w:val="0"/>
      <w:spacing w:line="240" w:lineRule="exact"/>
      <w:ind w:firstLine="0"/>
      <w:jc w:val="left"/>
    </w:pPr>
    <w:rPr>
      <w:rFonts w:cs="Arial"/>
      <w:sz w:val="18"/>
      <w:lang w:eastAsia="de-DE"/>
    </w:rPr>
  </w:style>
  <w:style w:type="paragraph" w:customStyle="1" w:styleId="Copies">
    <w:name w:val="Copies"/>
    <w:basedOn w:val="Normal"/>
    <w:next w:val="Normal"/>
    <w:uiPriority w:val="99"/>
    <w:semiHidden/>
    <w:locked/>
    <w:pPr>
      <w:autoSpaceDE w:val="0"/>
      <w:autoSpaceDN w:val="0"/>
      <w:spacing w:line="240" w:lineRule="exact"/>
      <w:ind w:firstLine="0"/>
      <w:jc w:val="left"/>
    </w:pPr>
    <w:rPr>
      <w:rFonts w:cs="Arial"/>
      <w:sz w:val="18"/>
      <w:lang w:eastAsia="de-DE"/>
    </w:rPr>
  </w:style>
  <w:style w:type="paragraph" w:styleId="Title">
    <w:name w:val="Title"/>
    <w:basedOn w:val="Normal"/>
    <w:next w:val="Normal"/>
    <w:link w:val="TitleChar"/>
    <w:qFormat/>
    <w:rsid w:val="005B4417"/>
    <w:pPr>
      <w:pageBreakBefore/>
      <w:spacing w:after="240" w:line="480" w:lineRule="exact"/>
      <w:ind w:firstLine="0"/>
      <w:jc w:val="center"/>
    </w:pPr>
    <w:rPr>
      <w:b/>
      <w:sz w:val="40"/>
    </w:rPr>
  </w:style>
  <w:style w:type="character" w:customStyle="1" w:styleId="TitleChar">
    <w:name w:val="Title Char"/>
    <w:link w:val="Title"/>
    <w:locked/>
    <w:rsid w:val="005B4417"/>
    <w:rPr>
      <w:rFonts w:ascii="Arial" w:hAnsi="Arial"/>
      <w:b/>
      <w:sz w:val="40"/>
      <w:szCs w:val="22"/>
    </w:rPr>
  </w:style>
  <w:style w:type="paragraph" w:customStyle="1" w:styleId="Address">
    <w:name w:val="Address"/>
    <w:basedOn w:val="Normal"/>
    <w:uiPriority w:val="99"/>
    <w:semiHidden/>
    <w:locked/>
    <w:pPr>
      <w:autoSpaceDE w:val="0"/>
      <w:autoSpaceDN w:val="0"/>
    </w:pPr>
    <w:rPr>
      <w:rFonts w:cs="Arial"/>
      <w:lang w:eastAsia="de-DE"/>
    </w:rPr>
  </w:style>
  <w:style w:type="paragraph" w:customStyle="1" w:styleId="AddressTL">
    <w:name w:val="AddressTL"/>
    <w:basedOn w:val="Normal"/>
    <w:next w:val="Normal"/>
    <w:uiPriority w:val="99"/>
    <w:semiHidden/>
    <w:locked/>
    <w:pPr>
      <w:autoSpaceDE w:val="0"/>
      <w:autoSpaceDN w:val="0"/>
    </w:pPr>
    <w:rPr>
      <w:rFonts w:cs="Arial"/>
      <w:lang w:eastAsia="de-DE"/>
    </w:rPr>
  </w:style>
  <w:style w:type="paragraph" w:customStyle="1" w:styleId="DoubSign">
    <w:name w:val="DoubSign"/>
    <w:basedOn w:val="Normal"/>
    <w:next w:val="Enclosures"/>
    <w:uiPriority w:val="99"/>
    <w:semiHidden/>
    <w:locked/>
    <w:pPr>
      <w:tabs>
        <w:tab w:val="left" w:pos="5103"/>
      </w:tabs>
      <w:autoSpaceDE w:val="0"/>
      <w:autoSpaceDN w:val="0"/>
      <w:spacing w:before="1200"/>
    </w:pPr>
    <w:rPr>
      <w:rFonts w:cs="Arial"/>
      <w:lang w:eastAsia="de-DE"/>
    </w:rPr>
  </w:style>
  <w:style w:type="paragraph" w:customStyle="1" w:styleId="ListBullet1">
    <w:name w:val="List Bullet 1"/>
    <w:basedOn w:val="Text1"/>
    <w:semiHidden/>
    <w:locked/>
    <w:rsid w:val="005B4417"/>
    <w:pPr>
      <w:tabs>
        <w:tab w:val="num" w:pos="283"/>
      </w:tabs>
      <w:ind w:left="283" w:hanging="283"/>
    </w:pPr>
    <w:rPr>
      <w:szCs w:val="20"/>
    </w:rPr>
  </w:style>
  <w:style w:type="paragraph" w:customStyle="1" w:styleId="ListDash">
    <w:name w:val="List Dash"/>
    <w:basedOn w:val="Normal"/>
    <w:semiHidden/>
    <w:locked/>
    <w:rsid w:val="005B4417"/>
    <w:pPr>
      <w:numPr>
        <w:numId w:val="17"/>
      </w:numPr>
    </w:pPr>
  </w:style>
  <w:style w:type="paragraph" w:customStyle="1" w:styleId="ListDash1">
    <w:name w:val="List Dash 1"/>
    <w:basedOn w:val="Text1"/>
    <w:semiHidden/>
    <w:locked/>
    <w:rsid w:val="005B4417"/>
    <w:pPr>
      <w:numPr>
        <w:numId w:val="6"/>
      </w:numPr>
    </w:pPr>
  </w:style>
  <w:style w:type="paragraph" w:customStyle="1" w:styleId="ListDash2">
    <w:name w:val="List Dash 2"/>
    <w:basedOn w:val="Text2"/>
    <w:semiHidden/>
    <w:locked/>
    <w:rsid w:val="005B4417"/>
    <w:pPr>
      <w:numPr>
        <w:numId w:val="7"/>
      </w:numPr>
    </w:pPr>
  </w:style>
  <w:style w:type="paragraph" w:customStyle="1" w:styleId="ListDash3">
    <w:name w:val="List Dash 3"/>
    <w:basedOn w:val="Text3"/>
    <w:semiHidden/>
    <w:locked/>
    <w:rsid w:val="005B4417"/>
    <w:pPr>
      <w:numPr>
        <w:numId w:val="8"/>
      </w:numPr>
    </w:pPr>
  </w:style>
  <w:style w:type="paragraph" w:customStyle="1" w:styleId="ListDash4">
    <w:name w:val="List Dash 4"/>
    <w:basedOn w:val="Text4"/>
    <w:semiHidden/>
    <w:locked/>
    <w:rsid w:val="005B4417"/>
    <w:pPr>
      <w:numPr>
        <w:numId w:val="9"/>
      </w:numPr>
    </w:pPr>
  </w:style>
  <w:style w:type="paragraph" w:customStyle="1" w:styleId="ListNumberLevel2">
    <w:name w:val="List Number (Level 2)"/>
    <w:basedOn w:val="Normal"/>
    <w:rsid w:val="005B4417"/>
    <w:pPr>
      <w:numPr>
        <w:ilvl w:val="1"/>
        <w:numId w:val="10"/>
      </w:numPr>
      <w:tabs>
        <w:tab w:val="left" w:pos="964"/>
      </w:tabs>
    </w:pPr>
    <w:rPr>
      <w:rFonts w:cs="Arial"/>
    </w:rPr>
  </w:style>
  <w:style w:type="paragraph" w:customStyle="1" w:styleId="ListNumberLevel3">
    <w:name w:val="List Number (Level 3)"/>
    <w:basedOn w:val="Normal"/>
    <w:rsid w:val="003847E6"/>
    <w:pPr>
      <w:numPr>
        <w:numId w:val="220"/>
      </w:numPr>
    </w:pPr>
  </w:style>
  <w:style w:type="paragraph" w:customStyle="1" w:styleId="ListNumberLevel4">
    <w:name w:val="List Number (Level 4)"/>
    <w:basedOn w:val="Normal"/>
    <w:semiHidden/>
    <w:locked/>
    <w:rsid w:val="005B4417"/>
    <w:pPr>
      <w:numPr>
        <w:ilvl w:val="3"/>
        <w:numId w:val="11"/>
      </w:numPr>
    </w:pPr>
  </w:style>
  <w:style w:type="paragraph" w:customStyle="1" w:styleId="ListNumber1">
    <w:name w:val="List Number 1"/>
    <w:basedOn w:val="Text1"/>
    <w:semiHidden/>
    <w:locked/>
    <w:rsid w:val="005B4417"/>
    <w:pPr>
      <w:numPr>
        <w:numId w:val="12"/>
      </w:numPr>
    </w:pPr>
  </w:style>
  <w:style w:type="paragraph" w:customStyle="1" w:styleId="ListNumber1Level2">
    <w:name w:val="List Number 1 (Level 2)"/>
    <w:basedOn w:val="Text1"/>
    <w:semiHidden/>
    <w:locked/>
    <w:rsid w:val="005B4417"/>
    <w:pPr>
      <w:tabs>
        <w:tab w:val="num" w:pos="1304"/>
      </w:tabs>
      <w:ind w:left="1304" w:hanging="482"/>
    </w:pPr>
  </w:style>
  <w:style w:type="paragraph" w:customStyle="1" w:styleId="ListNumber1Level3">
    <w:name w:val="List Number 1 (Level 3)"/>
    <w:basedOn w:val="Text1"/>
    <w:semiHidden/>
    <w:locked/>
    <w:rsid w:val="005B4417"/>
    <w:pPr>
      <w:tabs>
        <w:tab w:val="num" w:pos="1786"/>
      </w:tabs>
      <w:ind w:left="1786" w:hanging="482"/>
    </w:pPr>
  </w:style>
  <w:style w:type="paragraph" w:customStyle="1" w:styleId="ListNumber1Level4">
    <w:name w:val="List Number 1 (Level 4)"/>
    <w:basedOn w:val="Text1"/>
    <w:semiHidden/>
    <w:locked/>
    <w:rsid w:val="005B4417"/>
    <w:pPr>
      <w:tabs>
        <w:tab w:val="num" w:pos="2268"/>
      </w:tabs>
      <w:ind w:left="2268" w:hanging="482"/>
    </w:pPr>
  </w:style>
  <w:style w:type="paragraph" w:customStyle="1" w:styleId="ListNumber2Level2">
    <w:name w:val="List Number 2 (Level 2)"/>
    <w:basedOn w:val="Text2"/>
    <w:semiHidden/>
    <w:locked/>
    <w:rsid w:val="005B4417"/>
    <w:pPr>
      <w:numPr>
        <w:ilvl w:val="1"/>
        <w:numId w:val="13"/>
      </w:numPr>
    </w:pPr>
  </w:style>
  <w:style w:type="paragraph" w:customStyle="1" w:styleId="ListNumber2Level3">
    <w:name w:val="List Number 2 (Level 3)"/>
    <w:basedOn w:val="Text2"/>
    <w:semiHidden/>
    <w:locked/>
    <w:rsid w:val="005B4417"/>
    <w:pPr>
      <w:tabs>
        <w:tab w:val="num" w:pos="1786"/>
      </w:tabs>
      <w:ind w:left="1786" w:hanging="482"/>
    </w:pPr>
  </w:style>
  <w:style w:type="paragraph" w:customStyle="1" w:styleId="ListNumber2Level4">
    <w:name w:val="List Number 2 (Level 4)"/>
    <w:basedOn w:val="Text2"/>
    <w:semiHidden/>
    <w:locked/>
    <w:rsid w:val="005B4417"/>
    <w:pPr>
      <w:tabs>
        <w:tab w:val="num" w:pos="2268"/>
      </w:tabs>
      <w:ind w:left="2268" w:hanging="482"/>
    </w:pPr>
  </w:style>
  <w:style w:type="paragraph" w:customStyle="1" w:styleId="ListNumber3Level2">
    <w:name w:val="List Number 3 (Level 2)"/>
    <w:basedOn w:val="Text3"/>
    <w:semiHidden/>
    <w:locked/>
    <w:rsid w:val="005B4417"/>
    <w:pPr>
      <w:numPr>
        <w:ilvl w:val="1"/>
        <w:numId w:val="14"/>
      </w:numPr>
    </w:pPr>
  </w:style>
  <w:style w:type="paragraph" w:customStyle="1" w:styleId="ListNumber3Level3">
    <w:name w:val="List Number 3 (Level 3)"/>
    <w:basedOn w:val="Text3"/>
    <w:semiHidden/>
    <w:locked/>
    <w:rsid w:val="005B4417"/>
    <w:pPr>
      <w:tabs>
        <w:tab w:val="num" w:pos="1786"/>
      </w:tabs>
      <w:ind w:left="1786" w:hanging="482"/>
    </w:pPr>
  </w:style>
  <w:style w:type="paragraph" w:customStyle="1" w:styleId="ListNumber3Level4">
    <w:name w:val="List Number 3 (Level 4)"/>
    <w:basedOn w:val="Text3"/>
    <w:semiHidden/>
    <w:locked/>
    <w:rsid w:val="005B4417"/>
    <w:pPr>
      <w:tabs>
        <w:tab w:val="num" w:pos="2268"/>
      </w:tabs>
      <w:ind w:left="2268" w:hanging="482"/>
    </w:pPr>
  </w:style>
  <w:style w:type="paragraph" w:customStyle="1" w:styleId="ListNumber4Level2">
    <w:name w:val="List Number 4 (Level 2)"/>
    <w:basedOn w:val="Text4"/>
    <w:semiHidden/>
    <w:locked/>
    <w:rsid w:val="005B4417"/>
    <w:pPr>
      <w:numPr>
        <w:ilvl w:val="1"/>
        <w:numId w:val="15"/>
      </w:numPr>
    </w:pPr>
  </w:style>
  <w:style w:type="paragraph" w:customStyle="1" w:styleId="ListNumber4Level3">
    <w:name w:val="List Number 4 (Level 3)"/>
    <w:basedOn w:val="Text4"/>
    <w:semiHidden/>
    <w:locked/>
    <w:rsid w:val="005B4417"/>
    <w:pPr>
      <w:tabs>
        <w:tab w:val="num" w:pos="1786"/>
      </w:tabs>
      <w:ind w:left="1786" w:hanging="482"/>
    </w:pPr>
  </w:style>
  <w:style w:type="paragraph" w:customStyle="1" w:styleId="ListNumber4Level4">
    <w:name w:val="List Number 4 (Level 4)"/>
    <w:basedOn w:val="Text4"/>
    <w:semiHidden/>
    <w:locked/>
    <w:rsid w:val="005B4417"/>
    <w:pPr>
      <w:tabs>
        <w:tab w:val="num" w:pos="2268"/>
      </w:tabs>
      <w:ind w:left="2268" w:hanging="482"/>
    </w:pPr>
  </w:style>
  <w:style w:type="paragraph" w:customStyle="1" w:styleId="NoteHead">
    <w:name w:val="NoteHead"/>
    <w:basedOn w:val="Normal"/>
    <w:uiPriority w:val="99"/>
    <w:semiHidden/>
    <w:locked/>
    <w:rsid w:val="005B4417"/>
    <w:pPr>
      <w:autoSpaceDE w:val="0"/>
      <w:autoSpaceDN w:val="0"/>
      <w:spacing w:line="240" w:lineRule="auto"/>
    </w:pPr>
    <w:rPr>
      <w:rFonts w:cs="Arial"/>
      <w:b/>
      <w:bCs/>
      <w:caps/>
      <w:color w:val="0066CC"/>
      <w:sz w:val="24"/>
      <w:lang w:eastAsia="de-DE"/>
    </w:rPr>
  </w:style>
  <w:style w:type="paragraph" w:customStyle="1" w:styleId="NoteList">
    <w:name w:val="NoteList"/>
    <w:basedOn w:val="Normal"/>
    <w:next w:val="Subject"/>
    <w:uiPriority w:val="99"/>
    <w:semiHidden/>
    <w:locked/>
    <w:pPr>
      <w:tabs>
        <w:tab w:val="left" w:pos="5823"/>
      </w:tabs>
      <w:autoSpaceDE w:val="0"/>
      <w:autoSpaceDN w:val="0"/>
      <w:spacing w:before="720" w:after="720"/>
      <w:ind w:left="5104" w:hanging="3119"/>
    </w:pPr>
    <w:rPr>
      <w:rFonts w:cs="Arial"/>
      <w:b/>
      <w:bCs/>
      <w:smallCaps/>
      <w:lang w:eastAsia="de-DE"/>
    </w:rPr>
  </w:style>
  <w:style w:type="paragraph" w:customStyle="1" w:styleId="Subject">
    <w:name w:val="Subject"/>
    <w:basedOn w:val="Normal"/>
    <w:next w:val="Normal"/>
    <w:uiPriority w:val="99"/>
    <w:semiHidden/>
    <w:locked/>
    <w:rsid w:val="005B4417"/>
    <w:pPr>
      <w:autoSpaceDE w:val="0"/>
      <w:autoSpaceDN w:val="0"/>
    </w:pPr>
    <w:rPr>
      <w:rFonts w:cs="Arial"/>
      <w:b/>
      <w:bCs/>
      <w:sz w:val="24"/>
      <w:lang w:eastAsia="de-DE"/>
    </w:rPr>
  </w:style>
  <w:style w:type="paragraph" w:customStyle="1" w:styleId="NumPar1">
    <w:name w:val="NumPar 1"/>
    <w:basedOn w:val="Heading1"/>
    <w:next w:val="Text1"/>
    <w:semiHidden/>
    <w:locked/>
    <w:rsid w:val="00F82C0D"/>
    <w:pPr>
      <w:numPr>
        <w:numId w:val="0"/>
      </w:numPr>
      <w:spacing w:before="120" w:after="120"/>
      <w:outlineLvl w:val="9"/>
    </w:pPr>
    <w:rPr>
      <w:b/>
      <w:sz w:val="24"/>
    </w:rPr>
  </w:style>
  <w:style w:type="paragraph" w:customStyle="1" w:styleId="NumPar2">
    <w:name w:val="NumPar 2"/>
    <w:basedOn w:val="Heading2"/>
    <w:next w:val="Text2"/>
    <w:semiHidden/>
    <w:locked/>
    <w:rsid w:val="005B4417"/>
    <w:pPr>
      <w:keepNext w:val="0"/>
      <w:numPr>
        <w:ilvl w:val="0"/>
        <w:numId w:val="0"/>
      </w:numPr>
      <w:spacing w:before="120"/>
      <w:outlineLvl w:val="9"/>
    </w:pPr>
    <w:rPr>
      <w:b/>
      <w:sz w:val="24"/>
    </w:rPr>
  </w:style>
  <w:style w:type="paragraph" w:customStyle="1" w:styleId="NumPar3">
    <w:name w:val="NumPar 3"/>
    <w:basedOn w:val="Heading3"/>
    <w:next w:val="Text3"/>
    <w:semiHidden/>
    <w:locked/>
    <w:rsid w:val="005B4417"/>
    <w:pPr>
      <w:keepNext w:val="0"/>
      <w:numPr>
        <w:ilvl w:val="0"/>
        <w:numId w:val="0"/>
      </w:numPr>
      <w:spacing w:before="120"/>
      <w:outlineLvl w:val="9"/>
    </w:pPr>
    <w:rPr>
      <w:b w:val="0"/>
    </w:rPr>
  </w:style>
  <w:style w:type="paragraph" w:customStyle="1" w:styleId="NumPar4">
    <w:name w:val="NumPar 4"/>
    <w:basedOn w:val="Heading4"/>
    <w:next w:val="Text4"/>
    <w:semiHidden/>
    <w:locked/>
    <w:rsid w:val="005B4417"/>
    <w:pPr>
      <w:keepNext w:val="0"/>
      <w:numPr>
        <w:ilvl w:val="0"/>
        <w:numId w:val="0"/>
      </w:numPr>
      <w:spacing w:before="120"/>
      <w:outlineLvl w:val="9"/>
    </w:pPr>
    <w:rPr>
      <w:i w:val="0"/>
    </w:rPr>
  </w:style>
  <w:style w:type="paragraph" w:customStyle="1" w:styleId="TableBullet">
    <w:name w:val="Table Bullet"/>
    <w:basedOn w:val="ListBullet"/>
    <w:rsid w:val="005B4417"/>
    <w:pPr>
      <w:numPr>
        <w:numId w:val="16"/>
      </w:numPr>
      <w:spacing w:line="240" w:lineRule="auto"/>
      <w:jc w:val="left"/>
    </w:pPr>
    <w:rPr>
      <w:sz w:val="18"/>
    </w:rPr>
  </w:style>
  <w:style w:type="paragraph" w:customStyle="1" w:styleId="TableDash">
    <w:name w:val="Table Dash"/>
    <w:basedOn w:val="ListDash"/>
    <w:semiHidden/>
    <w:locked/>
    <w:rsid w:val="005B4417"/>
    <w:pPr>
      <w:numPr>
        <w:numId w:val="0"/>
      </w:numPr>
      <w:spacing w:before="60" w:after="60"/>
    </w:pPr>
  </w:style>
  <w:style w:type="paragraph" w:customStyle="1" w:styleId="TableFootnoteText">
    <w:name w:val="Table Footnote Text"/>
    <w:basedOn w:val="Normal"/>
    <w:semiHidden/>
    <w:locked/>
    <w:rsid w:val="005B4417"/>
    <w:pPr>
      <w:spacing w:after="60"/>
      <w:ind w:left="357" w:hanging="357"/>
      <w:jc w:val="left"/>
    </w:pPr>
    <w:rPr>
      <w:sz w:val="16"/>
    </w:rPr>
  </w:style>
  <w:style w:type="paragraph" w:customStyle="1" w:styleId="TableText">
    <w:name w:val="Table Text"/>
    <w:basedOn w:val="Normal"/>
    <w:link w:val="TableTextChar"/>
    <w:rsid w:val="005B4417"/>
    <w:pPr>
      <w:spacing w:before="20" w:after="20" w:line="240" w:lineRule="auto"/>
      <w:ind w:firstLine="0"/>
      <w:jc w:val="center"/>
    </w:pPr>
    <w:rPr>
      <w:sz w:val="18"/>
    </w:rPr>
  </w:style>
  <w:style w:type="character" w:customStyle="1" w:styleId="TableTextChar">
    <w:name w:val="Table Text Char"/>
    <w:link w:val="TableText"/>
    <w:locked/>
    <w:rsid w:val="005B4417"/>
    <w:rPr>
      <w:rFonts w:ascii="Arial" w:hAnsi="Arial"/>
      <w:sz w:val="18"/>
      <w:szCs w:val="22"/>
    </w:rPr>
  </w:style>
  <w:style w:type="paragraph" w:customStyle="1" w:styleId="TableHeading">
    <w:name w:val="Table Heading"/>
    <w:basedOn w:val="Normalnoindentfirstparagraphafteraheading"/>
    <w:rsid w:val="00C53CA3"/>
    <w:pPr>
      <w:keepNext/>
      <w:spacing w:line="240" w:lineRule="exact"/>
      <w:jc w:val="left"/>
    </w:pPr>
    <w:rPr>
      <w:b/>
      <w:color w:val="003399"/>
      <w:sz w:val="20"/>
    </w:rPr>
  </w:style>
  <w:style w:type="paragraph" w:styleId="TOCHeading">
    <w:name w:val="TOC Heading"/>
    <w:basedOn w:val="Heading1"/>
    <w:next w:val="Normal"/>
    <w:semiHidden/>
    <w:locked/>
    <w:rsid w:val="005B4417"/>
    <w:pPr>
      <w:numPr>
        <w:numId w:val="0"/>
      </w:numPr>
    </w:pPr>
  </w:style>
  <w:style w:type="paragraph" w:customStyle="1" w:styleId="YReferences">
    <w:name w:val="YReferences"/>
    <w:basedOn w:val="Normal"/>
    <w:next w:val="Normal"/>
    <w:uiPriority w:val="99"/>
    <w:semiHidden/>
    <w:locked/>
    <w:rsid w:val="005B4417"/>
    <w:pPr>
      <w:autoSpaceDE w:val="0"/>
      <w:autoSpaceDN w:val="0"/>
      <w:spacing w:line="240" w:lineRule="auto"/>
    </w:pPr>
    <w:rPr>
      <w:rFonts w:cs="Arial"/>
      <w:sz w:val="16"/>
      <w:szCs w:val="16"/>
      <w:lang w:eastAsia="de-DE"/>
    </w:rPr>
  </w:style>
  <w:style w:type="paragraph" w:customStyle="1" w:styleId="Contact">
    <w:name w:val="Contact"/>
    <w:basedOn w:val="Normal"/>
    <w:next w:val="Normal"/>
    <w:uiPriority w:val="99"/>
    <w:semiHidden/>
    <w:locked/>
    <w:pPr>
      <w:autoSpaceDE w:val="0"/>
      <w:autoSpaceDN w:val="0"/>
      <w:spacing w:line="240" w:lineRule="exact"/>
      <w:ind w:firstLine="0"/>
      <w:jc w:val="left"/>
    </w:pPr>
    <w:rPr>
      <w:rFonts w:cs="Arial"/>
      <w:sz w:val="18"/>
      <w:lang w:eastAsia="de-DE"/>
    </w:rPr>
  </w:style>
  <w:style w:type="table" w:styleId="TableGrid">
    <w:name w:val="Table Grid"/>
    <w:basedOn w:val="TableNormal"/>
    <w:uiPriority w:val="59"/>
    <w:rsid w:val="0072619E"/>
    <w:pPr>
      <w:spacing w:line="320" w:lineRule="exact"/>
    </w:pPr>
    <w:rPr>
      <w:rFonts w:ascii="Arial" w:hAnsi="Arial"/>
      <w:sz w:val="22"/>
      <w:szCs w:val="22"/>
      <w:lang w:eastAsia="en-US"/>
    </w:rPr>
    <w:tblPr>
      <w:tblInd w:w="170" w:type="dxa"/>
      <w:tblBorders>
        <w:top w:val="single" w:sz="12" w:space="0" w:color="013D85"/>
        <w:bottom w:val="single" w:sz="12" w:space="0" w:color="013D85"/>
        <w:insideV w:val="single" w:sz="12" w:space="0" w:color="013D85"/>
      </w:tblBorders>
    </w:tblPr>
    <w:trPr>
      <w:cantSplit/>
    </w:trPr>
    <w:tblStylePr w:type="firstRow">
      <w:tblPr/>
      <w:tcPr>
        <w:tcBorders>
          <w:top w:val="single" w:sz="12" w:space="0" w:color="013D85"/>
          <w:left w:val="nil"/>
          <w:bottom w:val="single" w:sz="12" w:space="0" w:color="013D85"/>
          <w:right w:val="nil"/>
          <w:insideH w:val="nil"/>
          <w:insideV w:val="single" w:sz="12" w:space="0" w:color="013D85"/>
          <w:tl2br w:val="nil"/>
          <w:tr2bl w:val="nil"/>
        </w:tcBorders>
      </w:tcPr>
    </w:tblStylePr>
  </w:style>
  <w:style w:type="paragraph" w:customStyle="1" w:styleId="ZDGName">
    <w:name w:val="Z_DGName"/>
    <w:basedOn w:val="Normal"/>
    <w:uiPriority w:val="99"/>
    <w:semiHidden/>
    <w:locked/>
    <w:rsid w:val="005B4417"/>
    <w:pPr>
      <w:autoSpaceDE w:val="0"/>
      <w:autoSpaceDN w:val="0"/>
      <w:spacing w:line="240" w:lineRule="exact"/>
    </w:pPr>
    <w:rPr>
      <w:rFonts w:cs="Arial"/>
      <w:b/>
      <w:bCs/>
      <w:caps/>
      <w:sz w:val="14"/>
      <w:szCs w:val="1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locked/>
    <w:rsid w:val="005B44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07D3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00391A"/>
    <w:rPr>
      <w:color w:val="548DD4"/>
    </w:rPr>
  </w:style>
  <w:style w:type="paragraph" w:styleId="Closing">
    <w:name w:val="Closing"/>
    <w:basedOn w:val="Normal"/>
    <w:next w:val="Signature"/>
    <w:link w:val="ClosingChar"/>
    <w:uiPriority w:val="99"/>
    <w:semiHidden/>
    <w:locked/>
    <w:rsid w:val="005B4417"/>
    <w:pPr>
      <w:spacing w:line="240" w:lineRule="auto"/>
      <w:ind w:left="4252"/>
    </w:pPr>
    <w:rPr>
      <w:rFonts w:cs="Arial"/>
    </w:rPr>
  </w:style>
  <w:style w:type="character" w:customStyle="1" w:styleId="ClosingChar">
    <w:name w:val="Closing Char"/>
    <w:link w:val="Closing"/>
    <w:uiPriority w:val="99"/>
    <w:semiHidden/>
    <w:rsid w:val="00507D33"/>
    <w:rPr>
      <w:rFonts w:ascii="Arial" w:hAnsi="Arial" w:cs="Arial"/>
      <w:sz w:val="22"/>
      <w:szCs w:val="22"/>
    </w:rPr>
  </w:style>
  <w:style w:type="paragraph" w:customStyle="1" w:styleId="Function">
    <w:name w:val="Function"/>
    <w:basedOn w:val="Normal"/>
    <w:uiPriority w:val="99"/>
    <w:semiHidden/>
    <w:locked/>
    <w:rsid w:val="005B4417"/>
    <w:pPr>
      <w:autoSpaceDE w:val="0"/>
      <w:autoSpaceDN w:val="0"/>
      <w:spacing w:line="260" w:lineRule="exact"/>
    </w:pPr>
    <w:rPr>
      <w:rFonts w:cs="Arial"/>
      <w:sz w:val="20"/>
      <w:szCs w:val="20"/>
      <w:lang w:eastAsia="de-DE"/>
    </w:rPr>
  </w:style>
  <w:style w:type="paragraph" w:styleId="Salutation">
    <w:name w:val="Salutation"/>
    <w:basedOn w:val="Normal"/>
    <w:next w:val="Normal"/>
    <w:link w:val="SalutationChar"/>
    <w:semiHidden/>
    <w:locked/>
    <w:rsid w:val="005B4417"/>
  </w:style>
  <w:style w:type="character" w:customStyle="1" w:styleId="SalutationChar">
    <w:name w:val="Salutation Char"/>
    <w:link w:val="Salutation"/>
    <w:semiHidden/>
    <w:rsid w:val="00507D33"/>
    <w:rPr>
      <w:rFonts w:ascii="Arial" w:hAnsi="Arial"/>
      <w:sz w:val="22"/>
      <w:szCs w:val="22"/>
    </w:rPr>
  </w:style>
  <w:style w:type="character" w:customStyle="1" w:styleId="WebAddress">
    <w:name w:val="WebAddress"/>
    <w:uiPriority w:val="99"/>
    <w:semiHidden/>
    <w:locked/>
    <w:rsid w:val="005B4417"/>
    <w:rPr>
      <w:b/>
      <w:color w:val="003399"/>
    </w:rPr>
  </w:style>
  <w:style w:type="paragraph" w:customStyle="1" w:styleId="Heading2nonumb">
    <w:name w:val="Heading 2 no numb."/>
    <w:basedOn w:val="Heading2"/>
    <w:semiHidden/>
    <w:locked/>
    <w:rsid w:val="001B7355"/>
    <w:pPr>
      <w:numPr>
        <w:ilvl w:val="0"/>
        <w:numId w:val="0"/>
      </w:numPr>
    </w:pPr>
  </w:style>
  <w:style w:type="paragraph" w:customStyle="1" w:styleId="Heading3nonumb">
    <w:name w:val="Heading 3 no numb."/>
    <w:basedOn w:val="Heading3"/>
    <w:link w:val="Heading3nonumbChar"/>
    <w:semiHidden/>
    <w:locked/>
    <w:rsid w:val="001B7355"/>
    <w:pPr>
      <w:numPr>
        <w:ilvl w:val="0"/>
        <w:numId w:val="0"/>
      </w:numPr>
    </w:pPr>
  </w:style>
  <w:style w:type="character" w:customStyle="1" w:styleId="Heading3nonumbChar">
    <w:name w:val="Heading 3 no numb. Char"/>
    <w:link w:val="Heading3nonumb"/>
    <w:semiHidden/>
    <w:rsid w:val="00507D33"/>
    <w:rPr>
      <w:rFonts w:ascii="Arial" w:hAnsi="Arial"/>
      <w:b/>
      <w:spacing w:val="-2"/>
      <w:sz w:val="22"/>
      <w:szCs w:val="22"/>
      <w:lang w:eastAsia="el-GR"/>
    </w:rPr>
  </w:style>
  <w:style w:type="paragraph" w:customStyle="1" w:styleId="acknowledgetext">
    <w:name w:val="acknowledge text"/>
    <w:basedOn w:val="Normal"/>
    <w:semiHidden/>
    <w:locked/>
    <w:rsid w:val="001B7355"/>
    <w:pPr>
      <w:ind w:left="1134" w:right="1134" w:firstLine="425"/>
    </w:pPr>
    <w:rPr>
      <w:szCs w:val="20"/>
    </w:rPr>
  </w:style>
  <w:style w:type="paragraph" w:customStyle="1" w:styleId="Bibliographytext">
    <w:name w:val="Bibliography text"/>
    <w:basedOn w:val="Normal"/>
    <w:rsid w:val="005B4417"/>
    <w:pPr>
      <w:spacing w:after="60" w:line="280" w:lineRule="exact"/>
      <w:ind w:left="454" w:hanging="454"/>
    </w:pPr>
  </w:style>
  <w:style w:type="paragraph" w:styleId="Caption">
    <w:name w:val="caption"/>
    <w:basedOn w:val="Normal"/>
    <w:next w:val="Normal"/>
    <w:link w:val="CaptionChar"/>
    <w:uiPriority w:val="35"/>
    <w:qFormat/>
    <w:rsid w:val="000267C6"/>
    <w:pPr>
      <w:keepNext/>
      <w:spacing w:before="360" w:after="120" w:line="240" w:lineRule="auto"/>
      <w:ind w:left="1134" w:hanging="1134"/>
      <w:jc w:val="left"/>
    </w:pPr>
    <w:rPr>
      <w:b/>
      <w:sz w:val="20"/>
    </w:rPr>
  </w:style>
  <w:style w:type="character" w:customStyle="1" w:styleId="CaptionChar">
    <w:name w:val="Caption Char"/>
    <w:link w:val="Caption"/>
    <w:rsid w:val="000267C6"/>
    <w:rPr>
      <w:rFonts w:ascii="Arial" w:hAnsi="Arial"/>
      <w:b/>
      <w:szCs w:val="22"/>
    </w:rPr>
  </w:style>
  <w:style w:type="paragraph" w:customStyle="1" w:styleId="FigureIntro">
    <w:name w:val="Figure Intro"/>
    <w:basedOn w:val="Normal"/>
    <w:next w:val="Normal"/>
    <w:semiHidden/>
    <w:locked/>
    <w:rsid w:val="001B7355"/>
    <w:pPr>
      <w:keepNext/>
      <w:tabs>
        <w:tab w:val="left" w:pos="1134"/>
      </w:tabs>
      <w:spacing w:before="320" w:after="80"/>
      <w:ind w:left="1134" w:hanging="1134"/>
    </w:pPr>
    <w:rPr>
      <w:i/>
      <w:szCs w:val="20"/>
    </w:rPr>
  </w:style>
  <w:style w:type="paragraph" w:customStyle="1" w:styleId="FootnoteText1">
    <w:name w:val="Footnote Text1"/>
    <w:basedOn w:val="Normal"/>
    <w:semiHidden/>
    <w:locked/>
    <w:rsid w:val="001B7355"/>
    <w:pPr>
      <w:tabs>
        <w:tab w:val="left" w:pos="397"/>
      </w:tabs>
      <w:spacing w:after="80" w:line="240" w:lineRule="exact"/>
      <w:ind w:left="397" w:hanging="397"/>
    </w:pPr>
    <w:rPr>
      <w:sz w:val="20"/>
      <w:szCs w:val="20"/>
    </w:rPr>
  </w:style>
  <w:style w:type="character" w:styleId="IntenseEmphasis">
    <w:name w:val="Intense Emphasis"/>
    <w:semiHidden/>
    <w:qFormat/>
    <w:locked/>
    <w:rsid w:val="005B4417"/>
    <w:rPr>
      <w:b/>
      <w:bCs/>
    </w:rPr>
  </w:style>
  <w:style w:type="paragraph" w:styleId="IntenseQuote">
    <w:name w:val="Intense Quote"/>
    <w:basedOn w:val="Normal"/>
    <w:next w:val="Normal"/>
    <w:link w:val="IntenseQuoteChar"/>
    <w:semiHidden/>
    <w:qFormat/>
    <w:locked/>
    <w:rsid w:val="005B4417"/>
    <w:pPr>
      <w:pBdr>
        <w:bottom w:val="single" w:sz="4" w:space="1" w:color="auto"/>
      </w:pBdr>
      <w:spacing w:before="200" w:after="280" w:line="264" w:lineRule="auto"/>
      <w:ind w:left="1008" w:right="1152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semiHidden/>
    <w:rsid w:val="00507D33"/>
    <w:rPr>
      <w:rFonts w:ascii="Arial" w:hAnsi="Arial"/>
      <w:b/>
      <w:bCs/>
      <w:i/>
      <w:iCs/>
    </w:rPr>
  </w:style>
  <w:style w:type="character" w:styleId="LineNumber">
    <w:name w:val="line number"/>
    <w:semiHidden/>
    <w:locked/>
    <w:rsid w:val="005B4417"/>
  </w:style>
  <w:style w:type="paragraph" w:customStyle="1" w:styleId="Normalright">
    <w:name w:val="Normal (right)"/>
    <w:basedOn w:val="Normal"/>
    <w:rsid w:val="00391F37"/>
    <w:pPr>
      <w:jc w:val="right"/>
    </w:pPr>
  </w:style>
  <w:style w:type="paragraph" w:styleId="NoSpacing">
    <w:name w:val="No Spacing"/>
    <w:basedOn w:val="Normal"/>
    <w:semiHidden/>
    <w:qFormat/>
    <w:locked/>
    <w:rsid w:val="005B4417"/>
    <w:pPr>
      <w:spacing w:line="240" w:lineRule="auto"/>
    </w:pPr>
    <w:rPr>
      <w:sz w:val="20"/>
    </w:rPr>
  </w:style>
  <w:style w:type="paragraph" w:styleId="NoteHeading">
    <w:name w:val="Note Heading"/>
    <w:basedOn w:val="Normal"/>
    <w:next w:val="Normal"/>
    <w:link w:val="NoteHeadingChar"/>
    <w:semiHidden/>
    <w:locked/>
    <w:rsid w:val="005B4417"/>
  </w:style>
  <w:style w:type="character" w:customStyle="1" w:styleId="NoteHeadingChar">
    <w:name w:val="Note Heading Char"/>
    <w:link w:val="NoteHeading"/>
    <w:semiHidden/>
    <w:rsid w:val="005B4417"/>
    <w:rPr>
      <w:rFonts w:ascii="Arial" w:hAnsi="Arial"/>
      <w:sz w:val="22"/>
      <w:szCs w:val="22"/>
    </w:rPr>
  </w:style>
  <w:style w:type="character" w:styleId="PageNumber">
    <w:name w:val="page number"/>
    <w:semiHidden/>
    <w:locked/>
    <w:rsid w:val="005B4417"/>
  </w:style>
  <w:style w:type="paragraph" w:customStyle="1" w:styleId="Parts">
    <w:name w:val="Parts"/>
    <w:basedOn w:val="Heading1"/>
    <w:rsid w:val="005B4417"/>
    <w:pPr>
      <w:numPr>
        <w:numId w:val="0"/>
      </w:numPr>
      <w:spacing w:before="2000"/>
      <w:ind w:left="3544"/>
    </w:pPr>
  </w:style>
  <w:style w:type="paragraph" w:styleId="PlainText">
    <w:name w:val="Plain Text"/>
    <w:basedOn w:val="Normal"/>
    <w:link w:val="PlainTextChar"/>
    <w:semiHidden/>
    <w:locked/>
    <w:rsid w:val="005B4417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rsid w:val="005B4417"/>
    <w:rPr>
      <w:rFonts w:ascii="Courier New" w:hAnsi="Courier New"/>
      <w:szCs w:val="22"/>
    </w:rPr>
  </w:style>
  <w:style w:type="paragraph" w:styleId="Quote">
    <w:name w:val="Quote"/>
    <w:basedOn w:val="Normal"/>
    <w:next w:val="Normal"/>
    <w:link w:val="QuoteChar"/>
    <w:semiHidden/>
    <w:qFormat/>
    <w:locked/>
    <w:rsid w:val="005B4417"/>
    <w:pPr>
      <w:spacing w:before="200" w:line="264" w:lineRule="auto"/>
      <w:ind w:left="360" w:right="360"/>
    </w:pPr>
    <w:rPr>
      <w:i/>
      <w:iCs/>
      <w:sz w:val="20"/>
    </w:rPr>
  </w:style>
  <w:style w:type="character" w:customStyle="1" w:styleId="QuoteChar">
    <w:name w:val="Quote Char"/>
    <w:link w:val="Quote"/>
    <w:semiHidden/>
    <w:rsid w:val="00507D33"/>
    <w:rPr>
      <w:rFonts w:ascii="Arial" w:hAnsi="Arial"/>
      <w:i/>
      <w:iCs/>
      <w:szCs w:val="22"/>
    </w:rPr>
  </w:style>
  <w:style w:type="paragraph" w:customStyle="1" w:styleId="source">
    <w:name w:val="source"/>
    <w:basedOn w:val="Normal"/>
    <w:semiHidden/>
    <w:locked/>
    <w:rsid w:val="005B4417"/>
  </w:style>
  <w:style w:type="character" w:styleId="SubtleEmphasis">
    <w:name w:val="Subtle Emphasis"/>
    <w:semiHidden/>
    <w:qFormat/>
    <w:locked/>
    <w:rsid w:val="005B4417"/>
    <w:rPr>
      <w:i/>
      <w:iCs/>
    </w:rPr>
  </w:style>
  <w:style w:type="character" w:styleId="SubtleReference">
    <w:name w:val="Subtle Reference"/>
    <w:semiHidden/>
    <w:qFormat/>
    <w:locked/>
    <w:rsid w:val="005B4417"/>
    <w:rPr>
      <w:smallCaps/>
    </w:rPr>
  </w:style>
  <w:style w:type="paragraph" w:customStyle="1" w:styleId="Text10">
    <w:name w:val="Text1"/>
    <w:basedOn w:val="Normal"/>
    <w:link w:val="Text1Char0"/>
    <w:semiHidden/>
    <w:locked/>
    <w:rsid w:val="005B4417"/>
    <w:rPr>
      <w:rFonts w:cs="Arial"/>
    </w:rPr>
  </w:style>
  <w:style w:type="character" w:customStyle="1" w:styleId="Text1Char0">
    <w:name w:val="Text1 Char"/>
    <w:link w:val="Text10"/>
    <w:semiHidden/>
    <w:rsid w:val="00507D33"/>
    <w:rPr>
      <w:rFonts w:ascii="Arial" w:hAnsi="Arial" w:cs="Arial"/>
      <w:sz w:val="22"/>
      <w:szCs w:val="22"/>
    </w:rPr>
  </w:style>
  <w:style w:type="paragraph" w:customStyle="1" w:styleId="Text20">
    <w:name w:val="Text2"/>
    <w:basedOn w:val="Text10"/>
    <w:link w:val="Text2Char"/>
    <w:semiHidden/>
    <w:locked/>
    <w:rsid w:val="005B4417"/>
    <w:pPr>
      <w:ind w:firstLine="426"/>
    </w:pPr>
    <w:rPr>
      <w:lang w:val="en"/>
    </w:rPr>
  </w:style>
  <w:style w:type="character" w:customStyle="1" w:styleId="Text2Char">
    <w:name w:val="Text2 Char"/>
    <w:link w:val="Text20"/>
    <w:semiHidden/>
    <w:rsid w:val="00507D33"/>
    <w:rPr>
      <w:rFonts w:ascii="Arial" w:hAnsi="Arial" w:cs="Arial"/>
      <w:sz w:val="22"/>
      <w:szCs w:val="22"/>
      <w:lang w:val="en"/>
    </w:rPr>
  </w:style>
  <w:style w:type="paragraph" w:customStyle="1" w:styleId="TOTFHeading">
    <w:name w:val="TOTF Heading"/>
    <w:basedOn w:val="Title"/>
    <w:semiHidden/>
    <w:locked/>
    <w:rsid w:val="005B4417"/>
    <w:pPr>
      <w:spacing w:after="480"/>
      <w:jc w:val="left"/>
    </w:pPr>
    <w:rPr>
      <w:b w:val="0"/>
      <w:sz w:val="48"/>
    </w:rPr>
  </w:style>
  <w:style w:type="paragraph" w:customStyle="1" w:styleId="Abstracttext">
    <w:name w:val="Abstract text"/>
    <w:basedOn w:val="Normal"/>
    <w:rsid w:val="006E326C"/>
    <w:pPr>
      <w:spacing w:after="60"/>
      <w:ind w:firstLine="0"/>
      <w:jc w:val="left"/>
    </w:pPr>
    <w:rPr>
      <w:color w:val="003399"/>
      <w:sz w:val="28"/>
    </w:rPr>
  </w:style>
  <w:style w:type="paragraph" w:customStyle="1" w:styleId="Boxtext">
    <w:name w:val="Box text"/>
    <w:basedOn w:val="Normal"/>
    <w:rsid w:val="005B4417"/>
    <w:pPr>
      <w:keepNext/>
      <w:pBdr>
        <w:top w:val="single" w:sz="12" w:space="12" w:color="C6D9F1"/>
        <w:left w:val="single" w:sz="12" w:space="12" w:color="C6D9F1"/>
        <w:bottom w:val="single" w:sz="12" w:space="12" w:color="C6D9F1"/>
        <w:right w:val="single" w:sz="12" w:space="12" w:color="C6D9F1"/>
      </w:pBdr>
      <w:shd w:val="clear" w:color="009A9A" w:fill="C6D9F1"/>
      <w:spacing w:before="40" w:after="40" w:line="240" w:lineRule="exact"/>
      <w:ind w:left="170" w:right="170" w:firstLine="0"/>
      <w:jc w:val="left"/>
    </w:pPr>
    <w:rPr>
      <w:sz w:val="20"/>
    </w:rPr>
  </w:style>
  <w:style w:type="paragraph" w:customStyle="1" w:styleId="Heading1notnumbered">
    <w:name w:val="Heading 1 (not numbered)"/>
    <w:basedOn w:val="Normalnoindentfirstparagraphafteraheading"/>
    <w:rsid w:val="005B4417"/>
    <w:pPr>
      <w:pageBreakBefore/>
      <w:spacing w:line="240" w:lineRule="auto"/>
      <w:jc w:val="left"/>
      <w:outlineLvl w:val="0"/>
    </w:pPr>
    <w:rPr>
      <w:color w:val="000000"/>
      <w:sz w:val="40"/>
      <w:lang w:eastAsia="el-GR"/>
    </w:rPr>
  </w:style>
  <w:style w:type="paragraph" w:customStyle="1" w:styleId="Heading2notnumbered">
    <w:name w:val="Heading 2 (not numbered)"/>
    <w:basedOn w:val="Normalnoindentfirstparagraphafteraheading"/>
    <w:rsid w:val="005B4417"/>
    <w:pPr>
      <w:keepNext/>
      <w:spacing w:before="600" w:after="120" w:line="380" w:lineRule="exact"/>
      <w:jc w:val="left"/>
      <w:outlineLvl w:val="1"/>
    </w:pPr>
    <w:rPr>
      <w:color w:val="003399"/>
      <w:sz w:val="32"/>
      <w:lang w:eastAsia="el-GR"/>
    </w:rPr>
  </w:style>
  <w:style w:type="paragraph" w:customStyle="1" w:styleId="Heading3notnumbered">
    <w:name w:val="Heading 3 (not numbered)"/>
    <w:basedOn w:val="Normal"/>
    <w:rsid w:val="005B4417"/>
    <w:pPr>
      <w:keepNext/>
      <w:spacing w:before="280"/>
      <w:ind w:firstLine="0"/>
      <w:outlineLvl w:val="2"/>
    </w:pPr>
    <w:rPr>
      <w:b/>
      <w:spacing w:val="-2"/>
      <w:lang w:eastAsia="el-GR"/>
    </w:rPr>
  </w:style>
  <w:style w:type="paragraph" w:customStyle="1" w:styleId="Source0">
    <w:name w:val="Source"/>
    <w:basedOn w:val="Normalnoindentfirstparagraphafteraheading"/>
    <w:rsid w:val="005B4417"/>
    <w:pPr>
      <w:spacing w:before="40" w:line="240" w:lineRule="auto"/>
      <w:ind w:left="850" w:hanging="680"/>
      <w:jc w:val="left"/>
    </w:pPr>
    <w:rPr>
      <w:rFonts w:eastAsia="Calibri"/>
      <w:sz w:val="16"/>
    </w:rPr>
  </w:style>
  <w:style w:type="paragraph" w:customStyle="1" w:styleId="NB">
    <w:name w:val="NB"/>
    <w:basedOn w:val="Source0"/>
    <w:rsid w:val="005B4417"/>
    <w:pPr>
      <w:ind w:left="567" w:hanging="397"/>
    </w:pPr>
  </w:style>
  <w:style w:type="paragraph" w:customStyle="1" w:styleId="Normal6afteralistnumber">
    <w:name w:val="Normal +6 (after a list number)"/>
    <w:basedOn w:val="Normal"/>
    <w:qFormat/>
    <w:rsid w:val="005B4417"/>
    <w:pPr>
      <w:spacing w:before="120"/>
    </w:pPr>
  </w:style>
  <w:style w:type="paragraph" w:customStyle="1" w:styleId="PageNbr">
    <w:name w:val="Page Nbr"/>
    <w:basedOn w:val="Normalnoindentfirstparagraphafteraheading"/>
    <w:rsid w:val="005B4417"/>
    <w:pPr>
      <w:jc w:val="center"/>
    </w:pPr>
  </w:style>
  <w:style w:type="paragraph" w:customStyle="1" w:styleId="Subtitle1">
    <w:name w:val="Subtitle1"/>
    <w:basedOn w:val="Normalnoindentfirstparagraphafteraheading"/>
    <w:link w:val="subtitleChar"/>
    <w:rsid w:val="005B4417"/>
    <w:pPr>
      <w:spacing w:before="480" w:line="240" w:lineRule="auto"/>
      <w:jc w:val="center"/>
      <w:outlineLvl w:val="7"/>
    </w:pPr>
    <w:rPr>
      <w:iCs/>
      <w:sz w:val="28"/>
      <w:lang w:val="en-IE"/>
    </w:rPr>
  </w:style>
  <w:style w:type="character" w:customStyle="1" w:styleId="subtitleChar">
    <w:name w:val="subtitle Char"/>
    <w:link w:val="Subtitle1"/>
    <w:rsid w:val="005B4417"/>
    <w:rPr>
      <w:rFonts w:ascii="Arial" w:hAnsi="Arial"/>
      <w:iCs/>
      <w:sz w:val="28"/>
      <w:szCs w:val="22"/>
      <w:lang w:val="en-IE"/>
    </w:rPr>
  </w:style>
  <w:style w:type="paragraph" w:styleId="NormalIndent">
    <w:name w:val="Normal Indent"/>
    <w:basedOn w:val="Normal"/>
    <w:semiHidden/>
    <w:locked/>
    <w:rsid w:val="005B4417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5B4417"/>
    <w:pPr>
      <w:spacing w:after="80" w:line="240" w:lineRule="exact"/>
      <w:ind w:left="397" w:hanging="397"/>
    </w:pPr>
    <w:rPr>
      <w:sz w:val="20"/>
    </w:rPr>
  </w:style>
  <w:style w:type="character" w:customStyle="1" w:styleId="FootnoteTextChar">
    <w:name w:val="Footnote Text Char"/>
    <w:link w:val="FootnoteText"/>
    <w:uiPriority w:val="99"/>
    <w:rsid w:val="005B4417"/>
    <w:rPr>
      <w:rFonts w:ascii="Arial" w:hAnsi="Arial"/>
      <w:szCs w:val="22"/>
    </w:rPr>
  </w:style>
  <w:style w:type="paragraph" w:styleId="TableofFigures">
    <w:name w:val="table of figures"/>
    <w:basedOn w:val="Normal"/>
    <w:next w:val="Normal"/>
    <w:uiPriority w:val="99"/>
    <w:locked/>
    <w:rsid w:val="00D25F18"/>
    <w:pPr>
      <w:tabs>
        <w:tab w:val="left" w:pos="567"/>
        <w:tab w:val="left" w:pos="1985"/>
        <w:tab w:val="right" w:leader="dot" w:pos="7938"/>
      </w:tabs>
      <w:spacing w:line="280" w:lineRule="exact"/>
      <w:ind w:left="567" w:right="567" w:hanging="567"/>
      <w:jc w:val="left"/>
    </w:pPr>
    <w:rPr>
      <w:rFonts w:eastAsiaTheme="minorEastAsia" w:cs="Arial"/>
      <w:noProof/>
    </w:rPr>
  </w:style>
  <w:style w:type="character" w:styleId="FootnoteReference">
    <w:name w:val="footnote reference"/>
    <w:uiPriority w:val="99"/>
    <w:rsid w:val="005B4417"/>
    <w:rPr>
      <w:vertAlign w:val="superscript"/>
    </w:rPr>
  </w:style>
  <w:style w:type="paragraph" w:customStyle="1" w:styleId="Graphtext1">
    <w:name w:val="Graph text (1)"/>
    <w:basedOn w:val="Normal"/>
    <w:locked/>
    <w:rsid w:val="0064000C"/>
    <w:pPr>
      <w:spacing w:line="240" w:lineRule="auto"/>
      <w:ind w:firstLine="0"/>
      <w:jc w:val="center"/>
    </w:pPr>
    <w:rPr>
      <w:rFonts w:cs="Arial"/>
      <w:iCs/>
      <w:color w:val="17365D" w:themeColor="text2" w:themeShade="BF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locked/>
    <w:rsid w:val="009A5CA3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semiHidden/>
    <w:locked/>
    <w:rsid w:val="00285C79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85C79"/>
    <w:rPr>
      <w:rFonts w:ascii="Arial" w:hAnsi="Arial"/>
      <w:b/>
      <w:bCs/>
      <w:sz w:val="22"/>
      <w:szCs w:val="22"/>
      <w:lang w:eastAsia="el-GR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E747F1"/>
    <w:rPr>
      <w:color w:val="800080" w:themeColor="followedHyperlink"/>
      <w:u w:val="single"/>
    </w:rPr>
  </w:style>
  <w:style w:type="paragraph" w:customStyle="1" w:styleId="Picture">
    <w:name w:val="Picture"/>
    <w:basedOn w:val="Normal"/>
    <w:rsid w:val="00D0768A"/>
    <w:pPr>
      <w:spacing w:line="240" w:lineRule="auto"/>
      <w:ind w:firstLine="0"/>
    </w:pPr>
  </w:style>
  <w:style w:type="table" w:customStyle="1" w:styleId="TableGrid1">
    <w:name w:val="Table Grid1"/>
    <w:basedOn w:val="TableNormal"/>
    <w:next w:val="TableGrid"/>
    <w:rsid w:val="00EF360A"/>
    <w:pPr>
      <w:spacing w:line="320" w:lineRule="exact"/>
      <w:jc w:val="center"/>
    </w:pPr>
    <w:rPr>
      <w:rFonts w:ascii="Arial" w:hAnsi="Arial"/>
      <w:sz w:val="22"/>
      <w:szCs w:val="22"/>
      <w:lang w:eastAsia="en-US"/>
    </w:rPr>
    <w:tblPr>
      <w:tblInd w:w="170" w:type="dxa"/>
      <w:tblBorders>
        <w:top w:val="single" w:sz="12" w:space="0" w:color="013D85"/>
        <w:bottom w:val="single" w:sz="12" w:space="0" w:color="013D85"/>
        <w:insideV w:val="single" w:sz="12" w:space="0" w:color="013D85"/>
      </w:tblBorders>
    </w:tblPr>
    <w:trPr>
      <w:cantSplit/>
    </w:trPr>
    <w:tcPr>
      <w:vAlign w:val="center"/>
    </w:tcPr>
    <w:tblStylePr w:type="firstRow">
      <w:tblPr/>
      <w:tcPr>
        <w:tcBorders>
          <w:top w:val="single" w:sz="12" w:space="0" w:color="013D85"/>
          <w:left w:val="nil"/>
          <w:bottom w:val="single" w:sz="12" w:space="0" w:color="013D85"/>
          <w:right w:val="nil"/>
          <w:insideH w:val="nil"/>
          <w:insideV w:val="single" w:sz="12" w:space="0" w:color="013D85"/>
          <w:tl2br w:val="nil"/>
          <w:tr2bl w:val="nil"/>
        </w:tcBorders>
      </w:tcPr>
    </w:tblStylePr>
  </w:style>
  <w:style w:type="paragraph" w:customStyle="1" w:styleId="Annex1">
    <w:name w:val="Annex 1"/>
    <w:basedOn w:val="Normalnoindentfirstparagraphafteraheading"/>
    <w:next w:val="Normalnoindentfirstparagraphafteraheading"/>
    <w:link w:val="Annex1Char"/>
    <w:rsid w:val="00D84795"/>
    <w:pPr>
      <w:pageBreakBefore/>
      <w:numPr>
        <w:numId w:val="222"/>
      </w:numPr>
      <w:spacing w:line="240" w:lineRule="auto"/>
      <w:ind w:left="357" w:hanging="357"/>
    </w:pPr>
    <w:rPr>
      <w:sz w:val="40"/>
      <w:lang w:val="fr-BE"/>
    </w:rPr>
  </w:style>
  <w:style w:type="character" w:customStyle="1" w:styleId="Annex1Char">
    <w:name w:val="Annex 1 Char"/>
    <w:basedOn w:val="NormalnoindentfirstparagraphafteraheadingChar"/>
    <w:link w:val="Annex1"/>
    <w:rsid w:val="00D84795"/>
    <w:rPr>
      <w:rFonts w:ascii="Arial" w:hAnsi="Arial"/>
      <w:sz w:val="40"/>
      <w:szCs w:val="22"/>
      <w:lang w:val="fr-BE"/>
    </w:rPr>
  </w:style>
  <w:style w:type="paragraph" w:customStyle="1" w:styleId="Annex2">
    <w:name w:val="Annex 2"/>
    <w:basedOn w:val="Annex1"/>
    <w:next w:val="Normalnoindentfirstparagraphafteraheading"/>
    <w:link w:val="Annex2Char"/>
    <w:rsid w:val="005D7AED"/>
    <w:pPr>
      <w:keepNext/>
      <w:pageBreakBefore w:val="0"/>
      <w:numPr>
        <w:ilvl w:val="1"/>
        <w:numId w:val="89"/>
      </w:numPr>
      <w:spacing w:before="600" w:after="120" w:line="380" w:lineRule="exact"/>
      <w:jc w:val="left"/>
    </w:pPr>
    <w:rPr>
      <w:color w:val="003399"/>
      <w:sz w:val="32"/>
    </w:rPr>
  </w:style>
  <w:style w:type="character" w:customStyle="1" w:styleId="Annex2Char">
    <w:name w:val="Annex 2 Char"/>
    <w:basedOn w:val="Annex1Char"/>
    <w:link w:val="Annex2"/>
    <w:rsid w:val="005D7AED"/>
    <w:rPr>
      <w:rFonts w:ascii="Arial" w:hAnsi="Arial"/>
      <w:color w:val="003399"/>
      <w:sz w:val="32"/>
      <w:szCs w:val="22"/>
      <w:lang w:val="fr-BE"/>
    </w:rPr>
  </w:style>
  <w:style w:type="paragraph" w:customStyle="1" w:styleId="Annex3">
    <w:name w:val="Annex 3"/>
    <w:basedOn w:val="Annex1"/>
    <w:next w:val="Normalnoindentfirstparagraphafteraheading"/>
    <w:rsid w:val="001C6AFC"/>
    <w:pPr>
      <w:keepNext/>
      <w:pageBreakBefore w:val="0"/>
      <w:numPr>
        <w:ilvl w:val="2"/>
      </w:numPr>
      <w:spacing w:before="280" w:line="320" w:lineRule="exact"/>
      <w:jc w:val="left"/>
    </w:pPr>
    <w:rPr>
      <w:b/>
      <w:sz w:val="22"/>
    </w:rPr>
  </w:style>
  <w:style w:type="paragraph" w:styleId="Revision">
    <w:name w:val="Revision"/>
    <w:hidden/>
    <w:uiPriority w:val="99"/>
    <w:semiHidden/>
    <w:rsid w:val="001C6AFC"/>
    <w:rPr>
      <w:rFonts w:ascii="Arial" w:hAnsi="Arial"/>
      <w:sz w:val="22"/>
      <w:szCs w:val="22"/>
    </w:rPr>
  </w:style>
  <w:style w:type="paragraph" w:customStyle="1" w:styleId="CaptionforAnnexes">
    <w:name w:val="Caption for Annexes"/>
    <w:basedOn w:val="Caption"/>
    <w:rsid w:val="003D0812"/>
  </w:style>
  <w:style w:type="table" w:customStyle="1" w:styleId="TableGrid2">
    <w:name w:val="Table Grid2"/>
    <w:basedOn w:val="TableNormal"/>
    <w:next w:val="TableGrid"/>
    <w:rsid w:val="00EF360A"/>
    <w:pPr>
      <w:spacing w:line="320" w:lineRule="exact"/>
      <w:jc w:val="center"/>
    </w:pPr>
    <w:rPr>
      <w:rFonts w:ascii="Arial" w:hAnsi="Arial"/>
      <w:sz w:val="22"/>
      <w:szCs w:val="22"/>
      <w:lang w:eastAsia="en-US"/>
    </w:rPr>
    <w:tblPr>
      <w:tblInd w:w="170" w:type="dxa"/>
      <w:tblBorders>
        <w:top w:val="single" w:sz="12" w:space="0" w:color="013D85"/>
        <w:bottom w:val="single" w:sz="12" w:space="0" w:color="013D85"/>
        <w:insideV w:val="single" w:sz="12" w:space="0" w:color="013D85"/>
      </w:tblBorders>
    </w:tblPr>
    <w:trPr>
      <w:cantSplit/>
    </w:trPr>
    <w:tcPr>
      <w:vAlign w:val="center"/>
    </w:tcPr>
    <w:tblStylePr w:type="firstRow">
      <w:tblPr/>
      <w:tcPr>
        <w:tcBorders>
          <w:top w:val="single" w:sz="12" w:space="0" w:color="013D85"/>
          <w:left w:val="nil"/>
          <w:bottom w:val="single" w:sz="12" w:space="0" w:color="013D85"/>
          <w:right w:val="nil"/>
          <w:insideH w:val="nil"/>
          <w:insideV w:val="single" w:sz="12" w:space="0" w:color="013D85"/>
          <w:tl2br w:val="nil"/>
          <w:tr2bl w:val="nil"/>
        </w:tcBorders>
      </w:tcPr>
    </w:tblStylePr>
  </w:style>
  <w:style w:type="table" w:customStyle="1" w:styleId="TableGrid3">
    <w:name w:val="Table Grid3"/>
    <w:basedOn w:val="TableNormal"/>
    <w:next w:val="TableGrid"/>
    <w:rsid w:val="003226E4"/>
    <w:pPr>
      <w:spacing w:line="320" w:lineRule="exact"/>
      <w:jc w:val="center"/>
    </w:pPr>
    <w:rPr>
      <w:rFonts w:ascii="Arial" w:hAnsi="Arial"/>
      <w:sz w:val="22"/>
      <w:szCs w:val="22"/>
      <w:lang w:eastAsia="en-US"/>
    </w:rPr>
    <w:tblPr>
      <w:tblInd w:w="170" w:type="dxa"/>
      <w:tblBorders>
        <w:top w:val="single" w:sz="12" w:space="0" w:color="013D85"/>
        <w:bottom w:val="single" w:sz="12" w:space="0" w:color="013D85"/>
        <w:insideV w:val="single" w:sz="12" w:space="0" w:color="013D85"/>
      </w:tblBorders>
    </w:tblPr>
    <w:trPr>
      <w:cantSplit/>
    </w:trPr>
    <w:tcPr>
      <w:vAlign w:val="center"/>
    </w:tcPr>
    <w:tblStylePr w:type="firstRow">
      <w:tblPr/>
      <w:tcPr>
        <w:tcBorders>
          <w:top w:val="single" w:sz="12" w:space="0" w:color="013D85"/>
          <w:left w:val="nil"/>
          <w:bottom w:val="single" w:sz="12" w:space="0" w:color="013D85"/>
          <w:right w:val="nil"/>
          <w:insideH w:val="nil"/>
          <w:insideV w:val="single" w:sz="12" w:space="0" w:color="013D85"/>
          <w:tl2br w:val="nil"/>
          <w:tr2bl w:val="nil"/>
        </w:tcBorders>
      </w:tcPr>
    </w:tblStylePr>
  </w:style>
  <w:style w:type="paragraph" w:styleId="BodyText">
    <w:name w:val="Body Text"/>
    <w:basedOn w:val="Normal"/>
    <w:link w:val="BodyTextChar"/>
    <w:uiPriority w:val="99"/>
    <w:semiHidden/>
    <w:locked/>
    <w:rsid w:val="00736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6B09"/>
    <w:rPr>
      <w:rFonts w:ascii="Arial" w:hAnsi="Arial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locked/>
    <w:rsid w:val="00736B09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6B09"/>
    <w:rPr>
      <w:rFonts w:ascii="Arial" w:hAnsi="Arial"/>
    </w:rPr>
  </w:style>
  <w:style w:type="character" w:styleId="EndnoteReference">
    <w:name w:val="endnote reference"/>
    <w:basedOn w:val="DefaultParagraphFont"/>
    <w:uiPriority w:val="99"/>
    <w:semiHidden/>
    <w:locked/>
    <w:rsid w:val="00736B09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locked/>
    <w:rsid w:val="00736B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B0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locked/>
    <w:rsid w:val="00736B09"/>
    <w:rPr>
      <w:color w:val="808080"/>
    </w:rPr>
  </w:style>
  <w:style w:type="paragraph" w:customStyle="1" w:styleId="Annex2notincontent">
    <w:name w:val="Annex 2 (not in content)"/>
    <w:basedOn w:val="Annex2"/>
    <w:rsid w:val="00736B09"/>
    <w:pPr>
      <w:numPr>
        <w:ilvl w:val="0"/>
        <w:numId w:val="0"/>
      </w:numPr>
      <w:ind w:left="1134" w:hanging="1134"/>
    </w:pPr>
  </w:style>
  <w:style w:type="paragraph" w:customStyle="1" w:styleId="Annex1notincontent">
    <w:name w:val="Annex 1 (not in content)"/>
    <w:basedOn w:val="Heading1"/>
    <w:rsid w:val="00DF4C83"/>
    <w:pPr>
      <w:numPr>
        <w:numId w:val="0"/>
      </w:numPr>
    </w:pPr>
  </w:style>
  <w:style w:type="paragraph" w:styleId="TOC1">
    <w:name w:val="toc 1"/>
    <w:basedOn w:val="Normal"/>
    <w:next w:val="Normal"/>
    <w:autoRedefine/>
    <w:uiPriority w:val="39"/>
    <w:rsid w:val="00AD7724"/>
    <w:pPr>
      <w:spacing w:before="120" w:line="280" w:lineRule="exact"/>
      <w:ind w:left="425" w:right="805" w:hanging="425"/>
      <w:jc w:val="left"/>
    </w:pPr>
    <w:rPr>
      <w:b/>
      <w:bCs/>
      <w:caps/>
      <w:color w:val="000000" w:themeColor="text1"/>
      <w:szCs w:val="24"/>
    </w:rPr>
  </w:style>
  <w:style w:type="paragraph" w:customStyle="1" w:styleId="Listofabbreviations">
    <w:name w:val="List of abbreviations"/>
    <w:basedOn w:val="Normal"/>
    <w:qFormat/>
    <w:rsid w:val="006E326C"/>
    <w:pPr>
      <w:spacing w:before="40" w:after="40" w:line="240" w:lineRule="auto"/>
      <w:ind w:firstLine="0"/>
      <w:jc w:val="left"/>
    </w:pPr>
    <w:rPr>
      <w:sz w:val="20"/>
      <w:szCs w:val="24"/>
      <w:lang w:eastAsia="el-GR"/>
    </w:rPr>
  </w:style>
  <w:style w:type="paragraph" w:styleId="TOC4">
    <w:name w:val="toc 4"/>
    <w:basedOn w:val="Normal"/>
    <w:next w:val="Normal"/>
    <w:autoRedefine/>
    <w:uiPriority w:val="39"/>
    <w:semiHidden/>
    <w:rsid w:val="009B1573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locked/>
    <w:rsid w:val="009B1573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locked/>
    <w:rsid w:val="009B1573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locked/>
    <w:rsid w:val="009B1573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locked/>
    <w:rsid w:val="009B1573"/>
    <w:pPr>
      <w:ind w:left="1540"/>
      <w:jc w:val="left"/>
    </w:pPr>
    <w:rPr>
      <w:rFonts w:asciiTheme="minorHAnsi" w:hAnsiTheme="minorHAnsi"/>
      <w:sz w:val="20"/>
      <w:szCs w:val="20"/>
    </w:rPr>
  </w:style>
  <w:style w:type="paragraph" w:customStyle="1" w:styleId="Acknowlegementheading">
    <w:name w:val="Acknowlegement heading"/>
    <w:basedOn w:val="Normal"/>
    <w:rsid w:val="00766697"/>
    <w:pPr>
      <w:tabs>
        <w:tab w:val="right" w:leader="dot" w:pos="7920"/>
      </w:tabs>
      <w:spacing w:before="600" w:after="120" w:line="380" w:lineRule="exact"/>
      <w:ind w:firstLine="0"/>
      <w:jc w:val="left"/>
    </w:pPr>
    <w:rPr>
      <w:noProof/>
      <w:color w:val="003399"/>
      <w:sz w:val="32"/>
    </w:rPr>
  </w:style>
  <w:style w:type="paragraph" w:customStyle="1" w:styleId="Style1">
    <w:name w:val="Style1"/>
    <w:basedOn w:val="Acknowlegementheading"/>
    <w:rsid w:val="00E045BB"/>
  </w:style>
  <w:style w:type="paragraph" w:styleId="CommentText">
    <w:name w:val="annotation text"/>
    <w:basedOn w:val="Normal"/>
    <w:link w:val="CommentTextChar"/>
    <w:uiPriority w:val="99"/>
    <w:semiHidden/>
    <w:unhideWhenUsed/>
    <w:rsid w:val="00FC6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6236"/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rsid w:val="007932B5"/>
    <w:pPr>
      <w:spacing w:after="100"/>
      <w:ind w:left="220"/>
    </w:pPr>
  </w:style>
  <w:style w:type="paragraph" w:styleId="Footer">
    <w:name w:val="footer"/>
    <w:basedOn w:val="Normal"/>
    <w:link w:val="FooterChar"/>
    <w:uiPriority w:val="99"/>
    <w:unhideWhenUsed/>
    <w:rsid w:val="00DA17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734"/>
    <w:rPr>
      <w:rFonts w:ascii="Arial" w:hAnsi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8D0630"/>
    <w:pPr>
      <w:tabs>
        <w:tab w:val="right" w:leader="dot" w:pos="7920"/>
      </w:tabs>
      <w:spacing w:after="100"/>
      <w:ind w:left="440"/>
      <w:jc w:val="left"/>
    </w:pPr>
  </w:style>
  <w:style w:type="character" w:styleId="UnresolvedMention">
    <w:name w:val="Unresolved Mention"/>
    <w:basedOn w:val="DefaultParagraphFont"/>
    <w:uiPriority w:val="99"/>
    <w:semiHidden/>
    <w:unhideWhenUsed/>
    <w:rsid w:val="00D07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europa.eu/doi/10.2801/926507" TargetMode="External"/><Relationship Id="rId13" Type="http://schemas.openxmlformats.org/officeDocument/2006/relationships/hyperlink" Target="https://doi.org/10.1037/ppm000018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g"/><Relationship Id="rId12" Type="http://schemas.openxmlformats.org/officeDocument/2006/relationships/hyperlink" Target="https://data.europa.eu/doi/10.2767/807269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ijinfomgt.2019.08.0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37/0000120-01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umulus.cedefop.europa.eu/files/vetelib/2016/2016_validate_IT.pdf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ata.europa.eu/doi/10.2801/825352" TargetMode="External"/><Relationship Id="rId14" Type="http://schemas.openxmlformats.org/officeDocument/2006/relationships/hyperlink" Target="http://data.europa.eu/doi/10.2801/00684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br\AppData\Local\Temp\4e8d1f4a-7c7a-415e-982e-c25074bacee1_Cedefop%20publication%20template%201.1%20(8).zip.ee1\Cedefop_publication_template_1.1\Cedefop%20publication%20template%201.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a6e589b-f770-4cfd-a0d8-05d4414f8c9c}" enabled="1" method="Standard" siteId="{45c6777d-e213-4b45-85ae-ebd6288b1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Cedefop publication template 1.1</Template>
  <TotalTime>0</TotalTime>
  <Pages>14</Pages>
  <Words>1537</Words>
  <Characters>8764</Characters>
  <Application>Microsoft Office Word</Application>
  <DocSecurity>0</DocSecurity>
  <PresentationFormat>Microsoft Word 14.0</PresentationFormat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2024-01-17T12:03:00Z</dcterms:created>
  <dcterms:modified xsi:type="dcterms:W3CDTF">2024-01-17T12:38:00Z</dcterms:modified>
</cp:coreProperties>
</file>